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5E820" w14:textId="77777777" w:rsidR="003475EF" w:rsidRDefault="003475EF" w:rsidP="00FB4E03">
      <w:pPr>
        <w:rPr>
          <w:rStyle w:val="Strong"/>
          <w:rFonts w:asciiTheme="minorHAnsi" w:hAnsiTheme="minorHAnsi"/>
          <w:sz w:val="28"/>
          <w:szCs w:val="28"/>
          <w:lang w:val="en-US"/>
        </w:rPr>
      </w:pPr>
      <w:r w:rsidRPr="00C44E8E">
        <w:rPr>
          <w:rStyle w:val="Strong"/>
          <w:rFonts w:asciiTheme="minorHAnsi" w:hAnsiTheme="minorHAnsi"/>
          <w:sz w:val="28"/>
          <w:szCs w:val="28"/>
          <w:lang w:val="en-US"/>
        </w:rPr>
        <w:t>Internet Telephony Service Provider (ITSP) Survey</w:t>
      </w:r>
    </w:p>
    <w:p w14:paraId="63F71BC5" w14:textId="77777777" w:rsidR="00E9734C" w:rsidRDefault="00E9734C" w:rsidP="00FB4E03">
      <w:pPr>
        <w:rPr>
          <w:rStyle w:val="Strong"/>
          <w:rFonts w:asciiTheme="minorHAnsi" w:hAnsiTheme="minorHAnsi"/>
          <w:sz w:val="28"/>
          <w:szCs w:val="28"/>
          <w:lang w:val="en-US"/>
        </w:rPr>
      </w:pPr>
    </w:p>
    <w:tbl>
      <w:tblPr>
        <w:tblW w:w="1020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E9734C" w:rsidRPr="00C44E8E" w14:paraId="6519DE1F" w14:textId="77777777" w:rsidTr="00E9734C">
        <w:trPr>
          <w:cantSplit/>
        </w:trPr>
        <w:tc>
          <w:tcPr>
            <w:tcW w:w="5103" w:type="dxa"/>
            <w:shd w:val="clear" w:color="auto" w:fill="EAF1DD" w:themeFill="accent3" w:themeFillTint="33"/>
          </w:tcPr>
          <w:p w14:paraId="19F1300E" w14:textId="77777777" w:rsidR="00E9734C" w:rsidRPr="00C44E8E" w:rsidRDefault="00E9734C" w:rsidP="00E9734C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ITSP Name / Company name</w:t>
            </w:r>
          </w:p>
        </w:tc>
        <w:tc>
          <w:tcPr>
            <w:tcW w:w="5103" w:type="dxa"/>
            <w:shd w:val="clear" w:color="auto" w:fill="EAF1DD" w:themeFill="accent3" w:themeFillTint="33"/>
          </w:tcPr>
          <w:p w14:paraId="54CD5A9B" w14:textId="77777777" w:rsidR="00E9734C" w:rsidRPr="00C44E8E" w:rsidRDefault="00E9734C" w:rsidP="00E9734C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2C6B4818" w14:textId="77777777" w:rsidR="00E9734C" w:rsidRPr="00C44E8E" w:rsidRDefault="00E9734C" w:rsidP="00FB4E03">
      <w:pPr>
        <w:rPr>
          <w:rStyle w:val="Strong"/>
          <w:rFonts w:asciiTheme="minorHAnsi" w:hAnsiTheme="minorHAnsi"/>
          <w:sz w:val="28"/>
          <w:szCs w:val="28"/>
          <w:lang w:val="en-US"/>
        </w:rPr>
      </w:pPr>
    </w:p>
    <w:p w14:paraId="2AB98BB9" w14:textId="77777777" w:rsidR="003475EF" w:rsidRPr="00C44E8E" w:rsidRDefault="003475EF" w:rsidP="00323857">
      <w:pPr>
        <w:rPr>
          <w:rFonts w:asciiTheme="minorHAnsi" w:hAnsiTheme="minorHAnsi" w:cs="Arial"/>
          <w:lang w:val="en-US"/>
        </w:rPr>
      </w:pPr>
    </w:p>
    <w:p w14:paraId="2B320B3B" w14:textId="77777777" w:rsidR="00323857" w:rsidRDefault="00323857" w:rsidP="00323857">
      <w:pPr>
        <w:rPr>
          <w:rFonts w:asciiTheme="minorHAnsi" w:hAnsiTheme="minorHAnsi" w:cs="Arial"/>
          <w:b/>
          <w:bCs/>
          <w:lang w:val="en-US"/>
        </w:rPr>
      </w:pPr>
      <w:r w:rsidRPr="00C44E8E">
        <w:rPr>
          <w:rFonts w:asciiTheme="minorHAnsi" w:hAnsiTheme="minorHAnsi" w:cs="Arial"/>
          <w:b/>
          <w:bCs/>
          <w:lang w:val="en-US"/>
        </w:rPr>
        <w:t xml:space="preserve">This survey will help us to understand how we could connect your </w:t>
      </w:r>
      <w:r w:rsidR="00031558" w:rsidRPr="00C44E8E">
        <w:rPr>
          <w:rFonts w:asciiTheme="minorHAnsi" w:hAnsiTheme="minorHAnsi" w:cs="Arial"/>
          <w:b/>
          <w:bCs/>
          <w:lang w:val="en-US"/>
        </w:rPr>
        <w:t xml:space="preserve">trunk service best to our </w:t>
      </w:r>
      <w:proofErr w:type="spellStart"/>
      <w:r w:rsidR="00031558" w:rsidRPr="00C44E8E">
        <w:rPr>
          <w:rFonts w:asciiTheme="minorHAnsi" w:hAnsiTheme="minorHAnsi" w:cs="Arial"/>
          <w:b/>
          <w:bCs/>
          <w:lang w:val="en-US"/>
        </w:rPr>
        <w:t>OpenScape</w:t>
      </w:r>
      <w:proofErr w:type="spellEnd"/>
      <w:r w:rsidR="00031558" w:rsidRPr="00C44E8E">
        <w:rPr>
          <w:rFonts w:asciiTheme="minorHAnsi" w:hAnsiTheme="minorHAnsi" w:cs="Arial"/>
          <w:b/>
          <w:bCs/>
          <w:lang w:val="en-US"/>
        </w:rPr>
        <w:t xml:space="preserve"> </w:t>
      </w:r>
      <w:r w:rsidR="002A5534" w:rsidRPr="00C44E8E">
        <w:rPr>
          <w:rFonts w:asciiTheme="minorHAnsi" w:hAnsiTheme="minorHAnsi" w:cs="Arial"/>
          <w:b/>
          <w:bCs/>
          <w:lang w:val="en-US"/>
        </w:rPr>
        <w:t>products</w:t>
      </w:r>
      <w:r w:rsidR="00AA6E81">
        <w:rPr>
          <w:rFonts w:asciiTheme="minorHAnsi" w:hAnsiTheme="minorHAnsi" w:cs="Arial"/>
          <w:b/>
          <w:bCs/>
          <w:lang w:val="en-US"/>
        </w:rPr>
        <w:t>:</w:t>
      </w:r>
    </w:p>
    <w:p w14:paraId="39E593CD" w14:textId="77777777" w:rsidR="00AA6E81" w:rsidRPr="00AA6E81" w:rsidRDefault="00AA6E81" w:rsidP="00AA6E81">
      <w:pPr>
        <w:pStyle w:val="ListParagraph"/>
        <w:numPr>
          <w:ilvl w:val="0"/>
          <w:numId w:val="34"/>
        </w:numPr>
        <w:rPr>
          <w:rFonts w:asciiTheme="minorHAnsi" w:hAnsiTheme="minorHAnsi" w:cs="Arial"/>
          <w:b/>
          <w:bCs/>
          <w:lang w:val="en-US"/>
        </w:rPr>
      </w:pPr>
      <w:proofErr w:type="spellStart"/>
      <w:r w:rsidRPr="00AA6E81">
        <w:rPr>
          <w:rFonts w:asciiTheme="minorHAnsi" w:hAnsiTheme="minorHAnsi" w:cs="Arial"/>
          <w:b/>
          <w:bCs/>
          <w:lang w:val="en-US"/>
        </w:rPr>
        <w:t>OpenScape</w:t>
      </w:r>
      <w:proofErr w:type="spellEnd"/>
      <w:r w:rsidRPr="00AA6E81">
        <w:rPr>
          <w:rFonts w:asciiTheme="minorHAnsi" w:hAnsiTheme="minorHAnsi" w:cs="Arial"/>
          <w:b/>
          <w:bCs/>
          <w:lang w:val="en-US"/>
        </w:rPr>
        <w:t xml:space="preserve"> Business</w:t>
      </w:r>
    </w:p>
    <w:p w14:paraId="3763F03F" w14:textId="77777777" w:rsidR="00AA6E81" w:rsidRPr="00AA6E81" w:rsidRDefault="00AA6E81" w:rsidP="00AA6E81">
      <w:pPr>
        <w:pStyle w:val="ListParagraph"/>
        <w:numPr>
          <w:ilvl w:val="0"/>
          <w:numId w:val="34"/>
        </w:numPr>
        <w:rPr>
          <w:rFonts w:asciiTheme="minorHAnsi" w:hAnsiTheme="minorHAnsi" w:cs="Arial"/>
          <w:b/>
          <w:bCs/>
          <w:lang w:val="en-US"/>
        </w:rPr>
      </w:pPr>
      <w:proofErr w:type="spellStart"/>
      <w:r w:rsidRPr="00AA6E81">
        <w:rPr>
          <w:rFonts w:asciiTheme="minorHAnsi" w:hAnsiTheme="minorHAnsi" w:cs="Arial"/>
          <w:b/>
          <w:bCs/>
          <w:lang w:val="en-US"/>
        </w:rPr>
        <w:t>OpenScape</w:t>
      </w:r>
      <w:proofErr w:type="spellEnd"/>
      <w:r w:rsidRPr="00AA6E81">
        <w:rPr>
          <w:rFonts w:asciiTheme="minorHAnsi" w:hAnsiTheme="minorHAnsi" w:cs="Arial"/>
          <w:b/>
          <w:bCs/>
          <w:lang w:val="en-US"/>
        </w:rPr>
        <w:t xml:space="preserve"> 4000</w:t>
      </w:r>
    </w:p>
    <w:p w14:paraId="10047363" w14:textId="77777777" w:rsidR="00AA6E81" w:rsidRPr="00AA6E81" w:rsidRDefault="00AA6E81" w:rsidP="00AA6E81">
      <w:pPr>
        <w:pStyle w:val="ListParagraph"/>
        <w:numPr>
          <w:ilvl w:val="0"/>
          <w:numId w:val="34"/>
        </w:numPr>
        <w:rPr>
          <w:rFonts w:asciiTheme="minorHAnsi" w:hAnsiTheme="minorHAnsi" w:cs="Arial"/>
          <w:b/>
          <w:bCs/>
          <w:lang w:val="en-US"/>
        </w:rPr>
      </w:pPr>
      <w:proofErr w:type="spellStart"/>
      <w:r w:rsidRPr="00AA6E81">
        <w:rPr>
          <w:rFonts w:asciiTheme="minorHAnsi" w:hAnsiTheme="minorHAnsi" w:cs="Arial"/>
          <w:b/>
          <w:bCs/>
          <w:lang w:val="en-US"/>
        </w:rPr>
        <w:t>OpenScape</w:t>
      </w:r>
      <w:proofErr w:type="spellEnd"/>
      <w:r w:rsidRPr="00AA6E81">
        <w:rPr>
          <w:rFonts w:asciiTheme="minorHAnsi" w:hAnsiTheme="minorHAnsi" w:cs="Arial"/>
          <w:b/>
          <w:bCs/>
          <w:lang w:val="en-US"/>
        </w:rPr>
        <w:t xml:space="preserve"> Enterprise</w:t>
      </w:r>
    </w:p>
    <w:p w14:paraId="15CB4FEB" w14:textId="77777777" w:rsidR="00AA6E81" w:rsidRPr="00AA6E81" w:rsidRDefault="00AA6E81" w:rsidP="00AA6E81">
      <w:pPr>
        <w:pStyle w:val="ListParagraph"/>
        <w:numPr>
          <w:ilvl w:val="0"/>
          <w:numId w:val="34"/>
        </w:numPr>
        <w:rPr>
          <w:rFonts w:asciiTheme="minorHAnsi" w:hAnsiTheme="minorHAnsi" w:cs="Arial"/>
          <w:b/>
          <w:bCs/>
          <w:lang w:val="en-US"/>
        </w:rPr>
      </w:pPr>
      <w:proofErr w:type="spellStart"/>
      <w:r w:rsidRPr="00AA6E81">
        <w:rPr>
          <w:rFonts w:asciiTheme="minorHAnsi" w:hAnsiTheme="minorHAnsi" w:cs="Arial"/>
          <w:b/>
          <w:bCs/>
          <w:lang w:val="en-US"/>
        </w:rPr>
        <w:t>OpenScape</w:t>
      </w:r>
      <w:proofErr w:type="spellEnd"/>
      <w:r w:rsidRPr="00AA6E81">
        <w:rPr>
          <w:rFonts w:asciiTheme="minorHAnsi" w:hAnsiTheme="minorHAnsi" w:cs="Arial"/>
          <w:b/>
          <w:bCs/>
          <w:lang w:val="en-US"/>
        </w:rPr>
        <w:t xml:space="preserve"> SBC</w:t>
      </w:r>
    </w:p>
    <w:p w14:paraId="33C5B1A1" w14:textId="77777777" w:rsidR="00AA6E81" w:rsidRPr="00AA6E81" w:rsidRDefault="00AA6E81" w:rsidP="00AA6E81">
      <w:pPr>
        <w:pStyle w:val="ListParagraph"/>
        <w:numPr>
          <w:ilvl w:val="0"/>
          <w:numId w:val="34"/>
        </w:numPr>
        <w:rPr>
          <w:rFonts w:asciiTheme="minorHAnsi" w:hAnsiTheme="minorHAnsi" w:cs="Arial"/>
          <w:b/>
          <w:bCs/>
          <w:lang w:val="en-US"/>
        </w:rPr>
      </w:pPr>
      <w:proofErr w:type="spellStart"/>
      <w:r w:rsidRPr="00AA6E81">
        <w:rPr>
          <w:rFonts w:asciiTheme="minorHAnsi" w:hAnsiTheme="minorHAnsi" w:cs="Arial"/>
          <w:b/>
          <w:bCs/>
          <w:lang w:val="en-US"/>
        </w:rPr>
        <w:t>OpenScape</w:t>
      </w:r>
      <w:proofErr w:type="spellEnd"/>
      <w:r w:rsidRPr="00AA6E81">
        <w:rPr>
          <w:rFonts w:asciiTheme="minorHAnsi" w:hAnsiTheme="minorHAnsi" w:cs="Arial"/>
          <w:b/>
          <w:bCs/>
          <w:lang w:val="en-US"/>
        </w:rPr>
        <w:t xml:space="preserve"> Cloud</w:t>
      </w:r>
    </w:p>
    <w:p w14:paraId="423C3D5D" w14:textId="77777777" w:rsidR="00323857" w:rsidRPr="00C44E8E" w:rsidRDefault="00323857" w:rsidP="00323857">
      <w:pPr>
        <w:rPr>
          <w:rFonts w:asciiTheme="minorHAnsi" w:hAnsiTheme="minorHAnsi" w:cs="Arial"/>
          <w:b/>
          <w:bCs/>
          <w:lang w:val="en-US"/>
        </w:rPr>
      </w:pPr>
    </w:p>
    <w:p w14:paraId="1C0AE464" w14:textId="77777777" w:rsidR="00031558" w:rsidRDefault="002A5534" w:rsidP="00031558">
      <w:pPr>
        <w:rPr>
          <w:rFonts w:asciiTheme="minorHAnsi" w:hAnsiTheme="minorHAnsi" w:cs="Arial"/>
          <w:lang w:val="en-US"/>
        </w:rPr>
      </w:pPr>
      <w:proofErr w:type="gramStart"/>
      <w:r w:rsidRPr="00C44E8E">
        <w:rPr>
          <w:rFonts w:asciiTheme="minorHAnsi" w:hAnsiTheme="minorHAnsi" w:cs="Arial"/>
          <w:lang w:val="en-US"/>
        </w:rPr>
        <w:t>T</w:t>
      </w:r>
      <w:r w:rsidR="00323857" w:rsidRPr="00C44E8E">
        <w:rPr>
          <w:rFonts w:asciiTheme="minorHAnsi" w:hAnsiTheme="minorHAnsi" w:cs="Arial"/>
          <w:lang w:val="en-US"/>
        </w:rPr>
        <w:t>herefore</w:t>
      </w:r>
      <w:proofErr w:type="gramEnd"/>
      <w:r w:rsidR="00323857" w:rsidRPr="00C44E8E">
        <w:rPr>
          <w:rFonts w:asciiTheme="minorHAnsi" w:hAnsiTheme="minorHAnsi" w:cs="Arial"/>
          <w:lang w:val="en-US"/>
        </w:rPr>
        <w:t xml:space="preserve"> please take few minutes to fill in the attached survey and </w:t>
      </w:r>
      <w:r w:rsidR="00031558" w:rsidRPr="00C44E8E">
        <w:rPr>
          <w:rFonts w:asciiTheme="minorHAnsi" w:hAnsiTheme="minorHAnsi" w:cs="Arial"/>
          <w:lang w:val="en-US"/>
        </w:rPr>
        <w:t>return it to us</w:t>
      </w:r>
      <w:r w:rsidR="00323857" w:rsidRPr="00C44E8E">
        <w:rPr>
          <w:rFonts w:asciiTheme="minorHAnsi" w:hAnsiTheme="minorHAnsi" w:cs="Arial"/>
          <w:lang w:val="en-US"/>
        </w:rPr>
        <w:t>.</w:t>
      </w:r>
      <w:r w:rsidR="00A2367E">
        <w:rPr>
          <w:rFonts w:asciiTheme="minorHAnsi" w:hAnsiTheme="minorHAnsi" w:cs="Arial"/>
          <w:lang w:val="en-US"/>
        </w:rPr>
        <w:t xml:space="preserve"> The more information we get in advance the better we can support the tests</w:t>
      </w:r>
    </w:p>
    <w:p w14:paraId="68E88E5E" w14:textId="77777777" w:rsidR="00A2597A" w:rsidRDefault="00A2597A" w:rsidP="00A2597A">
      <w:pPr>
        <w:jc w:val="center"/>
        <w:rPr>
          <w:rFonts w:asciiTheme="minorHAnsi" w:hAnsiTheme="minorHAnsi" w:cs="Arial"/>
          <w:sz w:val="22"/>
          <w:szCs w:val="22"/>
          <w:lang w:val="en-US"/>
        </w:rPr>
      </w:pPr>
    </w:p>
    <w:p w14:paraId="3CAA9546" w14:textId="77777777" w:rsidR="00A2597A" w:rsidRPr="00A2597A" w:rsidRDefault="00A2597A" w:rsidP="00A2597A">
      <w:pPr>
        <w:jc w:val="both"/>
        <w:rPr>
          <w:rFonts w:asciiTheme="minorHAnsi" w:hAnsiTheme="minorHAnsi" w:cs="Arial"/>
          <w:b/>
          <w:sz w:val="22"/>
          <w:szCs w:val="22"/>
          <w:lang w:val="en-US"/>
        </w:rPr>
      </w:pPr>
      <w:r w:rsidRPr="00A2597A">
        <w:rPr>
          <w:rFonts w:asciiTheme="minorHAnsi" w:hAnsiTheme="minorHAnsi" w:cs="Arial"/>
          <w:b/>
          <w:sz w:val="22"/>
          <w:szCs w:val="22"/>
          <w:lang w:val="en-US"/>
        </w:rPr>
        <w:t>Data obtained through this questionnaire will be treated confidential and are used by Unify only.</w:t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0"/>
          <w:lang w:val="en-US"/>
        </w:rPr>
        <w:id w:val="-563017226"/>
        <w:docPartObj>
          <w:docPartGallery w:val="Table of Contents"/>
          <w:docPartUnique/>
        </w:docPartObj>
      </w:sdtPr>
      <w:sdtContent>
        <w:p w14:paraId="772D7232" w14:textId="77777777" w:rsidR="00FB4E03" w:rsidRPr="00FA3568" w:rsidRDefault="00FA3568">
          <w:pPr>
            <w:pStyle w:val="TOCHeading"/>
            <w:rPr>
              <w:b w:val="0"/>
              <w:color w:val="auto"/>
              <w:sz w:val="24"/>
              <w:szCs w:val="24"/>
              <w:lang w:val="en-US"/>
            </w:rPr>
          </w:pPr>
          <w:r w:rsidRPr="00FA3568">
            <w:rPr>
              <w:rFonts w:asciiTheme="minorHAnsi" w:hAnsiTheme="minorHAnsi" w:cs="Arial"/>
              <w:b w:val="0"/>
              <w:color w:val="auto"/>
              <w:sz w:val="24"/>
              <w:szCs w:val="24"/>
              <w:lang w:val="en-US"/>
            </w:rPr>
            <w:t>We have split the technical questions into the following parts</w:t>
          </w:r>
          <w:r>
            <w:rPr>
              <w:rFonts w:asciiTheme="minorHAnsi" w:hAnsiTheme="minorHAnsi" w:cs="Arial"/>
              <w:b w:val="0"/>
              <w:color w:val="auto"/>
              <w:sz w:val="24"/>
              <w:szCs w:val="24"/>
              <w:lang w:val="en-US"/>
            </w:rPr>
            <w:t>:</w:t>
          </w:r>
        </w:p>
        <w:p w14:paraId="2582EB37" w14:textId="77777777" w:rsidR="006C6AC1" w:rsidRDefault="00FB4E03">
          <w:pPr>
            <w:pStyle w:val="TO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44E8E">
            <w:rPr>
              <w:lang w:val="en-US"/>
            </w:rPr>
            <w:fldChar w:fldCharType="begin"/>
          </w:r>
          <w:r w:rsidRPr="00C44E8E">
            <w:rPr>
              <w:lang w:val="en-US"/>
            </w:rPr>
            <w:instrText xml:space="preserve"> TOC \o "1-3" \h \z \u </w:instrText>
          </w:r>
          <w:r w:rsidRPr="00C44E8E">
            <w:rPr>
              <w:lang w:val="en-US"/>
            </w:rPr>
            <w:fldChar w:fldCharType="separate"/>
          </w:r>
          <w:hyperlink w:anchor="_Toc10459850" w:history="1">
            <w:r w:rsidR="006C6AC1" w:rsidRPr="00E23C40">
              <w:rPr>
                <w:rStyle w:val="Hyperlink"/>
                <w:noProof/>
              </w:rPr>
              <w:t>1.</w:t>
            </w:r>
            <w:r w:rsidR="006C6A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6AC1" w:rsidRPr="00E23C40">
              <w:rPr>
                <w:rStyle w:val="Hyperlink"/>
                <w:noProof/>
              </w:rPr>
              <w:t>General ITSP information</w:t>
            </w:r>
            <w:r w:rsidR="006C6AC1">
              <w:rPr>
                <w:noProof/>
                <w:webHidden/>
              </w:rPr>
              <w:tab/>
            </w:r>
            <w:r w:rsidR="006C6AC1">
              <w:rPr>
                <w:noProof/>
                <w:webHidden/>
              </w:rPr>
              <w:fldChar w:fldCharType="begin"/>
            </w:r>
            <w:r w:rsidR="006C6AC1">
              <w:rPr>
                <w:noProof/>
                <w:webHidden/>
              </w:rPr>
              <w:instrText xml:space="preserve"> PAGEREF _Toc10459850 \h </w:instrText>
            </w:r>
            <w:r w:rsidR="006C6AC1">
              <w:rPr>
                <w:noProof/>
                <w:webHidden/>
              </w:rPr>
            </w:r>
            <w:r w:rsidR="006C6AC1">
              <w:rPr>
                <w:noProof/>
                <w:webHidden/>
              </w:rPr>
              <w:fldChar w:fldCharType="separate"/>
            </w:r>
            <w:r w:rsidR="006C6AC1">
              <w:rPr>
                <w:noProof/>
                <w:webHidden/>
              </w:rPr>
              <w:t>2</w:t>
            </w:r>
            <w:r w:rsidR="006C6AC1">
              <w:rPr>
                <w:noProof/>
                <w:webHidden/>
              </w:rPr>
              <w:fldChar w:fldCharType="end"/>
            </w:r>
          </w:hyperlink>
        </w:p>
        <w:p w14:paraId="2A866AFC" w14:textId="77777777" w:rsidR="006C6AC1" w:rsidRDefault="00000000">
          <w:pPr>
            <w:pStyle w:val="TO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459851" w:history="1">
            <w:r w:rsidR="006C6AC1" w:rsidRPr="00E23C40">
              <w:rPr>
                <w:rStyle w:val="Hyperlink"/>
                <w:noProof/>
              </w:rPr>
              <w:t>2.</w:t>
            </w:r>
            <w:r w:rsidR="006C6A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6AC1" w:rsidRPr="00E23C40">
              <w:rPr>
                <w:rStyle w:val="Hyperlink"/>
                <w:noProof/>
              </w:rPr>
              <w:t>Technical Questions: Transport and configuration</w:t>
            </w:r>
            <w:r w:rsidR="006C6AC1">
              <w:rPr>
                <w:noProof/>
                <w:webHidden/>
              </w:rPr>
              <w:tab/>
            </w:r>
            <w:r w:rsidR="006C6AC1">
              <w:rPr>
                <w:noProof/>
                <w:webHidden/>
              </w:rPr>
              <w:fldChar w:fldCharType="begin"/>
            </w:r>
            <w:r w:rsidR="006C6AC1">
              <w:rPr>
                <w:noProof/>
                <w:webHidden/>
              </w:rPr>
              <w:instrText xml:space="preserve"> PAGEREF _Toc10459851 \h </w:instrText>
            </w:r>
            <w:r w:rsidR="006C6AC1">
              <w:rPr>
                <w:noProof/>
                <w:webHidden/>
              </w:rPr>
            </w:r>
            <w:r w:rsidR="006C6AC1">
              <w:rPr>
                <w:noProof/>
                <w:webHidden/>
              </w:rPr>
              <w:fldChar w:fldCharType="separate"/>
            </w:r>
            <w:r w:rsidR="006C6AC1">
              <w:rPr>
                <w:noProof/>
                <w:webHidden/>
              </w:rPr>
              <w:t>3</w:t>
            </w:r>
            <w:r w:rsidR="006C6AC1">
              <w:rPr>
                <w:noProof/>
                <w:webHidden/>
              </w:rPr>
              <w:fldChar w:fldCharType="end"/>
            </w:r>
          </w:hyperlink>
        </w:p>
        <w:p w14:paraId="01C2FC66" w14:textId="77777777" w:rsidR="006C6AC1" w:rsidRDefault="00000000">
          <w:pPr>
            <w:pStyle w:val="TO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459852" w:history="1">
            <w:r w:rsidR="006C6AC1" w:rsidRPr="00E23C40">
              <w:rPr>
                <w:rStyle w:val="Hyperlink"/>
                <w:noProof/>
              </w:rPr>
              <w:t>3.</w:t>
            </w:r>
            <w:r w:rsidR="006C6A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6AC1" w:rsidRPr="00E23C40">
              <w:rPr>
                <w:rStyle w:val="Hyperlink"/>
                <w:noProof/>
              </w:rPr>
              <w:t>Technical Questions: Call related</w:t>
            </w:r>
            <w:r w:rsidR="006C6AC1">
              <w:rPr>
                <w:noProof/>
                <w:webHidden/>
              </w:rPr>
              <w:tab/>
            </w:r>
            <w:r w:rsidR="006C6AC1">
              <w:rPr>
                <w:noProof/>
                <w:webHidden/>
              </w:rPr>
              <w:fldChar w:fldCharType="begin"/>
            </w:r>
            <w:r w:rsidR="006C6AC1">
              <w:rPr>
                <w:noProof/>
                <w:webHidden/>
              </w:rPr>
              <w:instrText xml:space="preserve"> PAGEREF _Toc10459852 \h </w:instrText>
            </w:r>
            <w:r w:rsidR="006C6AC1">
              <w:rPr>
                <w:noProof/>
                <w:webHidden/>
              </w:rPr>
            </w:r>
            <w:r w:rsidR="006C6AC1">
              <w:rPr>
                <w:noProof/>
                <w:webHidden/>
              </w:rPr>
              <w:fldChar w:fldCharType="separate"/>
            </w:r>
            <w:r w:rsidR="006C6AC1">
              <w:rPr>
                <w:noProof/>
                <w:webHidden/>
              </w:rPr>
              <w:t>6</w:t>
            </w:r>
            <w:r w:rsidR="006C6AC1">
              <w:rPr>
                <w:noProof/>
                <w:webHidden/>
              </w:rPr>
              <w:fldChar w:fldCharType="end"/>
            </w:r>
          </w:hyperlink>
        </w:p>
        <w:p w14:paraId="30598708" w14:textId="77777777" w:rsidR="006C6AC1" w:rsidRDefault="00000000">
          <w:pPr>
            <w:pStyle w:val="TO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459853" w:history="1">
            <w:r w:rsidR="006C6AC1" w:rsidRPr="00E23C40">
              <w:rPr>
                <w:rStyle w:val="Hyperlink"/>
                <w:noProof/>
              </w:rPr>
              <w:t>4.</w:t>
            </w:r>
            <w:r w:rsidR="006C6A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6AC1" w:rsidRPr="00E23C40">
              <w:rPr>
                <w:rStyle w:val="Hyperlink"/>
                <w:noProof/>
              </w:rPr>
              <w:t>Optional Technical Questions</w:t>
            </w:r>
            <w:r w:rsidR="006C6AC1">
              <w:rPr>
                <w:noProof/>
                <w:webHidden/>
              </w:rPr>
              <w:tab/>
            </w:r>
            <w:r w:rsidR="006C6AC1">
              <w:rPr>
                <w:noProof/>
                <w:webHidden/>
              </w:rPr>
              <w:fldChar w:fldCharType="begin"/>
            </w:r>
            <w:r w:rsidR="006C6AC1">
              <w:rPr>
                <w:noProof/>
                <w:webHidden/>
              </w:rPr>
              <w:instrText xml:space="preserve"> PAGEREF _Toc10459853 \h </w:instrText>
            </w:r>
            <w:r w:rsidR="006C6AC1">
              <w:rPr>
                <w:noProof/>
                <w:webHidden/>
              </w:rPr>
            </w:r>
            <w:r w:rsidR="006C6AC1">
              <w:rPr>
                <w:noProof/>
                <w:webHidden/>
              </w:rPr>
              <w:fldChar w:fldCharType="separate"/>
            </w:r>
            <w:r w:rsidR="006C6AC1">
              <w:rPr>
                <w:noProof/>
                <w:webHidden/>
              </w:rPr>
              <w:t>11</w:t>
            </w:r>
            <w:r w:rsidR="006C6AC1">
              <w:rPr>
                <w:noProof/>
                <w:webHidden/>
              </w:rPr>
              <w:fldChar w:fldCharType="end"/>
            </w:r>
          </w:hyperlink>
        </w:p>
        <w:p w14:paraId="759E1DAA" w14:textId="77777777" w:rsidR="006C6AC1" w:rsidRDefault="00000000">
          <w:pPr>
            <w:pStyle w:val="TO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459854" w:history="1">
            <w:r w:rsidR="006C6AC1" w:rsidRPr="00E23C40">
              <w:rPr>
                <w:rStyle w:val="Hyperlink"/>
                <w:noProof/>
              </w:rPr>
              <w:t>5.</w:t>
            </w:r>
            <w:r w:rsidR="006C6A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6AC1" w:rsidRPr="00E23C40">
              <w:rPr>
                <w:rStyle w:val="Hyperlink"/>
                <w:noProof/>
              </w:rPr>
              <w:t>Background information / Feature descripiton</w:t>
            </w:r>
            <w:r w:rsidR="006C6AC1">
              <w:rPr>
                <w:noProof/>
                <w:webHidden/>
              </w:rPr>
              <w:tab/>
            </w:r>
            <w:r w:rsidR="006C6AC1">
              <w:rPr>
                <w:noProof/>
                <w:webHidden/>
              </w:rPr>
              <w:fldChar w:fldCharType="begin"/>
            </w:r>
            <w:r w:rsidR="006C6AC1">
              <w:rPr>
                <w:noProof/>
                <w:webHidden/>
              </w:rPr>
              <w:instrText xml:space="preserve"> PAGEREF _Toc10459854 \h </w:instrText>
            </w:r>
            <w:r w:rsidR="006C6AC1">
              <w:rPr>
                <w:noProof/>
                <w:webHidden/>
              </w:rPr>
            </w:r>
            <w:r w:rsidR="006C6AC1">
              <w:rPr>
                <w:noProof/>
                <w:webHidden/>
              </w:rPr>
              <w:fldChar w:fldCharType="separate"/>
            </w:r>
            <w:r w:rsidR="006C6AC1">
              <w:rPr>
                <w:noProof/>
                <w:webHidden/>
              </w:rPr>
              <w:t>13</w:t>
            </w:r>
            <w:r w:rsidR="006C6AC1">
              <w:rPr>
                <w:noProof/>
                <w:webHidden/>
              </w:rPr>
              <w:fldChar w:fldCharType="end"/>
            </w:r>
          </w:hyperlink>
        </w:p>
        <w:p w14:paraId="4DE4F8D8" w14:textId="77777777" w:rsidR="006C6AC1" w:rsidRDefault="00000000">
          <w:pPr>
            <w:pStyle w:val="TO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459855" w:history="1">
            <w:r w:rsidR="006C6AC1" w:rsidRPr="00E23C40">
              <w:rPr>
                <w:rStyle w:val="Hyperlink"/>
                <w:noProof/>
              </w:rPr>
              <w:t>6.</w:t>
            </w:r>
            <w:r w:rsidR="006C6A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6AC1" w:rsidRPr="00E23C40">
              <w:rPr>
                <w:rStyle w:val="Hyperlink"/>
                <w:noProof/>
              </w:rPr>
              <w:t>History of Change</w:t>
            </w:r>
            <w:r w:rsidR="006C6AC1">
              <w:rPr>
                <w:noProof/>
                <w:webHidden/>
              </w:rPr>
              <w:tab/>
            </w:r>
            <w:r w:rsidR="006C6AC1">
              <w:rPr>
                <w:noProof/>
                <w:webHidden/>
              </w:rPr>
              <w:fldChar w:fldCharType="begin"/>
            </w:r>
            <w:r w:rsidR="006C6AC1">
              <w:rPr>
                <w:noProof/>
                <w:webHidden/>
              </w:rPr>
              <w:instrText xml:space="preserve"> PAGEREF _Toc10459855 \h </w:instrText>
            </w:r>
            <w:r w:rsidR="006C6AC1">
              <w:rPr>
                <w:noProof/>
                <w:webHidden/>
              </w:rPr>
            </w:r>
            <w:r w:rsidR="006C6AC1">
              <w:rPr>
                <w:noProof/>
                <w:webHidden/>
              </w:rPr>
              <w:fldChar w:fldCharType="separate"/>
            </w:r>
            <w:r w:rsidR="006C6AC1">
              <w:rPr>
                <w:noProof/>
                <w:webHidden/>
              </w:rPr>
              <w:t>13</w:t>
            </w:r>
            <w:r w:rsidR="006C6AC1">
              <w:rPr>
                <w:noProof/>
                <w:webHidden/>
              </w:rPr>
              <w:fldChar w:fldCharType="end"/>
            </w:r>
          </w:hyperlink>
        </w:p>
        <w:p w14:paraId="642B5A7F" w14:textId="77777777" w:rsidR="00FB4E03" w:rsidRPr="00C44E8E" w:rsidRDefault="00FB4E03">
          <w:pPr>
            <w:rPr>
              <w:lang w:val="en-US"/>
            </w:rPr>
          </w:pPr>
          <w:r w:rsidRPr="00C44E8E">
            <w:rPr>
              <w:b/>
              <w:bCs/>
              <w:lang w:val="en-US"/>
            </w:rPr>
            <w:fldChar w:fldCharType="end"/>
          </w:r>
        </w:p>
      </w:sdtContent>
    </w:sdt>
    <w:tbl>
      <w:tblPr>
        <w:tblW w:w="1020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597A" w:rsidRPr="00CA1A6B" w14:paraId="017A2F09" w14:textId="77777777" w:rsidTr="00E9734C">
        <w:trPr>
          <w:cantSplit/>
        </w:trPr>
        <w:tc>
          <w:tcPr>
            <w:tcW w:w="10206" w:type="dxa"/>
            <w:shd w:val="clear" w:color="auto" w:fill="EAF1DD" w:themeFill="accent3" w:themeFillTint="33"/>
          </w:tcPr>
          <w:p w14:paraId="6E3BA6C8" w14:textId="77777777" w:rsidR="00A2597A" w:rsidRPr="00C44E8E" w:rsidRDefault="00A2597A" w:rsidP="00E9734C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Questions in “green” cells are mandatory to start the certification</w:t>
            </w:r>
          </w:p>
        </w:tc>
      </w:tr>
    </w:tbl>
    <w:p w14:paraId="476B20CB" w14:textId="77777777" w:rsidR="00031558" w:rsidRPr="00C44E8E" w:rsidRDefault="00165ECB" w:rsidP="00031558">
      <w:pPr>
        <w:rPr>
          <w:rFonts w:asciiTheme="minorHAnsi" w:hAnsiTheme="minorHAnsi" w:cs="Arial"/>
          <w:b/>
          <w:lang w:val="en-US"/>
        </w:rPr>
      </w:pPr>
      <w:r w:rsidRPr="00C44E8E">
        <w:rPr>
          <w:rFonts w:asciiTheme="minorHAnsi" w:hAnsiTheme="minorHAnsi" w:cs="Arial"/>
          <w:b/>
          <w:lang w:val="en-US"/>
        </w:rPr>
        <w:t>Many thanks for your help!</w:t>
      </w:r>
    </w:p>
    <w:p w14:paraId="73D5F23F" w14:textId="77777777" w:rsidR="00165ECB" w:rsidRPr="00C44E8E" w:rsidRDefault="00165ECB" w:rsidP="00031558">
      <w:pPr>
        <w:rPr>
          <w:rFonts w:asciiTheme="minorHAnsi" w:hAnsiTheme="minorHAnsi" w:cs="Arial"/>
          <w:b/>
          <w:lang w:val="en-US"/>
        </w:rPr>
      </w:pPr>
    </w:p>
    <w:p w14:paraId="71BB52C5" w14:textId="77777777" w:rsidR="00954F77" w:rsidRPr="00A2597A" w:rsidRDefault="00954F77" w:rsidP="00FA3568">
      <w:pPr>
        <w:rPr>
          <w:rStyle w:val="Emphasis"/>
          <w:rFonts w:asciiTheme="minorHAnsi" w:hAnsiTheme="minorHAnsi"/>
          <w:b/>
          <w:i w:val="0"/>
          <w:sz w:val="28"/>
          <w:szCs w:val="28"/>
          <w:lang w:val="en-US"/>
        </w:rPr>
      </w:pPr>
      <w:r w:rsidRPr="00A2597A">
        <w:rPr>
          <w:rStyle w:val="Emphasis"/>
          <w:rFonts w:asciiTheme="minorHAnsi" w:hAnsiTheme="minorHAnsi"/>
          <w:b/>
          <w:i w:val="0"/>
          <w:sz w:val="28"/>
          <w:szCs w:val="28"/>
          <w:lang w:val="en-US"/>
        </w:rPr>
        <w:t>Certification type</w:t>
      </w:r>
    </w:p>
    <w:p w14:paraId="3A634162" w14:textId="77777777" w:rsidR="00954F77" w:rsidRPr="00C44E8E" w:rsidRDefault="00954F77" w:rsidP="00954F77">
      <w:pPr>
        <w:rPr>
          <w:rFonts w:asciiTheme="minorHAnsi" w:hAnsiTheme="minorHAnsi" w:cs="Arial"/>
          <w:b/>
          <w:sz w:val="22"/>
          <w:szCs w:val="22"/>
          <w:lang w:val="en-US"/>
        </w:rPr>
      </w:pPr>
    </w:p>
    <w:tbl>
      <w:tblPr>
        <w:tblW w:w="1020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954F77" w:rsidRPr="00C44E8E" w14:paraId="00D8F569" w14:textId="77777777" w:rsidTr="00A2597A">
        <w:trPr>
          <w:cantSplit/>
        </w:trPr>
        <w:tc>
          <w:tcPr>
            <w:tcW w:w="5103" w:type="dxa"/>
            <w:shd w:val="clear" w:color="auto" w:fill="EAF1DD" w:themeFill="accent3" w:themeFillTint="33"/>
          </w:tcPr>
          <w:p w14:paraId="0CD02326" w14:textId="77777777" w:rsidR="00954F77" w:rsidRPr="00C44E8E" w:rsidRDefault="00954F77" w:rsidP="00954F77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This is the first certification</w:t>
            </w:r>
            <w:r w:rsidRPr="00C44E8E">
              <w:rPr>
                <w:rFonts w:asciiTheme="minorHAnsi" w:hAnsiTheme="minorHAnsi" w:cs="Arial"/>
                <w:lang w:val="en-US"/>
              </w:rPr>
              <w:br/>
            </w:r>
            <w:r w:rsidRPr="00C44E8E">
              <w:rPr>
                <w:rFonts w:asciiTheme="minorHAnsi" w:hAnsiTheme="minorHAnsi" w:cs="Arial"/>
                <w:i/>
                <w:lang w:val="en-US"/>
              </w:rPr>
              <w:t>(initial certification)</w:t>
            </w:r>
          </w:p>
        </w:tc>
        <w:tc>
          <w:tcPr>
            <w:tcW w:w="5103" w:type="dxa"/>
            <w:shd w:val="clear" w:color="auto" w:fill="EAF1DD" w:themeFill="accent3" w:themeFillTint="33"/>
          </w:tcPr>
          <w:p w14:paraId="27E1146A" w14:textId="77777777" w:rsidR="00954F7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21035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4F7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954F77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  <w:r w:rsidR="00954F77" w:rsidRPr="00C44E8E">
              <w:rPr>
                <w:rFonts w:asciiTheme="minorHAnsi" w:hAnsiTheme="minorHAnsi" w:cs="Arial"/>
                <w:lang w:val="en-US"/>
              </w:rPr>
              <w:tab/>
            </w:r>
            <w:sdt>
              <w:sdtPr>
                <w:rPr>
                  <w:rFonts w:asciiTheme="minorHAnsi" w:hAnsiTheme="minorHAnsi" w:cs="Arial"/>
                  <w:lang w:val="en-US"/>
                </w:rPr>
                <w:id w:val="46755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4F7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954F7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954F77" w:rsidRPr="00C44E8E" w14:paraId="393307F9" w14:textId="77777777" w:rsidTr="00FB4E03">
        <w:trPr>
          <w:cantSplit/>
        </w:trPr>
        <w:tc>
          <w:tcPr>
            <w:tcW w:w="5103" w:type="dxa"/>
          </w:tcPr>
          <w:p w14:paraId="1E4B7AE3" w14:textId="77777777" w:rsidR="00954F77" w:rsidRPr="00C44E8E" w:rsidRDefault="00954F77" w:rsidP="00954F77">
            <w:pPr>
              <w:pStyle w:val="Header"/>
              <w:keepNext/>
              <w:spacing w:after="60"/>
              <w:rPr>
                <w:rFonts w:asciiTheme="minorHAnsi" w:hAnsiTheme="minorHAnsi" w:cs="Arial"/>
                <w:i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This is the re- certification</w:t>
            </w:r>
            <w:r w:rsidRPr="00C44E8E">
              <w:rPr>
                <w:rFonts w:asciiTheme="minorHAnsi" w:hAnsiTheme="minorHAnsi" w:cs="Arial"/>
                <w:lang w:val="en-US"/>
              </w:rPr>
              <w:br/>
            </w:r>
            <w:r w:rsidRPr="00C44E8E">
              <w:rPr>
                <w:rFonts w:asciiTheme="minorHAnsi" w:hAnsiTheme="minorHAnsi" w:cs="Arial"/>
                <w:i/>
                <w:lang w:val="en-US"/>
              </w:rPr>
              <w:t>(initial certification was alread passed )</w:t>
            </w:r>
          </w:p>
          <w:p w14:paraId="50B623B7" w14:textId="77777777" w:rsidR="000A3885" w:rsidRPr="00C44E8E" w:rsidRDefault="000A3885" w:rsidP="000A3885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Have you made any modifications to your interfaces since the last certification date?</w:t>
            </w:r>
            <w:r w:rsidRPr="00C44E8E">
              <w:rPr>
                <w:rFonts w:asciiTheme="minorHAnsi" w:hAnsiTheme="minorHAnsi" w:cs="Arial"/>
                <w:lang w:val="en-US"/>
              </w:rPr>
              <w:br/>
            </w:r>
            <w:r w:rsidRPr="00C44E8E">
              <w:rPr>
                <w:rFonts w:asciiTheme="minorHAnsi" w:hAnsiTheme="minorHAnsi" w:cs="Arial"/>
                <w:i/>
                <w:lang w:val="en-US"/>
              </w:rPr>
              <w:t>(e.g. new platform, new features, new transport)</w:t>
            </w:r>
          </w:p>
        </w:tc>
        <w:tc>
          <w:tcPr>
            <w:tcW w:w="5103" w:type="dxa"/>
          </w:tcPr>
          <w:p w14:paraId="7685133C" w14:textId="77777777" w:rsidR="00954F7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18995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4F7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954F77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  <w:r w:rsidR="00954F77" w:rsidRPr="00C44E8E">
              <w:rPr>
                <w:rFonts w:asciiTheme="minorHAnsi" w:hAnsiTheme="minorHAnsi" w:cs="Arial"/>
                <w:lang w:val="en-US"/>
              </w:rPr>
              <w:tab/>
            </w:r>
            <w:sdt>
              <w:sdtPr>
                <w:rPr>
                  <w:rFonts w:asciiTheme="minorHAnsi" w:hAnsiTheme="minorHAnsi" w:cs="Arial"/>
                  <w:lang w:val="en-US"/>
                </w:rPr>
                <w:id w:val="147108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4F7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954F7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  <w:p w14:paraId="6A3FCE98" w14:textId="77777777" w:rsidR="000A3885" w:rsidRPr="00C44E8E" w:rsidRDefault="000A3885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  <w:p w14:paraId="2CE58957" w14:textId="77777777" w:rsidR="000A3885" w:rsidRPr="00C44E8E" w:rsidRDefault="00000000" w:rsidP="000A3885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029457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3885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0A3885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  <w:r w:rsidR="000A3885" w:rsidRPr="00C44E8E">
              <w:rPr>
                <w:rFonts w:asciiTheme="minorHAnsi" w:hAnsiTheme="minorHAnsi" w:cs="Arial"/>
                <w:lang w:val="en-US"/>
              </w:rPr>
              <w:tab/>
            </w:r>
            <w:sdt>
              <w:sdtPr>
                <w:rPr>
                  <w:rFonts w:asciiTheme="minorHAnsi" w:hAnsiTheme="minorHAnsi" w:cs="Arial"/>
                  <w:lang w:val="en-US"/>
                </w:rPr>
                <w:id w:val="-417787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3885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0A3885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  <w:p w14:paraId="7CD2AC90" w14:textId="77777777" w:rsidR="00954F77" w:rsidRPr="00C44E8E" w:rsidRDefault="00954F77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75C5B871" w14:textId="77777777" w:rsidR="002A5534" w:rsidRPr="00C44E8E" w:rsidRDefault="002A5534">
      <w:pPr>
        <w:rPr>
          <w:rFonts w:asciiTheme="minorHAnsi" w:hAnsiTheme="minorHAnsi" w:cs="Arial"/>
          <w:b/>
          <w:bCs/>
          <w:sz w:val="28"/>
          <w:szCs w:val="24"/>
          <w:lang w:val="en-US"/>
        </w:rPr>
      </w:pPr>
      <w:r w:rsidRPr="00C44E8E">
        <w:rPr>
          <w:rFonts w:asciiTheme="minorHAnsi" w:hAnsiTheme="minorHAnsi" w:cs="Arial"/>
          <w:lang w:val="en-US"/>
        </w:rPr>
        <w:br w:type="page"/>
      </w:r>
    </w:p>
    <w:p w14:paraId="3D41B0DA" w14:textId="77777777" w:rsidR="009A71A2" w:rsidRPr="00C44E8E" w:rsidRDefault="00031558" w:rsidP="00FB4E03">
      <w:pPr>
        <w:pStyle w:val="Heading1"/>
        <w:numPr>
          <w:ilvl w:val="0"/>
          <w:numId w:val="18"/>
        </w:numPr>
        <w:ind w:hanging="720"/>
        <w:rPr>
          <w:rFonts w:asciiTheme="minorHAnsi" w:hAnsiTheme="minorHAnsi"/>
          <w:bCs w:val="0"/>
          <w:noProof/>
          <w:sz w:val="24"/>
          <w:szCs w:val="22"/>
        </w:rPr>
      </w:pPr>
      <w:bookmarkStart w:id="0" w:name="_Toc10459850"/>
      <w:r w:rsidRPr="00C44E8E">
        <w:rPr>
          <w:rFonts w:asciiTheme="minorHAnsi" w:hAnsiTheme="minorHAnsi"/>
          <w:bCs w:val="0"/>
          <w:noProof/>
          <w:sz w:val="24"/>
          <w:szCs w:val="22"/>
        </w:rPr>
        <w:lastRenderedPageBreak/>
        <w:t>Ge</w:t>
      </w:r>
      <w:r w:rsidR="009A71A2" w:rsidRPr="00C44E8E">
        <w:rPr>
          <w:rFonts w:asciiTheme="minorHAnsi" w:hAnsiTheme="minorHAnsi"/>
          <w:bCs w:val="0"/>
          <w:noProof/>
          <w:sz w:val="24"/>
          <w:szCs w:val="22"/>
        </w:rPr>
        <w:t>neral</w:t>
      </w:r>
      <w:r w:rsidR="002A5534" w:rsidRPr="00C44E8E">
        <w:rPr>
          <w:rFonts w:asciiTheme="minorHAnsi" w:hAnsiTheme="minorHAnsi"/>
          <w:bCs w:val="0"/>
          <w:noProof/>
          <w:sz w:val="24"/>
          <w:szCs w:val="22"/>
        </w:rPr>
        <w:t xml:space="preserve"> ITSP information</w:t>
      </w:r>
      <w:bookmarkEnd w:id="0"/>
    </w:p>
    <w:p w14:paraId="1C2A60F5" w14:textId="77777777" w:rsidR="00031558" w:rsidRPr="00C44E8E" w:rsidRDefault="00031558" w:rsidP="00031558">
      <w:pPr>
        <w:rPr>
          <w:rFonts w:asciiTheme="minorHAnsi" w:hAnsiTheme="minorHAnsi" w:cs="Arial"/>
          <w:b/>
          <w:sz w:val="22"/>
          <w:szCs w:val="22"/>
          <w:lang w:val="en-US"/>
        </w:rPr>
      </w:pPr>
    </w:p>
    <w:tbl>
      <w:tblPr>
        <w:tblW w:w="1020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31558" w:rsidRPr="00C44E8E" w14:paraId="7CF7966E" w14:textId="77777777" w:rsidTr="00427211">
        <w:trPr>
          <w:cantSplit/>
        </w:trPr>
        <w:tc>
          <w:tcPr>
            <w:tcW w:w="5103" w:type="dxa"/>
            <w:shd w:val="clear" w:color="auto" w:fill="EAF1DD" w:themeFill="accent3" w:themeFillTint="33"/>
          </w:tcPr>
          <w:p w14:paraId="20D64E9A" w14:textId="77777777" w:rsidR="00031558" w:rsidRPr="00C44E8E" w:rsidRDefault="0004452D" w:rsidP="0004452D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ITSP product / Trunk Service Name </w:t>
            </w:r>
            <w:r w:rsidR="00031558" w:rsidRPr="00C44E8E">
              <w:rPr>
                <w:rFonts w:asciiTheme="minorHAnsi" w:hAnsiTheme="minorHAnsi" w:cs="Arial"/>
                <w:lang w:val="en-US"/>
              </w:rPr>
              <w:br/>
            </w:r>
            <w:r w:rsidRPr="00C44E8E">
              <w:rPr>
                <w:rFonts w:asciiTheme="minorHAnsi" w:hAnsiTheme="minorHAnsi" w:cs="Arial"/>
                <w:i/>
                <w:lang w:val="en-US"/>
              </w:rPr>
              <w:t>(</w:t>
            </w:r>
            <w:r w:rsidRPr="00E9734C">
              <w:rPr>
                <w:rFonts w:asciiTheme="minorHAnsi" w:hAnsiTheme="minorHAnsi" w:cs="Arial"/>
                <w:b/>
                <w:i/>
                <w:lang w:val="en-US"/>
              </w:rPr>
              <w:t>this name will be used as profile name in the PBX</w:t>
            </w:r>
            <w:r w:rsidRPr="00C44E8E">
              <w:rPr>
                <w:rFonts w:asciiTheme="minorHAnsi" w:hAnsiTheme="minorHAnsi" w:cs="Arial"/>
                <w:i/>
                <w:lang w:val="en-US"/>
              </w:rPr>
              <w:t>)</w:t>
            </w:r>
          </w:p>
        </w:tc>
        <w:tc>
          <w:tcPr>
            <w:tcW w:w="5103" w:type="dxa"/>
            <w:shd w:val="clear" w:color="auto" w:fill="EAF1DD" w:themeFill="accent3" w:themeFillTint="33"/>
          </w:tcPr>
          <w:p w14:paraId="58923B3E" w14:textId="77777777" w:rsidR="00031558" w:rsidRPr="00C44E8E" w:rsidRDefault="00031558" w:rsidP="00A41292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04452D" w:rsidRPr="00C44E8E" w14:paraId="0B067C9B" w14:textId="77777777" w:rsidTr="00427211">
        <w:trPr>
          <w:cantSplit/>
        </w:trPr>
        <w:tc>
          <w:tcPr>
            <w:tcW w:w="5103" w:type="dxa"/>
            <w:shd w:val="clear" w:color="auto" w:fill="EAF1DD" w:themeFill="accent3" w:themeFillTint="33"/>
          </w:tcPr>
          <w:p w14:paraId="41530328" w14:textId="77777777" w:rsidR="0004452D" w:rsidRPr="00C44E8E" w:rsidRDefault="0004452D" w:rsidP="0004452D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Internet page (URL)</w:t>
            </w:r>
            <w:r w:rsidRPr="00C44E8E">
              <w:rPr>
                <w:rFonts w:asciiTheme="minorHAnsi" w:hAnsiTheme="minorHAnsi" w:cs="Arial"/>
                <w:lang w:val="en-US"/>
              </w:rPr>
              <w:br/>
            </w:r>
            <w:r w:rsidRPr="00C44E8E">
              <w:rPr>
                <w:rFonts w:asciiTheme="minorHAnsi" w:hAnsiTheme="minorHAnsi" w:cs="Arial"/>
                <w:i/>
                <w:lang w:val="en-US"/>
              </w:rPr>
              <w:t>(this link will be published on our Wiki page)</w:t>
            </w:r>
          </w:p>
        </w:tc>
        <w:tc>
          <w:tcPr>
            <w:tcW w:w="5103" w:type="dxa"/>
            <w:shd w:val="clear" w:color="auto" w:fill="EAF1DD" w:themeFill="accent3" w:themeFillTint="33"/>
          </w:tcPr>
          <w:p w14:paraId="28ACDF7D" w14:textId="77777777" w:rsidR="0004452D" w:rsidRPr="00C44E8E" w:rsidRDefault="0004452D" w:rsidP="00A41292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12E6F0A5" w14:textId="77777777" w:rsidR="00031558" w:rsidRPr="00C44E8E" w:rsidRDefault="00031558" w:rsidP="00031558">
      <w:pPr>
        <w:rPr>
          <w:rFonts w:asciiTheme="minorHAnsi" w:hAnsiTheme="minorHAnsi" w:cs="Arial"/>
          <w:b/>
          <w:sz w:val="22"/>
          <w:szCs w:val="22"/>
          <w:lang w:val="en-US"/>
        </w:rPr>
      </w:pPr>
    </w:p>
    <w:p w14:paraId="40AAB578" w14:textId="77777777" w:rsidR="00FB4E03" w:rsidRPr="00C44E8E" w:rsidRDefault="00FB4E03" w:rsidP="00FB4E03">
      <w:pPr>
        <w:spacing w:before="120" w:after="120"/>
        <w:rPr>
          <w:rStyle w:val="Strong"/>
          <w:lang w:val="en-US"/>
        </w:rPr>
      </w:pPr>
      <w:r w:rsidRPr="00C44E8E">
        <w:rPr>
          <w:rStyle w:val="Strong"/>
          <w:lang w:val="en-US"/>
        </w:rPr>
        <w:t>Contact Information</w:t>
      </w:r>
    </w:p>
    <w:tbl>
      <w:tblPr>
        <w:tblW w:w="1020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FB4E03" w:rsidRPr="00C44E8E" w14:paraId="0497E9AF" w14:textId="77777777" w:rsidTr="00427211">
        <w:trPr>
          <w:cantSplit/>
        </w:trPr>
        <w:tc>
          <w:tcPr>
            <w:tcW w:w="5103" w:type="dxa"/>
            <w:shd w:val="clear" w:color="auto" w:fill="EAF1DD" w:themeFill="accent3" w:themeFillTint="33"/>
          </w:tcPr>
          <w:p w14:paraId="70009A07" w14:textId="77777777" w:rsidR="00FB4E03" w:rsidRDefault="00FB4E03" w:rsidP="00FB4E03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Contact Name(s)</w:t>
            </w:r>
          </w:p>
          <w:p w14:paraId="6221EBC9" w14:textId="77777777" w:rsidR="00ED7170" w:rsidRDefault="00ED7170" w:rsidP="00FB4E03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Email</w:t>
            </w:r>
          </w:p>
          <w:p w14:paraId="4A5F77ED" w14:textId="77777777" w:rsidR="00ED7170" w:rsidRDefault="00ED7170" w:rsidP="00FB4E03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Phone number</w:t>
            </w:r>
          </w:p>
          <w:p w14:paraId="4B88AD3E" w14:textId="77777777" w:rsidR="00ED7170" w:rsidRPr="00C44E8E" w:rsidRDefault="00ED7170" w:rsidP="00FB4E03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Address</w:t>
            </w:r>
          </w:p>
        </w:tc>
        <w:tc>
          <w:tcPr>
            <w:tcW w:w="5103" w:type="dxa"/>
            <w:shd w:val="clear" w:color="auto" w:fill="EAF1DD" w:themeFill="accent3" w:themeFillTint="33"/>
          </w:tcPr>
          <w:p w14:paraId="556AFDD0" w14:textId="77777777" w:rsidR="00FB4E03" w:rsidRPr="00C44E8E" w:rsidRDefault="00FB4E03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52EC9F3D" w14:textId="77777777" w:rsidR="00FB4E03" w:rsidRPr="00C44E8E" w:rsidRDefault="00FB4E03" w:rsidP="00FB4E03">
      <w:pPr>
        <w:rPr>
          <w:rFonts w:asciiTheme="minorHAnsi" w:hAnsiTheme="minorHAnsi" w:cs="Arial"/>
          <w:b/>
          <w:sz w:val="22"/>
          <w:szCs w:val="22"/>
          <w:lang w:val="en-US"/>
        </w:rPr>
      </w:pPr>
    </w:p>
    <w:p w14:paraId="5AA5B7A2" w14:textId="77777777" w:rsidR="0004452D" w:rsidRPr="00C44E8E" w:rsidRDefault="0004452D" w:rsidP="00FB4E03">
      <w:pPr>
        <w:spacing w:before="120" w:after="120"/>
        <w:rPr>
          <w:rStyle w:val="Strong"/>
          <w:lang w:val="en-US"/>
        </w:rPr>
      </w:pPr>
      <w:r w:rsidRPr="00C44E8E">
        <w:rPr>
          <w:rStyle w:val="Strong"/>
          <w:lang w:val="en-US"/>
        </w:rPr>
        <w:t>Please select the countries your service supports</w:t>
      </w:r>
    </w:p>
    <w:tbl>
      <w:tblPr>
        <w:tblStyle w:val="TableGrid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2126"/>
        <w:gridCol w:w="425"/>
        <w:gridCol w:w="2126"/>
        <w:gridCol w:w="427"/>
        <w:gridCol w:w="2126"/>
        <w:gridCol w:w="425"/>
        <w:gridCol w:w="2127"/>
      </w:tblGrid>
      <w:tr w:rsidR="00596533" w:rsidRPr="00C44E8E" w14:paraId="6452BA3F" w14:textId="77777777" w:rsidTr="00427211">
        <w:sdt>
          <w:sdtPr>
            <w:rPr>
              <w:rFonts w:asciiTheme="minorHAnsi" w:hAnsiTheme="minorHAnsi" w:cs="Arial"/>
              <w:lang w:val="en-US"/>
            </w:rPr>
            <w:id w:val="-1816248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22829ED7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0814618B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Australia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543523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10EED742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35C4B693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Finland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564872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569CF6B3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5EB10DF0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Lithuania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1288586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49709305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7EC4F0B1" w14:textId="77777777" w:rsidR="00596533" w:rsidRPr="00C44E8E" w:rsidRDefault="00596533" w:rsidP="00932AE6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Reunion</w:t>
            </w:r>
          </w:p>
        </w:tc>
      </w:tr>
      <w:tr w:rsidR="00596533" w:rsidRPr="00C44E8E" w14:paraId="3B4261C1" w14:textId="77777777" w:rsidTr="00427211">
        <w:sdt>
          <w:sdtPr>
            <w:rPr>
              <w:rFonts w:asciiTheme="minorHAnsi" w:hAnsiTheme="minorHAnsi" w:cs="Arial"/>
              <w:lang w:val="en-US"/>
            </w:rPr>
            <w:id w:val="1150869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54BFFE25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6485A390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Austria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2139552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75E0A825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469F95AB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France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2057507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733D8F45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1BAE3537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Luxembourg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846872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053C4F3C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75B85283" w14:textId="77777777" w:rsidR="00596533" w:rsidRPr="00C44E8E" w:rsidRDefault="00596533" w:rsidP="00932AE6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Romania</w:t>
            </w:r>
          </w:p>
        </w:tc>
      </w:tr>
      <w:tr w:rsidR="00596533" w:rsidRPr="00C44E8E" w14:paraId="77A4DF68" w14:textId="77777777" w:rsidTr="00427211">
        <w:sdt>
          <w:sdtPr>
            <w:rPr>
              <w:rFonts w:asciiTheme="minorHAnsi" w:hAnsiTheme="minorHAnsi" w:cs="Arial"/>
              <w:lang w:val="en-US"/>
            </w:rPr>
            <w:id w:val="1128893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7CACEDD2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112C80C9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Belgium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1743975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73555D48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2CE89130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Germany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1350379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7116A5FE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0CEAED06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Malta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1175654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2B93BA73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5D649B40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Serbia</w:t>
            </w:r>
          </w:p>
        </w:tc>
      </w:tr>
      <w:tr w:rsidR="00596533" w:rsidRPr="00C44E8E" w14:paraId="69BEA6A0" w14:textId="77777777" w:rsidTr="00427211">
        <w:sdt>
          <w:sdtPr>
            <w:rPr>
              <w:rFonts w:asciiTheme="minorHAnsi" w:hAnsiTheme="minorHAnsi" w:cs="Arial"/>
              <w:lang w:val="en-US"/>
            </w:rPr>
            <w:id w:val="-899366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0B1B8DF9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3B22403B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Brazil 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2015374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2C06E8CF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201E0AB8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Greece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1448739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3B8DED31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4ED13B0E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Martinique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233906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4BD36226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07693263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Slovakia</w:t>
            </w:r>
          </w:p>
        </w:tc>
      </w:tr>
      <w:tr w:rsidR="00596533" w:rsidRPr="00C44E8E" w14:paraId="23CE53C0" w14:textId="77777777" w:rsidTr="00427211">
        <w:sdt>
          <w:sdtPr>
            <w:rPr>
              <w:rFonts w:asciiTheme="minorHAnsi" w:hAnsiTheme="minorHAnsi" w:cs="Arial"/>
              <w:lang w:val="en-US"/>
            </w:rPr>
            <w:id w:val="2089723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520B3DD6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1450224C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Bulgaria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283573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61407222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006768DC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Guadeloupe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29770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1A2E5F9F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001703E0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Mayotte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348873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0DFC5132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23C3A644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Slovenia</w:t>
            </w:r>
          </w:p>
        </w:tc>
      </w:tr>
      <w:tr w:rsidR="00596533" w:rsidRPr="00C44E8E" w14:paraId="4EFE6403" w14:textId="77777777" w:rsidTr="00427211">
        <w:sdt>
          <w:sdtPr>
            <w:rPr>
              <w:rFonts w:asciiTheme="minorHAnsi" w:hAnsiTheme="minorHAnsi" w:cs="Arial"/>
              <w:lang w:val="en-US"/>
            </w:rPr>
            <w:id w:val="12875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3D6FA672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7F513801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Canada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1253629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69DE8156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1814AD91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Hong Kong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785278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6C5347AC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51F193EF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Mexico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137773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3BC51ACE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13A228A8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Spain</w:t>
            </w:r>
          </w:p>
        </w:tc>
      </w:tr>
      <w:tr w:rsidR="00596533" w:rsidRPr="00C44E8E" w14:paraId="3E8F4009" w14:textId="77777777" w:rsidTr="00427211">
        <w:sdt>
          <w:sdtPr>
            <w:rPr>
              <w:rFonts w:asciiTheme="minorHAnsi" w:hAnsiTheme="minorHAnsi" w:cs="Arial"/>
              <w:lang w:val="en-US"/>
            </w:rPr>
            <w:id w:val="1463700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104F9CA9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5939C381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Croatia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1952132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180E09FA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6DA174B0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Hungary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632936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66067EF8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2241D3D3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Monaco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201169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5268166D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7E312617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South Africa</w:t>
            </w:r>
          </w:p>
        </w:tc>
      </w:tr>
      <w:tr w:rsidR="00596533" w:rsidRPr="00C44E8E" w14:paraId="55C82B2C" w14:textId="77777777" w:rsidTr="00427211">
        <w:sdt>
          <w:sdtPr>
            <w:rPr>
              <w:rFonts w:asciiTheme="minorHAnsi" w:hAnsiTheme="minorHAnsi" w:cs="Arial"/>
              <w:lang w:val="en-US"/>
            </w:rPr>
            <w:id w:val="-288351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18986087" w14:textId="77777777" w:rsidR="00596533" w:rsidRPr="00C44E8E" w:rsidRDefault="00596533" w:rsidP="00932AE6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28BBEAEB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Chile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850996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4C3004F9" w14:textId="77777777" w:rsidR="00596533" w:rsidRPr="00C44E8E" w:rsidRDefault="00596533" w:rsidP="00932AE6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693BA8DC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Ireland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994220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30C9E90C" w14:textId="77777777" w:rsidR="00596533" w:rsidRPr="00C44E8E" w:rsidRDefault="00596533" w:rsidP="00932AE6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4CFE4521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Netherlands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1146900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51AEDFAC" w14:textId="77777777" w:rsidR="00596533" w:rsidRPr="00C44E8E" w:rsidRDefault="00596533" w:rsidP="00932AE6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3CC7BDC6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Sweden</w:t>
            </w:r>
          </w:p>
        </w:tc>
      </w:tr>
      <w:tr w:rsidR="00596533" w:rsidRPr="00C44E8E" w14:paraId="7E445FFB" w14:textId="77777777" w:rsidTr="00427211">
        <w:sdt>
          <w:sdtPr>
            <w:rPr>
              <w:rFonts w:asciiTheme="minorHAnsi" w:hAnsiTheme="minorHAnsi" w:cs="Arial"/>
              <w:lang w:val="en-US"/>
            </w:rPr>
            <w:id w:val="1413588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7B2D1371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0B4FDBCD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Cyprus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1630749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11B003CB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288E3EB1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Italy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130104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7407CBC3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6A20F245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New Zealand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118457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0CFB39C8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1CE452AC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Switzerland</w:t>
            </w:r>
          </w:p>
        </w:tc>
      </w:tr>
      <w:tr w:rsidR="00596533" w:rsidRPr="00C44E8E" w14:paraId="026C8AA7" w14:textId="77777777" w:rsidTr="00427211">
        <w:sdt>
          <w:sdtPr>
            <w:rPr>
              <w:rFonts w:asciiTheme="minorHAnsi" w:hAnsiTheme="minorHAnsi" w:cs="Arial"/>
              <w:lang w:val="en-US"/>
            </w:rPr>
            <w:id w:val="-395283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202315AC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7D033A20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Czech Republic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1707948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7FD9EB3C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662268B0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Japan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606626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51170692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7B63F8AF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Norway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1497766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4548561F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031CC98B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United Kingdom</w:t>
            </w:r>
          </w:p>
        </w:tc>
      </w:tr>
      <w:tr w:rsidR="00596533" w:rsidRPr="00C44E8E" w14:paraId="60CCBA45" w14:textId="77777777" w:rsidTr="00427211">
        <w:sdt>
          <w:sdtPr>
            <w:rPr>
              <w:rFonts w:asciiTheme="minorHAnsi" w:hAnsiTheme="minorHAnsi" w:cs="Arial"/>
              <w:lang w:val="en-US"/>
            </w:rPr>
            <w:id w:val="-1137173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190FE225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116355C5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Denmark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1340280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2ADE187D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255E445A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Latvia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522290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2C710943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  <w:bottom w:val="single" w:sz="4" w:space="0" w:color="auto"/>
            </w:tcBorders>
            <w:shd w:val="clear" w:color="auto" w:fill="EAF1DD" w:themeFill="accent3" w:themeFillTint="33"/>
          </w:tcPr>
          <w:p w14:paraId="077D1DA5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Poland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324048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65E6EF4C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2127" w:type="dxa"/>
            <w:tcBorders>
              <w:left w:val="nil"/>
            </w:tcBorders>
            <w:shd w:val="clear" w:color="auto" w:fill="EAF1DD" w:themeFill="accent3" w:themeFillTint="33"/>
          </w:tcPr>
          <w:p w14:paraId="677724D4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USA</w:t>
            </w:r>
          </w:p>
        </w:tc>
      </w:tr>
      <w:tr w:rsidR="00596533" w:rsidRPr="00C44E8E" w14:paraId="24BFE637" w14:textId="77777777" w:rsidTr="00427211">
        <w:sdt>
          <w:sdtPr>
            <w:rPr>
              <w:rFonts w:asciiTheme="minorHAnsi" w:hAnsiTheme="minorHAnsi" w:cs="Arial"/>
              <w:lang w:val="en-US"/>
            </w:rPr>
            <w:id w:val="-1155986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2912E06E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54389CFF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Estonia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276649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1AEBD5F4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647BBA05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Liechtenstein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-417708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7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799C3D7C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79EFBEEC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Portugal</w:t>
            </w:r>
          </w:p>
        </w:tc>
        <w:sdt>
          <w:sdtPr>
            <w:rPr>
              <w:rFonts w:asciiTheme="minorHAnsi" w:hAnsiTheme="minorHAnsi" w:cs="Arial"/>
              <w:lang w:val="en-US"/>
            </w:rPr>
            <w:id w:val="2135440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52" w:type="dxa"/>
                <w:gridSpan w:val="2"/>
                <w:shd w:val="clear" w:color="auto" w:fill="EAF1DD" w:themeFill="accent3" w:themeFillTint="33"/>
              </w:tcPr>
              <w:p w14:paraId="7D7C4DC1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</w:tr>
      <w:tr w:rsidR="00596533" w:rsidRPr="00C44E8E" w14:paraId="13BE4534" w14:textId="77777777" w:rsidTr="00427211">
        <w:sdt>
          <w:sdtPr>
            <w:rPr>
              <w:rFonts w:asciiTheme="minorHAnsi" w:hAnsiTheme="minorHAnsi" w:cs="Arial"/>
              <w:lang w:val="en-US"/>
            </w:rPr>
            <w:id w:val="-373779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4" w:type="dxa"/>
                <w:tcBorders>
                  <w:right w:val="nil"/>
                </w:tcBorders>
                <w:shd w:val="clear" w:color="auto" w:fill="EAF1DD" w:themeFill="accent3" w:themeFillTint="33"/>
              </w:tcPr>
              <w:p w14:paraId="70EFA49E" w14:textId="77777777" w:rsidR="00596533" w:rsidRPr="00C44E8E" w:rsidRDefault="00596533" w:rsidP="0004452D">
                <w:pPr>
                  <w:rPr>
                    <w:rFonts w:asciiTheme="minorHAnsi" w:hAnsiTheme="minorHAnsi" w:cs="Arial"/>
                    <w:lang w:val="en-US"/>
                  </w:rPr>
                </w:pPr>
                <w:r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p>
            </w:tc>
          </w:sdtContent>
        </w:sdt>
        <w:tc>
          <w:tcPr>
            <w:tcW w:w="2126" w:type="dxa"/>
            <w:tcBorders>
              <w:left w:val="nil"/>
            </w:tcBorders>
            <w:shd w:val="clear" w:color="auto" w:fill="EAF1DD" w:themeFill="accent3" w:themeFillTint="33"/>
          </w:tcPr>
          <w:p w14:paraId="348B3D08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Others:</w:t>
            </w:r>
          </w:p>
        </w:tc>
        <w:tc>
          <w:tcPr>
            <w:tcW w:w="7656" w:type="dxa"/>
            <w:gridSpan w:val="6"/>
            <w:shd w:val="clear" w:color="auto" w:fill="EAF1DD" w:themeFill="accent3" w:themeFillTint="33"/>
          </w:tcPr>
          <w:p w14:paraId="5CB12AA8" w14:textId="77777777" w:rsidR="00596533" w:rsidRPr="00C44E8E" w:rsidRDefault="00596533" w:rsidP="0004452D">
            <w:pPr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05718B06" w14:textId="77777777" w:rsidR="0004452D" w:rsidRPr="00C44E8E" w:rsidRDefault="0004452D" w:rsidP="0004452D">
      <w:pPr>
        <w:pStyle w:val="Header"/>
        <w:keepNext/>
        <w:spacing w:after="120"/>
        <w:rPr>
          <w:rFonts w:asciiTheme="minorHAnsi" w:hAnsiTheme="minorHAnsi" w:cs="Arial"/>
          <w:b/>
          <w:sz w:val="22"/>
          <w:szCs w:val="22"/>
          <w:lang w:val="en-US"/>
        </w:rPr>
      </w:pPr>
    </w:p>
    <w:p w14:paraId="6FEF2252" w14:textId="77777777" w:rsidR="0004452D" w:rsidRPr="00C44E8E" w:rsidRDefault="0004452D" w:rsidP="00FB4E03">
      <w:pPr>
        <w:spacing w:before="120" w:after="120"/>
        <w:rPr>
          <w:rStyle w:val="Strong"/>
          <w:lang w:val="en-US"/>
        </w:rPr>
      </w:pPr>
      <w:r w:rsidRPr="00C44E8E">
        <w:rPr>
          <w:rStyle w:val="Strong"/>
          <w:lang w:val="en-US"/>
        </w:rPr>
        <w:t>General platform information</w:t>
      </w:r>
    </w:p>
    <w:tbl>
      <w:tblPr>
        <w:tblW w:w="1020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B03A34" w:rsidRPr="00427211" w14:paraId="23C5F87F" w14:textId="77777777" w:rsidTr="00427211">
        <w:trPr>
          <w:cantSplit/>
        </w:trPr>
        <w:tc>
          <w:tcPr>
            <w:tcW w:w="5103" w:type="dxa"/>
            <w:shd w:val="clear" w:color="auto" w:fill="EAF1DD" w:themeFill="accent3" w:themeFillTint="33"/>
          </w:tcPr>
          <w:p w14:paraId="44048605" w14:textId="77777777" w:rsidR="00B03A34" w:rsidRPr="00C44E8E" w:rsidRDefault="00B03A34" w:rsidP="003220DF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Is an interface specification distributed?</w:t>
            </w:r>
            <w:r w:rsidRPr="00C44E8E">
              <w:rPr>
                <w:rFonts w:asciiTheme="minorHAnsi" w:hAnsiTheme="minorHAnsi" w:cs="Arial"/>
                <w:lang w:val="en-US"/>
              </w:rPr>
              <w:br/>
            </w:r>
            <w:r w:rsidRPr="00C44E8E">
              <w:rPr>
                <w:rFonts w:asciiTheme="minorHAnsi" w:hAnsiTheme="minorHAnsi" w:cs="Arial"/>
                <w:i/>
                <w:lang w:val="en-US"/>
              </w:rPr>
              <w:t>(if yes, attach the document or provide the download link )</w:t>
            </w:r>
          </w:p>
        </w:tc>
        <w:tc>
          <w:tcPr>
            <w:tcW w:w="5103" w:type="dxa"/>
            <w:shd w:val="clear" w:color="auto" w:fill="EAF1DD" w:themeFill="accent3" w:themeFillTint="33"/>
          </w:tcPr>
          <w:p w14:paraId="7C964CBF" w14:textId="77777777" w:rsidR="00B03A34" w:rsidRPr="00C44E8E" w:rsidRDefault="00000000" w:rsidP="00427211">
            <w:pPr>
              <w:tabs>
                <w:tab w:val="left" w:pos="1977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768844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3A34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B03A34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  <w:r w:rsidR="00427211">
              <w:rPr>
                <w:rFonts w:asciiTheme="minorHAnsi" w:hAnsiTheme="minorHAnsi" w:cs="Arial"/>
                <w:lang w:val="en-US"/>
              </w:rPr>
              <w:tab/>
            </w:r>
            <w:sdt>
              <w:sdtPr>
                <w:rPr>
                  <w:rFonts w:asciiTheme="minorHAnsi" w:hAnsiTheme="minorHAnsi" w:cs="Arial"/>
                  <w:lang w:val="en-US"/>
                </w:rPr>
                <w:id w:val="21116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27211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427211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427211">
              <w:rPr>
                <w:rFonts w:asciiTheme="minorHAnsi" w:hAnsiTheme="minorHAnsi" w:cs="Arial"/>
                <w:lang w:val="en-US"/>
              </w:rPr>
              <w:t>No</w:t>
            </w:r>
          </w:p>
          <w:p w14:paraId="2D0B40E9" w14:textId="77777777" w:rsidR="00B03A34" w:rsidRPr="00C44E8E" w:rsidRDefault="00B03A34" w:rsidP="0004452D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B03A34" w:rsidRPr="00427211" w14:paraId="49C820D7" w14:textId="77777777" w:rsidTr="00A37D6A">
        <w:trPr>
          <w:cantSplit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7CDAEF68" w14:textId="77777777" w:rsidR="00B03A34" w:rsidRPr="00C44E8E" w:rsidRDefault="00B03A34" w:rsidP="003220DF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Is an test guide distributed?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(if yes, attach the document or provide the download link 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761F6FB9" w14:textId="77777777" w:rsidR="00B03A34" w:rsidRPr="00C44E8E" w:rsidRDefault="00000000" w:rsidP="00427211">
            <w:pPr>
              <w:tabs>
                <w:tab w:val="left" w:pos="197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741670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3A34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B03A34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  <w:r w:rsidR="00427211">
              <w:rPr>
                <w:rFonts w:asciiTheme="minorHAnsi" w:hAnsiTheme="minorHAnsi" w:cs="Arial"/>
                <w:lang w:val="en-US"/>
              </w:rPr>
              <w:tab/>
            </w:r>
            <w:sdt>
              <w:sdtPr>
                <w:rPr>
                  <w:rFonts w:asciiTheme="minorHAnsi" w:hAnsiTheme="minorHAnsi" w:cs="Arial"/>
                  <w:lang w:val="en-US"/>
                </w:rPr>
                <w:id w:val="132007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27211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427211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427211">
              <w:rPr>
                <w:rFonts w:asciiTheme="minorHAnsi" w:hAnsiTheme="minorHAnsi" w:cs="Arial"/>
                <w:lang w:val="en-US"/>
              </w:rPr>
              <w:t>No</w:t>
            </w:r>
          </w:p>
          <w:p w14:paraId="2F0E11A8" w14:textId="77777777" w:rsidR="00B03A34" w:rsidRPr="00C44E8E" w:rsidRDefault="00B03A34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B03A34" w:rsidRPr="00C44E8E" w14:paraId="1EB1E375" w14:textId="77777777" w:rsidTr="00A37D6A">
        <w:trPr>
          <w:cantSplit/>
        </w:trPr>
        <w:tc>
          <w:tcPr>
            <w:tcW w:w="5103" w:type="dxa"/>
          </w:tcPr>
          <w:p w14:paraId="1DA0A489" w14:textId="77777777" w:rsidR="00B03A34" w:rsidRPr="00C44E8E" w:rsidRDefault="00B03A34" w:rsidP="00D029C0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Used plattform: Please list the </w:t>
            </w:r>
            <w:r w:rsidR="00D029C0">
              <w:rPr>
                <w:rFonts w:asciiTheme="minorHAnsi" w:hAnsiTheme="minorHAnsi" w:cs="Arial"/>
                <w:lang w:val="en-US"/>
              </w:rPr>
              <w:t xml:space="preserve">manufacturer/model/ version of the 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relevant products used in </w:t>
            </w:r>
            <w:r w:rsidR="00D029C0">
              <w:rPr>
                <w:rFonts w:asciiTheme="minorHAnsi" w:hAnsiTheme="minorHAnsi" w:cs="Arial"/>
                <w:lang w:val="en-US"/>
              </w:rPr>
              <w:t>your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SIP core network (proxy, registrar, media gateways)</w:t>
            </w:r>
          </w:p>
        </w:tc>
        <w:tc>
          <w:tcPr>
            <w:tcW w:w="5103" w:type="dxa"/>
          </w:tcPr>
          <w:p w14:paraId="36D4D9BC" w14:textId="77777777" w:rsidR="00B03A34" w:rsidRPr="00C44E8E" w:rsidRDefault="00B03A34" w:rsidP="0004452D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476216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296FB109" w14:textId="77777777" w:rsidR="00D56306" w:rsidRPr="00C44E8E" w:rsidRDefault="00D56306" w:rsidP="00CB1322">
      <w:pPr>
        <w:rPr>
          <w:lang w:val="en-US"/>
        </w:rPr>
      </w:pPr>
    </w:p>
    <w:p w14:paraId="3CE75C38" w14:textId="77777777" w:rsidR="00802C3E" w:rsidRPr="00C44E8E" w:rsidRDefault="00802C3E">
      <w:pPr>
        <w:rPr>
          <w:rFonts w:asciiTheme="minorHAnsi" w:hAnsiTheme="minorHAnsi" w:cs="Arial"/>
          <w:b/>
          <w:noProof/>
          <w:sz w:val="24"/>
          <w:szCs w:val="22"/>
          <w:lang w:val="en-US"/>
        </w:rPr>
      </w:pPr>
      <w:r w:rsidRPr="00C44E8E">
        <w:rPr>
          <w:rFonts w:asciiTheme="minorHAnsi" w:hAnsiTheme="minorHAnsi"/>
          <w:bCs/>
          <w:noProof/>
          <w:sz w:val="24"/>
          <w:szCs w:val="22"/>
          <w:lang w:val="en-US"/>
        </w:rPr>
        <w:br w:type="page"/>
      </w:r>
    </w:p>
    <w:p w14:paraId="12C9A1CB" w14:textId="77777777" w:rsidR="00E23C1A" w:rsidRPr="00C44E8E" w:rsidRDefault="00883C71" w:rsidP="001750B3">
      <w:pPr>
        <w:pStyle w:val="Heading1"/>
        <w:numPr>
          <w:ilvl w:val="0"/>
          <w:numId w:val="18"/>
        </w:numPr>
        <w:ind w:hanging="720"/>
        <w:rPr>
          <w:rFonts w:asciiTheme="minorHAnsi" w:hAnsiTheme="minorHAnsi"/>
          <w:bCs w:val="0"/>
          <w:noProof/>
          <w:sz w:val="24"/>
          <w:szCs w:val="22"/>
        </w:rPr>
      </w:pPr>
      <w:bookmarkStart w:id="1" w:name="_Toc10459851"/>
      <w:r w:rsidRPr="00C44E8E">
        <w:rPr>
          <w:rFonts w:asciiTheme="minorHAnsi" w:hAnsiTheme="minorHAnsi"/>
          <w:bCs w:val="0"/>
          <w:noProof/>
          <w:sz w:val="24"/>
          <w:szCs w:val="22"/>
        </w:rPr>
        <w:lastRenderedPageBreak/>
        <w:t>Technical Questions</w:t>
      </w:r>
      <w:r w:rsidR="00802C3E" w:rsidRPr="00C44E8E">
        <w:rPr>
          <w:rFonts w:asciiTheme="minorHAnsi" w:hAnsiTheme="minorHAnsi"/>
          <w:bCs w:val="0"/>
          <w:noProof/>
          <w:sz w:val="24"/>
          <w:szCs w:val="22"/>
        </w:rPr>
        <w:t>: Transport and configuration</w:t>
      </w:r>
      <w:bookmarkEnd w:id="1"/>
    </w:p>
    <w:p w14:paraId="5C50AD3B" w14:textId="77777777" w:rsidR="00632DB0" w:rsidRPr="00C44E8E" w:rsidRDefault="00632DB0" w:rsidP="00716C80">
      <w:pPr>
        <w:keepNext/>
        <w:spacing w:before="120" w:after="120"/>
        <w:rPr>
          <w:rStyle w:val="Strong"/>
          <w:lang w:val="en-US"/>
        </w:rPr>
      </w:pPr>
      <w:r w:rsidRPr="00C44E8E">
        <w:rPr>
          <w:rStyle w:val="Strong"/>
          <w:lang w:val="en-US"/>
        </w:rPr>
        <w:t xml:space="preserve">Transport </w:t>
      </w:r>
    </w:p>
    <w:tbl>
      <w:tblPr>
        <w:tblW w:w="10064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371"/>
        <w:gridCol w:w="1701"/>
        <w:gridCol w:w="992"/>
      </w:tblGrid>
      <w:tr w:rsidR="00A857D9" w:rsidRPr="00C44E8E" w14:paraId="493DC0FF" w14:textId="77777777" w:rsidTr="00A857D9">
        <w:trPr>
          <w:cantSplit/>
          <w:trHeight w:val="69"/>
          <w:tblHeader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1E128B06" w14:textId="77777777" w:rsidR="00A857D9" w:rsidRPr="00C44E8E" w:rsidRDefault="00A857D9" w:rsidP="00533EAD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486C2FCF" w14:textId="77777777" w:rsidR="00A857D9" w:rsidRDefault="00A857D9" w:rsidP="00932AE6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</w:tcPr>
          <w:p w14:paraId="7972EEBD" w14:textId="77777777" w:rsidR="00A857D9" w:rsidRDefault="00A857D9" w:rsidP="00C109CF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C44E8E" w14:paraId="585680C9" w14:textId="77777777" w:rsidTr="00427211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6121C5AF" w14:textId="77777777" w:rsidR="00A857D9" w:rsidRPr="00C109CF" w:rsidRDefault="00A857D9" w:rsidP="00CD43D6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Transport protocol</w:t>
            </w:r>
            <w:r w:rsidRPr="00C44E8E"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67A9BC9D" w14:textId="77777777" w:rsidR="00A857D9" w:rsidRPr="00C44E8E" w:rsidRDefault="00A857D9" w:rsidP="00932AE6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75B5BE68" w14:textId="77777777" w:rsidR="00A857D9" w:rsidRPr="00C44E8E" w:rsidRDefault="00A857D9" w:rsidP="00C109CF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C44E8E" w14:paraId="4F3AA87C" w14:textId="77777777" w:rsidTr="00427211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0997732B" w14:textId="77777777" w:rsidR="00A857D9" w:rsidRPr="00C44E8E" w:rsidRDefault="00A857D9" w:rsidP="00972177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UDP?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1229EB6D" w14:textId="77777777" w:rsidR="00A857D9" w:rsidRDefault="00000000" w:rsidP="00932AE6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41505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A857D9">
              <w:rPr>
                <w:rFonts w:asciiTheme="minorHAnsi" w:hAnsiTheme="minorHAnsi" w:cs="Arial"/>
                <w:lang w:val="en-US"/>
              </w:rPr>
              <w:t>Yes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6D396DEA" w14:textId="77777777" w:rsidR="00A857D9" w:rsidRDefault="00000000" w:rsidP="00C109C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88013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A857D9">
              <w:rPr>
                <w:rFonts w:asciiTheme="minorHAnsi" w:hAnsiTheme="minorHAnsi" w:cs="Arial"/>
                <w:lang w:val="en-US"/>
              </w:rPr>
              <w:t>No</w:t>
            </w:r>
          </w:p>
        </w:tc>
      </w:tr>
      <w:tr w:rsidR="00A857D9" w:rsidRPr="00C109CF" w14:paraId="4301A55F" w14:textId="77777777" w:rsidTr="00A857D9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85E8E44" w14:textId="77777777" w:rsidR="00A857D9" w:rsidRPr="00C44E8E" w:rsidRDefault="00A857D9" w:rsidP="00972177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do you require symmetric UPD (sent and receive from same port)?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848BC9" w14:textId="77777777" w:rsidR="00A857D9" w:rsidRPr="00B03A34" w:rsidRDefault="00000000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377473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DF389FE" w14:textId="77777777" w:rsidR="00A857D9" w:rsidRPr="00B03A34" w:rsidRDefault="00000000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454283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C109CF" w14:paraId="4E9B9267" w14:textId="77777777" w:rsidTr="00A857D9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31320E05" w14:textId="77777777" w:rsidR="00A857D9" w:rsidRDefault="00A857D9" w:rsidP="00972177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do you perform/support automatic upgrade to TCP when MTU size exceeded?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50ADDB" w14:textId="77777777" w:rsidR="00A857D9" w:rsidRPr="00B03A34" w:rsidRDefault="00000000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770813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2A94CE" w14:textId="77777777" w:rsidR="00A857D9" w:rsidRPr="00B03A34" w:rsidRDefault="00000000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3738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A9457F" w14:paraId="060EFC27" w14:textId="77777777" w:rsidTr="00427211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414C6517" w14:textId="77777777" w:rsidR="00A857D9" w:rsidRPr="00C44E8E" w:rsidRDefault="00A857D9" w:rsidP="00972177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TCP?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2ACEFDDF" w14:textId="77777777" w:rsidR="00A857D9" w:rsidRPr="00C44E8E" w:rsidRDefault="00000000" w:rsidP="00C109C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43559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A857D9">
              <w:rPr>
                <w:rFonts w:asciiTheme="minorHAnsi" w:hAnsiTheme="minorHAnsi" w:cs="Arial"/>
                <w:lang w:val="en-US"/>
              </w:rPr>
              <w:t>Yes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61EE17AC" w14:textId="77777777" w:rsidR="00A857D9" w:rsidRPr="00C44E8E" w:rsidRDefault="00000000" w:rsidP="00A9457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92023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A857D9">
              <w:rPr>
                <w:rFonts w:asciiTheme="minorHAnsi" w:hAnsiTheme="minorHAnsi" w:cs="Arial"/>
                <w:lang w:val="en-US"/>
              </w:rPr>
              <w:t>No</w:t>
            </w:r>
          </w:p>
        </w:tc>
      </w:tr>
      <w:tr w:rsidR="00A857D9" w:rsidRPr="00A9457F" w14:paraId="56816E73" w14:textId="77777777" w:rsidTr="00A857D9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7EC0F68" w14:textId="77777777" w:rsidR="00A857D9" w:rsidRPr="00C44E8E" w:rsidRDefault="00A857D9" w:rsidP="00972177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is there a limit of parallel TCP connections established to your server ? (leave open if no limit exist)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17B4D8" w14:textId="77777777" w:rsidR="00A857D9" w:rsidRDefault="00A857D9" w:rsidP="00A9457F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A857D9" w:rsidRPr="00B03A34" w14:paraId="26E5D65F" w14:textId="77777777" w:rsidTr="00427211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3E772385" w14:textId="77777777" w:rsidR="00A857D9" w:rsidRPr="00B03A34" w:rsidRDefault="00A857D9" w:rsidP="00972177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B03A34">
              <w:rPr>
                <w:rFonts w:asciiTheme="minorHAnsi" w:hAnsiTheme="minorHAnsi" w:cs="Arial"/>
                <w:lang w:val="en-US"/>
              </w:rPr>
              <w:t>Do you support SIP over TLS?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7B9A74D0" w14:textId="77777777" w:rsidR="00A857D9" w:rsidRPr="00B03A34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59099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6F80450C" w14:textId="77777777" w:rsidR="00A857D9" w:rsidRPr="00B03A34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624004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CA1A6B" w14:paraId="76D61C51" w14:textId="77777777" w:rsidTr="00A857D9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5A5DBB79" w14:textId="77777777" w:rsidR="00A857D9" w:rsidRPr="00B03A34" w:rsidRDefault="00A857D9" w:rsidP="00972177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 w:rsidRPr="00B03A34">
              <w:rPr>
                <w:rFonts w:asciiTheme="minorHAnsi" w:hAnsiTheme="minorHAnsi" w:cs="Arial"/>
                <w:lang w:val="en-US"/>
              </w:rPr>
              <w:t>what versions of TLS do you support (check all that apply</w:t>
            </w:r>
            <w:r>
              <w:rPr>
                <w:rFonts w:asciiTheme="minorHAnsi" w:hAnsiTheme="minorHAnsi" w:cs="Arial"/>
                <w:lang w:val="en-US"/>
              </w:rPr>
              <w:t>)?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EDFD4D" w14:textId="77777777" w:rsidR="00A857D9" w:rsidRPr="00B03A34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8097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TLS v1.1</w:t>
            </w:r>
          </w:p>
          <w:p w14:paraId="3D1B65D7" w14:textId="77777777" w:rsidR="00A857D9" w:rsidRPr="00B03A34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716898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TLS v1.2</w:t>
            </w:r>
          </w:p>
          <w:p w14:paraId="5F1EAE0A" w14:textId="77777777" w:rsidR="00A857D9" w:rsidRPr="00B03A34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86603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TLS v1.3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0793AB" w14:textId="77777777" w:rsidR="00A857D9" w:rsidRPr="00B03A34" w:rsidRDefault="00A857D9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  <w:p w14:paraId="38B8DF63" w14:textId="77777777" w:rsidR="00A857D9" w:rsidRPr="00B03A34" w:rsidRDefault="00A857D9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  <w:p w14:paraId="275EB1C2" w14:textId="77777777" w:rsidR="00A857D9" w:rsidRPr="00B03A34" w:rsidRDefault="00A857D9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B03A34" w14:paraId="4A8F6C25" w14:textId="77777777" w:rsidTr="00A857D9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F093C26" w14:textId="77777777" w:rsidR="00A857D9" w:rsidRDefault="00A857D9" w:rsidP="00A857D9">
            <w:pPr>
              <w:pStyle w:val="Header"/>
              <w:keepNext/>
              <w:numPr>
                <w:ilvl w:val="2"/>
                <w:numId w:val="19"/>
              </w:numPr>
              <w:tabs>
                <w:tab w:val="clear" w:pos="4536"/>
                <w:tab w:val="right" w:pos="7301"/>
              </w:tabs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do you require </w:t>
            </w:r>
            <w:r>
              <w:rPr>
                <w:rFonts w:asciiTheme="minorHAnsi" w:hAnsiTheme="minorHAnsi" w:cs="Arial"/>
                <w:lang w:val="en-US"/>
              </w:rPr>
              <w:tab/>
              <w:t>Basic Authentication:</w:t>
            </w:r>
          </w:p>
          <w:p w14:paraId="705546DB" w14:textId="77777777" w:rsidR="00A857D9" w:rsidRPr="00B03A34" w:rsidRDefault="00A857D9" w:rsidP="00A857D9">
            <w:pPr>
              <w:pStyle w:val="Header"/>
              <w:keepNext/>
              <w:tabs>
                <w:tab w:val="clear" w:pos="4536"/>
                <w:tab w:val="right" w:pos="7301"/>
              </w:tabs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ab/>
              <w:t>Mutual Authentication: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8C4396" w14:textId="77777777" w:rsidR="00A857D9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85700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</w:t>
            </w:r>
          </w:p>
          <w:p w14:paraId="2A098711" w14:textId="77777777" w:rsidR="00A857D9" w:rsidRPr="00B03A34" w:rsidRDefault="00000000" w:rsidP="00AC0F5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9686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</w:t>
            </w:r>
          </w:p>
        </w:tc>
      </w:tr>
      <w:tr w:rsidR="00A857D9" w:rsidRPr="00B03A34" w14:paraId="5B31337F" w14:textId="77777777" w:rsidTr="00A857D9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7B34A087" w14:textId="77777777" w:rsidR="00A857D9" w:rsidRPr="00B03A34" w:rsidRDefault="00A857D9" w:rsidP="00972177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 w:rsidRPr="00B03A34">
              <w:rPr>
                <w:rFonts w:asciiTheme="minorHAnsi" w:hAnsiTheme="minorHAnsi" w:cs="Arial"/>
                <w:lang w:val="en-US"/>
              </w:rPr>
              <w:t>If yes, who is your preferred Certificate Authority / provider (e.g. Comodo)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FF5A1F" w14:textId="77777777" w:rsidR="00A857D9" w:rsidRPr="00B03A34" w:rsidRDefault="00A857D9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B03A34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B03A34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B03A34">
              <w:rPr>
                <w:rFonts w:asciiTheme="minorHAnsi" w:hAnsiTheme="minorHAnsi" w:cs="Arial"/>
                <w:lang w:val="en-US"/>
              </w:rPr>
            </w:r>
            <w:r w:rsidRPr="00B03A34"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B03A34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A857D9" w:rsidRPr="00B03A34" w14:paraId="5299C6BB" w14:textId="77777777" w:rsidTr="00A857D9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9917FFB" w14:textId="77777777" w:rsidR="00A857D9" w:rsidRPr="00B03A34" w:rsidRDefault="00A857D9" w:rsidP="00972177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 w:rsidRPr="00B03A34">
              <w:rPr>
                <w:rFonts w:asciiTheme="minorHAnsi" w:hAnsiTheme="minorHAnsi" w:cs="Arial"/>
                <w:lang w:val="en-US"/>
              </w:rPr>
              <w:t xml:space="preserve">If </w:t>
            </w:r>
            <w:r>
              <w:rPr>
                <w:rFonts w:asciiTheme="minorHAnsi" w:hAnsiTheme="minorHAnsi" w:cs="Arial"/>
                <w:lang w:val="en-US"/>
              </w:rPr>
              <w:t>yes</w:t>
            </w:r>
            <w:r w:rsidRPr="00B03A34">
              <w:rPr>
                <w:rFonts w:asciiTheme="minorHAnsi" w:hAnsiTheme="minorHAnsi" w:cs="Arial"/>
                <w:lang w:val="en-US"/>
              </w:rPr>
              <w:t>, do you support Secure</w:t>
            </w:r>
            <w:r>
              <w:rPr>
                <w:rFonts w:asciiTheme="minorHAnsi" w:hAnsiTheme="minorHAnsi" w:cs="Arial"/>
                <w:lang w:val="en-US"/>
              </w:rPr>
              <w:t xml:space="preserve"> media (SRTP) using SDES?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E788CA" w14:textId="77777777" w:rsidR="00A857D9" w:rsidRPr="00B03A34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3159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778799" w14:textId="77777777" w:rsidR="00A857D9" w:rsidRPr="00B03A34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94611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B03A34" w14:paraId="0D122F2E" w14:textId="77777777" w:rsidTr="00E9734C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7069DF14" w14:textId="77777777" w:rsidR="00A857D9" w:rsidRPr="00B03A34" w:rsidRDefault="00A857D9" w:rsidP="00972177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Proxy addresses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289FF8BB" w14:textId="77777777" w:rsidR="00A857D9" w:rsidRDefault="00A857D9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1C15D828" w14:textId="77777777" w:rsidR="00A857D9" w:rsidRDefault="00A857D9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E9734C" w14:paraId="55A974CA" w14:textId="77777777" w:rsidTr="00E9734C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nil"/>
              <w:right w:val="nil"/>
            </w:tcBorders>
            <w:shd w:val="clear" w:color="auto" w:fill="EAF1DD" w:themeFill="accent3" w:themeFillTint="33"/>
          </w:tcPr>
          <w:p w14:paraId="0DA8B77A" w14:textId="77777777" w:rsidR="00A857D9" w:rsidRPr="00B03A34" w:rsidRDefault="00A857D9" w:rsidP="00E9734C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972177">
              <w:rPr>
                <w:rFonts w:asciiTheme="minorHAnsi" w:hAnsiTheme="minorHAnsi" w:cs="Arial"/>
                <w:lang w:val="en-US"/>
              </w:rPr>
              <w:t>Is</w:t>
            </w:r>
            <w:r w:rsidRPr="00C44E8E">
              <w:rPr>
                <w:rFonts w:asciiTheme="minorHAnsi" w:hAnsiTheme="minorHAnsi" w:cs="Arial"/>
                <w:bCs/>
                <w:lang w:val="en-US"/>
              </w:rPr>
              <w:t xml:space="preserve"> a wellknown server ad</w:t>
            </w:r>
            <w:r>
              <w:rPr>
                <w:rFonts w:asciiTheme="minorHAnsi" w:hAnsiTheme="minorHAnsi" w:cs="Arial"/>
                <w:bCs/>
                <w:lang w:val="en-US"/>
              </w:rPr>
              <w:t>d</w:t>
            </w:r>
            <w:r w:rsidRPr="00C44E8E">
              <w:rPr>
                <w:rFonts w:asciiTheme="minorHAnsi" w:hAnsiTheme="minorHAnsi" w:cs="Arial"/>
                <w:bCs/>
                <w:lang w:val="en-US"/>
              </w:rPr>
              <w:t>ress used</w:t>
            </w:r>
            <w:r>
              <w:rPr>
                <w:rFonts w:asciiTheme="minorHAnsi" w:hAnsiTheme="minorHAnsi" w:cs="Arial"/>
                <w:bCs/>
                <w:lang w:val="en-US"/>
              </w:rPr>
              <w:t xml:space="preserve"> (PBX is shipped with this preconfigured address, no need to change during trunk configuration</w:t>
            </w:r>
            <w:r w:rsidR="00E9734C">
              <w:rPr>
                <w:rFonts w:asciiTheme="minorHAnsi" w:hAnsiTheme="minorHAnsi" w:cs="Arial"/>
                <w:bCs/>
                <w:lang w:val="en-US"/>
              </w:rPr>
              <w:t xml:space="preserve"> e.g. 217.11.12.13 or siptrunk.company.net</w:t>
            </w:r>
            <w:r>
              <w:rPr>
                <w:rFonts w:asciiTheme="minorHAnsi" w:hAnsiTheme="minorHAnsi" w:cs="Arial"/>
                <w:bCs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1C938CE7" w14:textId="77777777" w:rsidR="00A857D9" w:rsidRDefault="00000000" w:rsidP="00E9734C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958946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</w:tcBorders>
            <w:shd w:val="clear" w:color="auto" w:fill="EAF1DD" w:themeFill="accent3" w:themeFillTint="33"/>
          </w:tcPr>
          <w:p w14:paraId="63913BA1" w14:textId="77777777" w:rsidR="00A857D9" w:rsidRDefault="00A857D9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E9734C" w14:paraId="63A4CFBB" w14:textId="77777777" w:rsidTr="00E9734C">
        <w:trPr>
          <w:cantSplit/>
          <w:trHeight w:val="69"/>
        </w:trPr>
        <w:tc>
          <w:tcPr>
            <w:tcW w:w="7371" w:type="dxa"/>
            <w:tcBorders>
              <w:top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60F25966" w14:textId="77777777" w:rsidR="00A857D9" w:rsidRPr="00C44E8E" w:rsidRDefault="00A857D9" w:rsidP="00E9734C">
            <w:pPr>
              <w:pStyle w:val="Header"/>
              <w:keepNext/>
              <w:spacing w:after="60"/>
              <w:ind w:left="709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 xml:space="preserve">Customer specific server adresses are used (PBX is shipped with a placeholder which </w:t>
            </w:r>
            <w:r w:rsidRPr="00972177">
              <w:rPr>
                <w:rFonts w:asciiTheme="minorHAnsi" w:hAnsiTheme="minorHAnsi" w:cs="Arial"/>
                <w:lang w:val="en-US"/>
              </w:rPr>
              <w:t>needs</w:t>
            </w:r>
            <w:r>
              <w:rPr>
                <w:rFonts w:asciiTheme="minorHAnsi" w:hAnsiTheme="minorHAnsi" w:cs="Arial"/>
                <w:bCs/>
                <w:lang w:val="en-US"/>
              </w:rPr>
              <w:t xml:space="preserve"> to be replaced with the address during trunk configuration</w:t>
            </w:r>
            <w:r w:rsidR="00E9734C">
              <w:rPr>
                <w:rFonts w:asciiTheme="minorHAnsi" w:hAnsiTheme="minorHAnsi" w:cs="Arial"/>
                <w:bCs/>
                <w:lang w:val="en-US"/>
              </w:rPr>
              <w:t xml:space="preserve"> e.g. please.enter.here</w:t>
            </w:r>
            <w:r>
              <w:rPr>
                <w:rFonts w:asciiTheme="minorHAnsi" w:hAnsiTheme="minorHAnsi" w:cs="Arial"/>
                <w:bCs/>
                <w:lang w:val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4C5C8D19" w14:textId="77777777" w:rsidR="00A857D9" w:rsidRDefault="00000000" w:rsidP="00E9734C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654598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159DD944" w14:textId="77777777" w:rsidR="00A857D9" w:rsidRDefault="00A857D9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E9734C" w14:paraId="22B51689" w14:textId="77777777" w:rsidTr="00427211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44C22475" w14:textId="77777777" w:rsidR="00A857D9" w:rsidRPr="00AA6E81" w:rsidRDefault="00A857D9" w:rsidP="00972177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SIP Proxy FQDN/address: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66FD6914" w14:textId="77777777" w:rsidR="00A857D9" w:rsidRPr="00C44E8E" w:rsidRDefault="00A857D9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A857D9" w:rsidRPr="00CA1A6B" w14:paraId="62697B3C" w14:textId="77777777" w:rsidTr="00427211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182E3953" w14:textId="77777777" w:rsidR="00A857D9" w:rsidRPr="00DD7ACD" w:rsidRDefault="00A857D9" w:rsidP="00972177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If FQDN is used, do you have an IANA registered domain name which can be resolved using public DNS or DNS-SRV?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4059D76E" w14:textId="77777777" w:rsidR="00A857D9" w:rsidRDefault="00000000" w:rsidP="00DD7ACD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01731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</w:t>
            </w:r>
            <w:r w:rsidR="00A857D9">
              <w:rPr>
                <w:rFonts w:asciiTheme="minorHAnsi" w:hAnsiTheme="minorHAnsi" w:cs="Arial"/>
                <w:lang w:val="en-US"/>
              </w:rPr>
              <w:t>DNS-A</w:t>
            </w:r>
          </w:p>
          <w:p w14:paraId="51AA6C3B" w14:textId="77777777" w:rsidR="00A857D9" w:rsidRDefault="00000000" w:rsidP="00DD7ACD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808506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</w:t>
            </w:r>
            <w:r w:rsidR="00A857D9">
              <w:rPr>
                <w:rFonts w:asciiTheme="minorHAnsi" w:hAnsiTheme="minorHAnsi" w:cs="Arial"/>
                <w:lang w:val="en-US"/>
              </w:rPr>
              <w:t>DNS-SRV</w:t>
            </w:r>
          </w:p>
          <w:p w14:paraId="1206E209" w14:textId="77777777" w:rsidR="00A857D9" w:rsidRPr="00B03A34" w:rsidRDefault="00000000" w:rsidP="00DD7ACD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647737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B03A34">
              <w:rPr>
                <w:rFonts w:asciiTheme="minorHAnsi" w:hAnsiTheme="minorHAnsi" w:cs="Arial"/>
                <w:lang w:val="en-US"/>
              </w:rPr>
              <w:t xml:space="preserve">  </w:t>
            </w:r>
            <w:r w:rsidR="00A857D9">
              <w:rPr>
                <w:rFonts w:asciiTheme="minorHAnsi" w:hAnsiTheme="minorHAnsi" w:cs="Arial"/>
                <w:lang w:val="en-US"/>
              </w:rPr>
              <w:t>DNS-NAPTR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2D1A3B80" w14:textId="77777777" w:rsidR="00A857D9" w:rsidRPr="00B03A34" w:rsidRDefault="00A857D9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C44E8E" w14:paraId="7E7E7CE9" w14:textId="77777777" w:rsidTr="00A857D9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3A98F8E" w14:textId="77777777" w:rsidR="00A857D9" w:rsidRPr="002B42E5" w:rsidRDefault="00A857D9" w:rsidP="00CD43D6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5" w:hanging="431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Is your SIP Proxy listening on the default port (5060/5061) </w:t>
            </w:r>
            <w:r w:rsidRPr="00C44E8E"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F4FD80" w14:textId="77777777" w:rsidR="00A857D9" w:rsidRPr="00C44E8E" w:rsidRDefault="00000000" w:rsidP="00804C92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2049558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ADD2D8" w14:textId="77777777" w:rsidR="00A857D9" w:rsidRPr="00C44E8E" w:rsidRDefault="00000000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622840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2B42E5" w14:paraId="521FB049" w14:textId="77777777" w:rsidTr="00A857D9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558AEBAE" w14:textId="77777777" w:rsidR="00A857D9" w:rsidRDefault="00A857D9" w:rsidP="00972177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If </w:t>
            </w:r>
            <w:r>
              <w:rPr>
                <w:rFonts w:asciiTheme="minorHAnsi" w:hAnsiTheme="minorHAnsi" w:cs="Arial"/>
                <w:lang w:val="en-US"/>
              </w:rPr>
              <w:t>no</w:t>
            </w:r>
            <w:r w:rsidRPr="00C44E8E">
              <w:rPr>
                <w:rFonts w:asciiTheme="minorHAnsi" w:hAnsiTheme="minorHAnsi" w:cs="Arial"/>
                <w:lang w:val="en-US"/>
              </w:rPr>
              <w:t>,</w:t>
            </w:r>
            <w:r>
              <w:rPr>
                <w:rFonts w:asciiTheme="minorHAnsi" w:hAnsiTheme="minorHAnsi" w:cs="Arial"/>
                <w:lang w:val="en-US"/>
              </w:rPr>
              <w:t xml:space="preserve"> </w:t>
            </w:r>
            <w:r w:rsidRPr="00C44E8E">
              <w:rPr>
                <w:rFonts w:asciiTheme="minorHAnsi" w:hAnsiTheme="minorHAnsi" w:cs="Arial"/>
                <w:lang w:val="en-US"/>
              </w:rPr>
              <w:t>specify</w:t>
            </w:r>
            <w:r>
              <w:rPr>
                <w:rFonts w:asciiTheme="minorHAnsi" w:hAnsiTheme="minorHAnsi" w:cs="Arial"/>
                <w:lang w:val="en-US"/>
              </w:rPr>
              <w:t xml:space="preserve"> the port to be used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lang w:val="en-US"/>
              </w:rPr>
              <w:t>(i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f </w:t>
            </w:r>
            <w:r>
              <w:rPr>
                <w:rFonts w:asciiTheme="minorHAnsi" w:hAnsiTheme="minorHAnsi" w:cs="Arial"/>
                <w:lang w:val="en-US"/>
              </w:rPr>
              <w:t>not determinded DNS-SRV)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8067EC" w14:textId="77777777" w:rsidR="00A857D9" w:rsidRDefault="00A857D9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A857D9" w:rsidRPr="00972177" w14:paraId="66849593" w14:textId="77777777" w:rsidTr="00A857D9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24BABB69" w14:textId="77777777" w:rsidR="00A857D9" w:rsidRPr="00C44E8E" w:rsidRDefault="00A857D9" w:rsidP="00972177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Connectivity checks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AB46B49" w14:textId="77777777" w:rsidR="00A857D9" w:rsidRPr="00C44E8E" w:rsidRDefault="00A857D9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C44E8E" w14:paraId="56687D64" w14:textId="77777777" w:rsidTr="00A857D9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76B223D" w14:textId="77777777" w:rsidR="00A857D9" w:rsidRPr="00C44E8E" w:rsidRDefault="00A857D9" w:rsidP="00972177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receiving connectivity check</w:t>
            </w:r>
            <w:r>
              <w:rPr>
                <w:rFonts w:asciiTheme="minorHAnsi" w:hAnsiTheme="minorHAnsi" w:cs="Arial"/>
                <w:lang w:val="en-US"/>
              </w:rPr>
              <w:t>s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lang w:val="en-US"/>
              </w:rPr>
              <w:t>with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OPTIONS?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0D3EF9" w14:textId="77777777" w:rsidR="00A857D9" w:rsidRPr="00C44E8E" w:rsidRDefault="00000000" w:rsidP="00716C80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95906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B35B4DD" w14:textId="77777777" w:rsidR="00A857D9" w:rsidRPr="00C44E8E" w:rsidRDefault="00000000" w:rsidP="00716C80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466277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F3715B" w14:paraId="23318C26" w14:textId="77777777" w:rsidTr="00A857D9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14:paraId="019F4FF5" w14:textId="77777777" w:rsidR="00A857D9" w:rsidRPr="00C44E8E" w:rsidRDefault="00A857D9" w:rsidP="00972177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If yes what is the recommended keep alice interval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57CB0953" w14:textId="77777777" w:rsidR="00A857D9" w:rsidRDefault="00A857D9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A857D9" w:rsidRPr="00641FFE" w14:paraId="77CE3510" w14:textId="77777777" w:rsidTr="00A857D9">
        <w:trPr>
          <w:cantSplit/>
          <w:trHeight w:val="15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DA4853" w14:textId="77777777" w:rsidR="00A857D9" w:rsidRPr="00C44E8E" w:rsidRDefault="00A857D9" w:rsidP="00972177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Do you </w:t>
            </w:r>
            <w:r>
              <w:rPr>
                <w:rFonts w:asciiTheme="minorHAnsi" w:hAnsiTheme="minorHAnsi" w:cs="Arial"/>
                <w:lang w:val="en-US"/>
              </w:rPr>
              <w:t>accept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lang w:val="en-US"/>
              </w:rPr>
              <w:t>“empty”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lang w:val="en-US"/>
              </w:rPr>
              <w:t>UDP packets on the SIP port (e.g. to keep bindings)</w:t>
            </w:r>
            <w:r w:rsidRPr="00C44E8E"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156CAC" w14:textId="77777777" w:rsidR="00A857D9" w:rsidRPr="00C44E8E" w:rsidRDefault="00000000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1425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6D820" w14:textId="77777777" w:rsidR="00A857D9" w:rsidRPr="00C44E8E" w:rsidRDefault="00000000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618344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972177" w14:paraId="0C9D4962" w14:textId="77777777" w:rsidTr="00E9734C">
        <w:trPr>
          <w:cantSplit/>
          <w:trHeight w:val="15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D6A751" w14:textId="77777777" w:rsidR="00A857D9" w:rsidRPr="00C44E8E" w:rsidRDefault="00A857D9" w:rsidP="00972177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Do you sent </w:t>
            </w:r>
            <w:r w:rsidRPr="00C44E8E">
              <w:rPr>
                <w:rFonts w:asciiTheme="minorHAnsi" w:hAnsiTheme="minorHAnsi" w:cs="Arial"/>
                <w:lang w:val="en-US"/>
              </w:rPr>
              <w:t>connectivity check</w:t>
            </w:r>
            <w:r>
              <w:rPr>
                <w:rFonts w:asciiTheme="minorHAnsi" w:hAnsiTheme="minorHAnsi" w:cs="Arial"/>
                <w:lang w:val="en-US"/>
              </w:rPr>
              <w:t>s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lang w:val="en-US"/>
              </w:rPr>
              <w:t>with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OPTIONS</w:t>
            </w:r>
            <w:r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DD95B0" w14:textId="77777777" w:rsidR="00A857D9" w:rsidRDefault="00000000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03284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42A72" w14:textId="77777777" w:rsidR="00A857D9" w:rsidRDefault="00000000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059528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972177" w14:paraId="65B5E0C8" w14:textId="77777777" w:rsidTr="00E9734C">
        <w:trPr>
          <w:cantSplit/>
          <w:trHeight w:val="15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14F2B9" w14:textId="77777777" w:rsidR="00A857D9" w:rsidRDefault="00A857D9" w:rsidP="00972177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If yes do you require a SDP-Body in the 200 OK 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B04694" w14:textId="77777777" w:rsidR="00A857D9" w:rsidRDefault="00000000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02293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90450E" w14:textId="77777777" w:rsidR="00A857D9" w:rsidRDefault="00000000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35018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</w:tbl>
    <w:p w14:paraId="0D7D496D" w14:textId="77777777" w:rsidR="00BA11C5" w:rsidRDefault="00BA11C5" w:rsidP="00632DB0">
      <w:pPr>
        <w:pStyle w:val="ucfbodytext"/>
      </w:pPr>
    </w:p>
    <w:p w14:paraId="1A769C3D" w14:textId="77777777" w:rsidR="00EF6518" w:rsidRDefault="00EF6518">
      <w:pPr>
        <w:rPr>
          <w:rStyle w:val="Strong"/>
          <w:lang w:val="en-US"/>
        </w:rPr>
      </w:pPr>
      <w:r>
        <w:rPr>
          <w:rStyle w:val="Strong"/>
          <w:lang w:val="en-US"/>
        </w:rPr>
        <w:br w:type="page"/>
      </w:r>
    </w:p>
    <w:p w14:paraId="53548821" w14:textId="77777777" w:rsidR="00632DB0" w:rsidRDefault="00632DB0" w:rsidP="00FB4E03">
      <w:pPr>
        <w:spacing w:before="120" w:after="120"/>
        <w:rPr>
          <w:rStyle w:val="Strong"/>
          <w:lang w:val="en-US"/>
        </w:rPr>
      </w:pPr>
      <w:r w:rsidRPr="00C44E8E">
        <w:rPr>
          <w:rStyle w:val="Strong"/>
          <w:lang w:val="en-US"/>
        </w:rPr>
        <w:lastRenderedPageBreak/>
        <w:t>Registration</w:t>
      </w:r>
      <w:r w:rsidR="00FB7DBD" w:rsidRPr="00C44E8E">
        <w:rPr>
          <w:rStyle w:val="Strong"/>
          <w:lang w:val="en-US"/>
        </w:rPr>
        <w:t xml:space="preserve"> </w:t>
      </w:r>
      <w:r w:rsidR="008B40C7">
        <w:rPr>
          <w:rStyle w:val="Strong"/>
          <w:lang w:val="en-US"/>
        </w:rPr>
        <w:t>mode</w:t>
      </w: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  <w:gridCol w:w="993"/>
      </w:tblGrid>
      <w:tr w:rsidR="00372217" w:rsidRPr="00C44E8E" w14:paraId="44DFB5C8" w14:textId="77777777" w:rsidTr="00372217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6CF74E20" w14:textId="77777777" w:rsidR="00372217" w:rsidRPr="00C44E8E" w:rsidRDefault="00372217" w:rsidP="00533EAD">
            <w:pPr>
              <w:pStyle w:val="Header"/>
              <w:keepNext/>
              <w:spacing w:after="60"/>
              <w:ind w:left="360" w:hanging="3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667D104B" w14:textId="77777777" w:rsidR="00372217" w:rsidRDefault="00372217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6E6F206" w14:textId="77777777" w:rsidR="00372217" w:rsidRDefault="00372217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372217" w:rsidRPr="00C44E8E" w14:paraId="241A34B7" w14:textId="77777777" w:rsidTr="00427211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554D9F2F" w14:textId="77777777" w:rsidR="00372217" w:rsidRPr="00C44E8E" w:rsidRDefault="00372217" w:rsidP="0010013F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static mode 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1DE0ACA3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05422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4F4BA588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4657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372217" w:rsidRPr="00C44E8E" w14:paraId="090D97A2" w14:textId="77777777" w:rsidTr="00372217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C650FF2" w14:textId="77777777" w:rsidR="00372217" w:rsidRPr="00C44E8E" w:rsidRDefault="00E9734C" w:rsidP="0010013F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PBX Address: 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Do you support FQDN </w:t>
            </w:r>
            <w:r>
              <w:rPr>
                <w:rFonts w:asciiTheme="minorHAnsi" w:hAnsiTheme="minorHAnsi" w:cs="Arial"/>
                <w:lang w:val="en-US"/>
              </w:rPr>
              <w:t>and/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>or just IP for the static trunk (i.e. you connect to cloud.unify.com rather than to a particular IP)?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218AFB" w14:textId="77777777" w:rsidR="00372217" w:rsidRDefault="00000000" w:rsidP="00DA287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331497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87E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A287E">
              <w:rPr>
                <w:rFonts w:asciiTheme="minorHAnsi" w:hAnsiTheme="minorHAnsi" w:cs="Arial"/>
                <w:lang w:val="en-US"/>
              </w:rPr>
              <w:t>FQDN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14:paraId="5DDDB7BE" w14:textId="77777777" w:rsidR="00DA287E" w:rsidRPr="00C44E8E" w:rsidRDefault="00000000" w:rsidP="00DA287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0788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287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A287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A287E">
              <w:rPr>
                <w:rFonts w:asciiTheme="minorHAnsi" w:hAnsiTheme="minorHAnsi" w:cs="Arial"/>
                <w:lang w:val="en-US"/>
              </w:rPr>
              <w:t>static IP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DED7E8" w14:textId="77777777" w:rsidR="00372217" w:rsidRPr="00C44E8E" w:rsidRDefault="00372217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372217" w:rsidRPr="00C44E8E" w14:paraId="128BDC12" w14:textId="77777777" w:rsidTr="00372217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97EC5BD" w14:textId="77777777" w:rsidR="00372217" w:rsidRPr="00C44E8E" w:rsidRDefault="00372217" w:rsidP="0010013F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need Digest authentication for the static trunk?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74E416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305073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25F0693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3639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2D9E8217" w14:textId="77777777" w:rsidTr="00372217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A864788" w14:textId="77777777" w:rsidR="00372217" w:rsidRDefault="00372217" w:rsidP="008B40C7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Are there restrictions for the SIP port used by the PBX ? (e.g. PBX uses port </w:t>
            </w:r>
            <w:r>
              <w:rPr>
                <w:rFonts w:asciiTheme="minorHAnsi" w:hAnsiTheme="minorHAnsi" w:cs="Arial"/>
                <w:lang w:val="en-US"/>
              </w:rPr>
              <w:t xml:space="preserve">different from </w:t>
            </w:r>
            <w:r w:rsidRPr="00C44E8E">
              <w:rPr>
                <w:rFonts w:asciiTheme="minorHAnsi" w:hAnsiTheme="minorHAnsi" w:cs="Arial"/>
                <w:lang w:val="en-US"/>
              </w:rPr>
              <w:t>50</w:t>
            </w:r>
            <w:r>
              <w:rPr>
                <w:rFonts w:asciiTheme="minorHAnsi" w:hAnsiTheme="minorHAnsi" w:cs="Arial"/>
                <w:lang w:val="en-US"/>
              </w:rPr>
              <w:t>6</w:t>
            </w:r>
            <w:r w:rsidRPr="00C44E8E">
              <w:rPr>
                <w:rFonts w:asciiTheme="minorHAnsi" w:hAnsiTheme="minorHAnsi" w:cs="Arial"/>
                <w:lang w:val="en-US"/>
              </w:rPr>
              <w:t>0</w:t>
            </w:r>
            <w:r>
              <w:rPr>
                <w:rFonts w:asciiTheme="minorHAnsi" w:hAnsiTheme="minorHAnsi" w:cs="Arial"/>
                <w:lang w:val="en-US"/>
              </w:rPr>
              <w:t>/5061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for sending and receiving SIP messages)</w:t>
            </w:r>
          </w:p>
          <w:p w14:paraId="2C72DE3C" w14:textId="77777777" w:rsidR="00372217" w:rsidRPr="00C44E8E" w:rsidRDefault="00372217" w:rsidP="00DD7ACD">
            <w:pPr>
              <w:pStyle w:val="Header"/>
              <w:keepNext/>
              <w:spacing w:after="60"/>
              <w:ind w:left="639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If yes, please specify which port must be used by the PBX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C4759E" w14:textId="77777777" w:rsidR="00372217" w:rsidRDefault="00000000" w:rsidP="005D261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38022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  <w:r w:rsidR="00372217">
              <w:rPr>
                <w:rFonts w:asciiTheme="minorHAnsi" w:hAnsiTheme="minorHAnsi" w:cs="Arial"/>
                <w:lang w:val="en-US"/>
              </w:rPr>
              <w:br/>
            </w:r>
          </w:p>
          <w:p w14:paraId="04E115BA" w14:textId="77777777" w:rsidR="00372217" w:rsidRPr="00C44E8E" w:rsidRDefault="00372217" w:rsidP="005D2611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0B468E" w14:textId="77777777" w:rsidR="00372217" w:rsidRPr="00C44E8E" w:rsidRDefault="00000000" w:rsidP="005D261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933964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6AC68201" w14:textId="77777777" w:rsidTr="00427211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34F1714A" w14:textId="77777777" w:rsidR="00372217" w:rsidRPr="00C44E8E" w:rsidRDefault="00372217" w:rsidP="0010013F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registration mode?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2D9401EB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723370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221A6CA4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022707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071427F7" w14:textId="77777777" w:rsidTr="00372217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5C764391" w14:textId="77777777" w:rsidR="00372217" w:rsidRPr="00C44E8E" w:rsidRDefault="00372217" w:rsidP="0010013F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Digest authentication 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00AFE66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8460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CE580A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47845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1F78ED3E" w14:textId="77777777" w:rsidTr="00372217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2B4DE847" w14:textId="77777777" w:rsidR="00372217" w:rsidRPr="00C44E8E" w:rsidRDefault="00372217" w:rsidP="0010013F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one single RFC3261 registration for a single number?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(also known as MSN type of registration)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D4BDF3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02894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A8806C8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74552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1138998D" w14:textId="77777777" w:rsidTr="00372217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7D321B0B" w14:textId="77777777" w:rsidR="00372217" w:rsidRPr="00C44E8E" w:rsidRDefault="00E9734C" w:rsidP="00E9734C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Do you support a range of 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>numbers with one single RFC3261 registration?</w:t>
            </w:r>
            <w:r w:rsidR="00372217" w:rsidRPr="00C44E8E">
              <w:rPr>
                <w:rFonts w:asciiTheme="minorHAnsi" w:hAnsiTheme="minorHAnsi" w:cs="Arial"/>
                <w:lang w:val="en-US"/>
              </w:rPr>
              <w:br/>
              <w:t>(also known as DID type of registration)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4465B1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35218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8FDF1F9" w14:textId="77777777" w:rsidR="00372217" w:rsidRPr="00C44E8E" w:rsidRDefault="00000000" w:rsidP="00FB4E0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5809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69738A53" w14:textId="77777777" w:rsidTr="00372217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436783A0" w14:textId="77777777" w:rsidR="00372217" w:rsidRPr="00C44E8E" w:rsidRDefault="00372217" w:rsidP="0010013F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SIP-connect registration (RFC6140 based) ?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315CF3" w14:textId="77777777" w:rsidR="00372217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400182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1C7CF97" w14:textId="77777777" w:rsidR="00372217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82986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359748AB" w14:textId="77777777" w:rsidTr="00427211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108E9462" w14:textId="77777777" w:rsidR="00372217" w:rsidRPr="00C44E8E" w:rsidRDefault="00372217" w:rsidP="00AA6E81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Registrar FQDN/address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48DF323E" w14:textId="77777777" w:rsidR="00372217" w:rsidRPr="00C44E8E" w:rsidRDefault="00372217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372217" w:rsidRPr="00CA1A6B" w14:paraId="79D5F036" w14:textId="77777777" w:rsidTr="00427211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07CBA14A" w14:textId="77777777" w:rsidR="00372217" w:rsidRDefault="00372217" w:rsidP="00110CBE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If FQDN is used, do you have an IANA registered domain name which can be resolved using public DNS or DNS-SRV?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29F74D34" w14:textId="77777777" w:rsidR="00372217" w:rsidRDefault="00000000" w:rsidP="00110CB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72517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B03A34">
              <w:rPr>
                <w:rFonts w:asciiTheme="minorHAnsi" w:hAnsiTheme="minorHAnsi" w:cs="Arial"/>
                <w:lang w:val="en-US"/>
              </w:rPr>
              <w:t xml:space="preserve">  </w:t>
            </w:r>
            <w:r w:rsidR="00372217">
              <w:rPr>
                <w:rFonts w:asciiTheme="minorHAnsi" w:hAnsiTheme="minorHAnsi" w:cs="Arial"/>
                <w:lang w:val="en-US"/>
              </w:rPr>
              <w:t>DNS-A</w:t>
            </w:r>
          </w:p>
          <w:p w14:paraId="0F599C02" w14:textId="77777777" w:rsidR="00372217" w:rsidRDefault="00000000" w:rsidP="00110CB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62084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B03A34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B03A34">
              <w:rPr>
                <w:rFonts w:asciiTheme="minorHAnsi" w:hAnsiTheme="minorHAnsi" w:cs="Arial"/>
                <w:lang w:val="en-US"/>
              </w:rPr>
              <w:t xml:space="preserve">  </w:t>
            </w:r>
            <w:r w:rsidR="00372217">
              <w:rPr>
                <w:rFonts w:asciiTheme="minorHAnsi" w:hAnsiTheme="minorHAnsi" w:cs="Arial"/>
                <w:lang w:val="en-US"/>
              </w:rPr>
              <w:t>DNS-SRV</w:t>
            </w:r>
          </w:p>
          <w:p w14:paraId="7BC2C394" w14:textId="77777777" w:rsidR="00372217" w:rsidRDefault="00000000" w:rsidP="00110CB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069556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6518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372217" w:rsidRPr="00B03A34">
              <w:rPr>
                <w:rFonts w:asciiTheme="minorHAnsi" w:hAnsiTheme="minorHAnsi" w:cs="Arial"/>
                <w:lang w:val="en-US"/>
              </w:rPr>
              <w:t xml:space="preserve">  </w:t>
            </w:r>
            <w:r w:rsidR="00372217">
              <w:rPr>
                <w:rFonts w:asciiTheme="minorHAnsi" w:hAnsiTheme="minorHAnsi" w:cs="Arial"/>
                <w:lang w:val="en-US"/>
              </w:rPr>
              <w:t>DNS-NAPTR</w:t>
            </w:r>
          </w:p>
        </w:tc>
      </w:tr>
      <w:tr w:rsidR="00372217" w:rsidRPr="00110CBE" w14:paraId="6EA1FFED" w14:textId="77777777" w:rsidTr="00372217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F6D33BE" w14:textId="77777777" w:rsidR="00372217" w:rsidRDefault="00372217" w:rsidP="00110CBE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Is your SIP Registrar listening on the default port (5060/5061) </w:t>
            </w:r>
            <w:r w:rsidRPr="00C44E8E"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66B7B2" w14:textId="77777777" w:rsidR="00372217" w:rsidRDefault="00000000" w:rsidP="00372217">
            <w:pPr>
              <w:tabs>
                <w:tab w:val="left" w:pos="1631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677031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  <w:r w:rsidR="00372217">
              <w:rPr>
                <w:rFonts w:asciiTheme="minorHAnsi" w:hAnsiTheme="minorHAnsi" w:cs="Arial"/>
                <w:lang w:val="en-US"/>
              </w:rPr>
              <w:tab/>
            </w:r>
            <w:sdt>
              <w:sdtPr>
                <w:rPr>
                  <w:rFonts w:asciiTheme="minorHAnsi" w:hAnsiTheme="minorHAnsi" w:cs="Arial"/>
                  <w:lang w:val="en-US"/>
                </w:rPr>
                <w:id w:val="-63810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EF6518" w:rsidRPr="00EF6518" w14:paraId="149756BC" w14:textId="77777777" w:rsidTr="00372217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57E42640" w14:textId="77777777" w:rsidR="00EF6518" w:rsidRDefault="00EF6518" w:rsidP="00EF6518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If </w:t>
            </w:r>
            <w:r>
              <w:rPr>
                <w:rFonts w:asciiTheme="minorHAnsi" w:hAnsiTheme="minorHAnsi" w:cs="Arial"/>
                <w:lang w:val="en-US"/>
              </w:rPr>
              <w:t>no</w:t>
            </w:r>
            <w:r w:rsidRPr="00C44E8E">
              <w:rPr>
                <w:rFonts w:asciiTheme="minorHAnsi" w:hAnsiTheme="minorHAnsi" w:cs="Arial"/>
                <w:lang w:val="en-US"/>
              </w:rPr>
              <w:t>,</w:t>
            </w:r>
            <w:r>
              <w:rPr>
                <w:rFonts w:asciiTheme="minorHAnsi" w:hAnsiTheme="minorHAnsi" w:cs="Arial"/>
                <w:lang w:val="en-US"/>
              </w:rPr>
              <w:t xml:space="preserve"> </w:t>
            </w:r>
            <w:r w:rsidRPr="00C44E8E">
              <w:rPr>
                <w:rFonts w:asciiTheme="minorHAnsi" w:hAnsiTheme="minorHAnsi" w:cs="Arial"/>
                <w:lang w:val="en-US"/>
              </w:rPr>
              <w:t>specify</w:t>
            </w:r>
            <w:r>
              <w:rPr>
                <w:rFonts w:asciiTheme="minorHAnsi" w:hAnsiTheme="minorHAnsi" w:cs="Arial"/>
                <w:lang w:val="en-US"/>
              </w:rPr>
              <w:t xml:space="preserve"> the port to be used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lang w:val="en-US"/>
              </w:rPr>
              <w:t>(i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f </w:t>
            </w:r>
            <w:r>
              <w:rPr>
                <w:rFonts w:asciiTheme="minorHAnsi" w:hAnsiTheme="minorHAnsi" w:cs="Arial"/>
                <w:lang w:val="en-US"/>
              </w:rPr>
              <w:t>not determinded DNS-SRV)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9C4887" w14:textId="77777777" w:rsidR="00EF6518" w:rsidRDefault="00EF6518" w:rsidP="00372217">
            <w:pPr>
              <w:tabs>
                <w:tab w:val="left" w:pos="1631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EF6518" w:rsidRPr="00EF6518" w14:paraId="754E2F82" w14:textId="77777777" w:rsidTr="00EF6518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CE72F29" w14:textId="77777777" w:rsidR="00EF6518" w:rsidRPr="00C44E8E" w:rsidRDefault="00EF6518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Do you </w:t>
            </w:r>
            <w:r>
              <w:rPr>
                <w:rFonts w:asciiTheme="minorHAnsi" w:hAnsiTheme="minorHAnsi" w:cs="Arial"/>
                <w:lang w:val="en-US"/>
              </w:rPr>
              <w:t>require a specific domain name (different from the Registrar domain)</w:t>
            </w:r>
          </w:p>
          <w:p w14:paraId="1C08E89A" w14:textId="77777777" w:rsidR="00EF6518" w:rsidRPr="00C44E8E" w:rsidRDefault="00EF6518" w:rsidP="00EF6518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If yes, please describe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CD011F9" w14:textId="77777777" w:rsidR="00EF6518" w:rsidRPr="00C44E8E" w:rsidRDefault="00000000" w:rsidP="00EF6518">
            <w:pPr>
              <w:tabs>
                <w:tab w:val="left" w:pos="1631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808860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E62A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EF6518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  <w:r w:rsidR="00EF6518">
              <w:rPr>
                <w:rFonts w:asciiTheme="minorHAnsi" w:hAnsiTheme="minorHAnsi" w:cs="Arial"/>
                <w:lang w:val="en-US"/>
              </w:rPr>
              <w:tab/>
            </w:r>
            <w:sdt>
              <w:sdtPr>
                <w:rPr>
                  <w:rFonts w:asciiTheme="minorHAnsi" w:hAnsiTheme="minorHAnsi" w:cs="Arial"/>
                  <w:lang w:val="en-US"/>
                </w:rPr>
                <w:id w:val="185484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E62A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EF6518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  <w:r w:rsidR="00EF6518">
              <w:rPr>
                <w:rFonts w:asciiTheme="minorHAnsi" w:hAnsiTheme="minorHAnsi" w:cs="Arial"/>
                <w:lang w:val="en-US"/>
              </w:rPr>
              <w:br/>
            </w:r>
            <w:r w:rsidR="00EF6518"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EF6518"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EF6518" w:rsidRPr="00C44E8E">
              <w:rPr>
                <w:rFonts w:asciiTheme="minorHAnsi" w:hAnsiTheme="minorHAnsi" w:cs="Arial"/>
                <w:lang w:val="en-US"/>
              </w:rPr>
            </w:r>
            <w:r w:rsidR="00EF6518"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EF6518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EF6518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EF6518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EF6518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EF6518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EF6518"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372217" w:rsidRPr="00C44E8E" w14:paraId="0144D44A" w14:textId="77777777" w:rsidTr="00427211">
        <w:trPr>
          <w:cantSplit/>
          <w:trHeight w:val="6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538174F4" w14:textId="77777777" w:rsidR="00372217" w:rsidRDefault="00372217" w:rsidP="00AA6E81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Recommended Reregistration interval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28708FAE" w14:textId="77777777" w:rsidR="00372217" w:rsidRDefault="00372217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372217" w:rsidRPr="00C44E8E" w14:paraId="6C799F7B" w14:textId="77777777" w:rsidTr="00372217">
        <w:trPr>
          <w:cantSplit/>
          <w:trHeight w:val="159"/>
        </w:trPr>
        <w:tc>
          <w:tcPr>
            <w:tcW w:w="73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890D8B3" w14:textId="77777777" w:rsidR="00372217" w:rsidRPr="00C44E8E" w:rsidRDefault="00372217" w:rsidP="0010013F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If both registration and static mode are supported, please specify which is the preferred method to be used for the PBX?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77D61F3F" w14:textId="77777777" w:rsidR="00372217" w:rsidRPr="00C44E8E" w:rsidRDefault="00000000" w:rsidP="00B673F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677319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registration mode </w:t>
            </w:r>
            <w:r w:rsidR="00372217" w:rsidRPr="00C44E8E">
              <w:rPr>
                <w:rFonts w:asciiTheme="minorHAnsi" w:hAnsiTheme="minorHAnsi" w:cs="Arial"/>
                <w:lang w:val="en-US"/>
              </w:rPr>
              <w:br/>
            </w:r>
            <w:sdt>
              <w:sdtPr>
                <w:rPr>
                  <w:rFonts w:asciiTheme="minorHAnsi" w:hAnsiTheme="minorHAnsi" w:cs="Arial"/>
                  <w:lang w:val="en-US"/>
                </w:rPr>
                <w:id w:val="-542838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static mode</w:t>
            </w:r>
          </w:p>
        </w:tc>
      </w:tr>
      <w:tr w:rsidR="00C437C6" w:rsidRPr="00C44E8E" w14:paraId="35DD2E13" w14:textId="77777777" w:rsidTr="00C437C6">
        <w:trPr>
          <w:cantSplit/>
          <w:trHeight w:val="159"/>
        </w:trPr>
        <w:tc>
          <w:tcPr>
            <w:tcW w:w="10065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E82B98" w14:textId="77777777" w:rsidR="00C437C6" w:rsidRPr="00C44E8E" w:rsidRDefault="00C437C6" w:rsidP="00B673FF">
            <w:pPr>
              <w:spacing w:after="60"/>
              <w:rPr>
                <w:rFonts w:ascii="MS Gothic" w:eastAsia="MS Gothic" w:hAnsi="MS Gothic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Remarks: </w:t>
            </w: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013D702A" w14:textId="77777777" w:rsidR="001351BA" w:rsidRDefault="001351BA">
      <w:pPr>
        <w:rPr>
          <w:rStyle w:val="Strong"/>
          <w:lang w:val="en-US"/>
        </w:rPr>
      </w:pPr>
      <w:r>
        <w:rPr>
          <w:rStyle w:val="Strong"/>
          <w:lang w:val="en-US"/>
        </w:rPr>
        <w:br w:type="page"/>
      </w:r>
    </w:p>
    <w:p w14:paraId="2D04A5E5" w14:textId="77777777" w:rsidR="00FB7DBD" w:rsidRPr="00C44E8E" w:rsidRDefault="003D2F4C" w:rsidP="00FB4E03">
      <w:pPr>
        <w:spacing w:before="120" w:after="120"/>
        <w:rPr>
          <w:rStyle w:val="Strong"/>
          <w:lang w:val="en-US"/>
        </w:rPr>
      </w:pPr>
      <w:r w:rsidRPr="00C44E8E">
        <w:rPr>
          <w:rStyle w:val="Strong"/>
          <w:lang w:val="en-US"/>
        </w:rPr>
        <w:lastRenderedPageBreak/>
        <w:t>Multisite / Multiple Customers</w:t>
      </w:r>
    </w:p>
    <w:p w14:paraId="265D033B" w14:textId="77777777" w:rsidR="00233CB8" w:rsidRDefault="00233CB8" w:rsidP="00233CB8">
      <w:pPr>
        <w:rPr>
          <w:rStyle w:val="Strong"/>
          <w:b w:val="0"/>
          <w:lang w:val="en-US"/>
        </w:rPr>
      </w:pPr>
      <w:r w:rsidRPr="00C44E8E">
        <w:rPr>
          <w:rStyle w:val="Strong"/>
          <w:b w:val="0"/>
          <w:lang w:val="en-US"/>
        </w:rPr>
        <w:t>Multisite / Multiple customers are represented by different call numbers served by a single PBX instance. We need to know if this configuration is supported by the SSP</w:t>
      </w:r>
    </w:p>
    <w:p w14:paraId="5951C6E3" w14:textId="77777777" w:rsidR="00533EAD" w:rsidRPr="00C44E8E" w:rsidRDefault="00533EAD" w:rsidP="00233CB8">
      <w:pPr>
        <w:rPr>
          <w:rStyle w:val="Strong"/>
          <w:b w:val="0"/>
          <w:lang w:val="en-US"/>
        </w:rPr>
      </w:pP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812"/>
        <w:gridCol w:w="1701"/>
        <w:gridCol w:w="1418"/>
        <w:gridCol w:w="1134"/>
      </w:tblGrid>
      <w:tr w:rsidR="00372217" w:rsidRPr="00C44E8E" w14:paraId="7DAA3492" w14:textId="77777777" w:rsidTr="00372217">
        <w:trPr>
          <w:cantSplit/>
          <w:trHeight w:val="69"/>
          <w:tblHeader/>
        </w:trPr>
        <w:tc>
          <w:tcPr>
            <w:tcW w:w="751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3147C97F" w14:textId="77777777" w:rsidR="00372217" w:rsidRPr="00C44E8E" w:rsidRDefault="00372217" w:rsidP="00422883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2A09D2D2" w14:textId="77777777" w:rsidR="00372217" w:rsidRDefault="00372217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</w:tcPr>
          <w:p w14:paraId="55E99948" w14:textId="77777777" w:rsidR="00372217" w:rsidRDefault="00372217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372217" w:rsidRPr="00CA1A6B" w14:paraId="710D5DA8" w14:textId="77777777" w:rsidTr="0037221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5AFC7F1" w14:textId="77777777" w:rsidR="00372217" w:rsidRPr="00C44E8E" w:rsidRDefault="00372217" w:rsidP="0010013F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Is Multisite / Multiple customers supported ? </w:t>
            </w:r>
          </w:p>
          <w:p w14:paraId="4396289D" w14:textId="77777777" w:rsidR="00372217" w:rsidRPr="00C44E8E" w:rsidRDefault="00372217" w:rsidP="00233CB8">
            <w:pPr>
              <w:pStyle w:val="Header"/>
              <w:keepNext/>
              <w:spacing w:after="60"/>
              <w:rPr>
                <w:rFonts w:asciiTheme="minorHAnsi" w:hAnsiTheme="minorHAnsi" w:cs="Arial"/>
                <w:bCs/>
                <w:i/>
                <w:lang w:val="en-US"/>
              </w:rPr>
            </w:pPr>
          </w:p>
          <w:p w14:paraId="72A0F47C" w14:textId="77777777" w:rsidR="00372217" w:rsidRPr="00C44E8E" w:rsidRDefault="00372217" w:rsidP="001F3204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23D03701" w14:textId="77777777" w:rsidR="00372217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35442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  <w:p w14:paraId="05DAE1E1" w14:textId="77777777" w:rsidR="00372217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35596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Yes, on a single trunk</w:t>
            </w:r>
          </w:p>
          <w:p w14:paraId="39183746" w14:textId="77777777" w:rsidR="00372217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816230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Yes, dedicated trunk for each location area</w:t>
            </w:r>
          </w:p>
        </w:tc>
      </w:tr>
      <w:tr w:rsidR="00E9734C" w:rsidRPr="00CA1A6B" w14:paraId="777AEFE5" w14:textId="77777777" w:rsidTr="00372217">
        <w:tblPrEx>
          <w:tblLook w:val="0000" w:firstRow="0" w:lastRow="0" w:firstColumn="0" w:lastColumn="0" w:noHBand="0" w:noVBand="0"/>
        </w:tblPrEx>
        <w:trPr>
          <w:cantSplit/>
          <w:trHeight w:val="159"/>
        </w:trPr>
        <w:tc>
          <w:tcPr>
            <w:tcW w:w="751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8CEDF15" w14:textId="77777777" w:rsidR="00E9734C" w:rsidRDefault="00E9734C" w:rsidP="00E9734C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>I</w:t>
            </w:r>
            <w:r w:rsidRPr="00C44E8E">
              <w:rPr>
                <w:rFonts w:asciiTheme="minorHAnsi" w:hAnsiTheme="minorHAnsi" w:cs="Arial"/>
                <w:bCs/>
                <w:lang w:val="en-US"/>
              </w:rPr>
              <w:t xml:space="preserve">f </w:t>
            </w:r>
            <w:r>
              <w:rPr>
                <w:rFonts w:asciiTheme="minorHAnsi" w:hAnsiTheme="minorHAnsi" w:cs="Arial"/>
                <w:bCs/>
                <w:lang w:val="en-US"/>
              </w:rPr>
              <w:t>Multisite is supported</w:t>
            </w:r>
            <w:r w:rsidRPr="00C44E8E">
              <w:rPr>
                <w:rFonts w:asciiTheme="minorHAnsi" w:hAnsiTheme="minorHAnsi" w:cs="Arial"/>
                <w:bCs/>
                <w:lang w:val="en-US"/>
              </w:rPr>
              <w:t>, are there specific requirement</w:t>
            </w:r>
            <w:r>
              <w:rPr>
                <w:rFonts w:asciiTheme="minorHAnsi" w:hAnsiTheme="minorHAnsi" w:cs="Arial"/>
                <w:bCs/>
                <w:lang w:val="en-US"/>
              </w:rPr>
              <w:t>s</w:t>
            </w:r>
            <w:r w:rsidRPr="00C44E8E">
              <w:rPr>
                <w:rFonts w:asciiTheme="minorHAnsi" w:hAnsiTheme="minorHAnsi" w:cs="Arial"/>
                <w:bCs/>
                <w:lang w:val="en-US"/>
              </w:rPr>
              <w:t xml:space="preserve"> for that feature: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50F595" w14:textId="77777777" w:rsidR="00E9734C" w:rsidRDefault="00E9734C" w:rsidP="00CD43D6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EA1D82" w14:textId="77777777" w:rsidR="00E9734C" w:rsidRDefault="00E9734C" w:rsidP="00B673FF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372217" w:rsidRPr="00C44E8E" w14:paraId="18B7657E" w14:textId="77777777" w:rsidTr="00372217">
        <w:tblPrEx>
          <w:tblLook w:val="0000" w:firstRow="0" w:lastRow="0" w:firstColumn="0" w:lastColumn="0" w:noHBand="0" w:noVBand="0"/>
        </w:tblPrEx>
        <w:trPr>
          <w:cantSplit/>
          <w:trHeight w:val="159"/>
        </w:trPr>
        <w:tc>
          <w:tcPr>
            <w:tcW w:w="751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2522525" w14:textId="77777777" w:rsidR="00372217" w:rsidRPr="00C44E8E" w:rsidRDefault="00372217" w:rsidP="00C437C6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If a dedicated trunk is needed, d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o you support multiple registrations from a single IP address 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67C725" w14:textId="77777777" w:rsidR="00372217" w:rsidRPr="00C44E8E" w:rsidRDefault="00000000" w:rsidP="00CD43D6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40896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C4FB3F3" w14:textId="77777777" w:rsidR="00372217" w:rsidRPr="00C44E8E" w:rsidRDefault="00000000" w:rsidP="00B673F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62304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D43D6" w14:paraId="70662647" w14:textId="77777777" w:rsidTr="00372217">
        <w:tblPrEx>
          <w:tblLook w:val="0000" w:firstRow="0" w:lastRow="0" w:firstColumn="0" w:lastColumn="0" w:noHBand="0" w:noVBand="0"/>
        </w:tblPrEx>
        <w:trPr>
          <w:cantSplit/>
          <w:trHeight w:val="159"/>
        </w:trPr>
        <w:tc>
          <w:tcPr>
            <w:tcW w:w="751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EBD621F" w14:textId="77777777" w:rsidR="00372217" w:rsidRPr="00CD43D6" w:rsidRDefault="00372217" w:rsidP="00CD43D6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do </w:t>
            </w:r>
            <w:r w:rsidRPr="00CD43D6">
              <w:rPr>
                <w:rFonts w:asciiTheme="minorHAnsi" w:hAnsiTheme="minorHAnsi" w:cs="Arial"/>
                <w:lang w:val="en-US"/>
              </w:rPr>
              <w:t>you need a dedicated port per registration from the PBX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6A26D0" w14:textId="77777777" w:rsidR="00372217" w:rsidRDefault="00000000" w:rsidP="00CD43D6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837044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5FD473" w14:textId="77777777" w:rsidR="00372217" w:rsidRDefault="00000000" w:rsidP="00B673F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5036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19326218" w14:textId="77777777" w:rsidTr="00372217">
        <w:tblPrEx>
          <w:tblLook w:val="0000" w:firstRow="0" w:lastRow="0" w:firstColumn="0" w:lastColumn="0" w:noHBand="0" w:noVBand="0"/>
        </w:tblPrEx>
        <w:trPr>
          <w:cantSplit/>
          <w:trHeight w:val="159"/>
        </w:trPr>
        <w:tc>
          <w:tcPr>
            <w:tcW w:w="751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9D75E38" w14:textId="77777777" w:rsidR="00372217" w:rsidRPr="00CD43D6" w:rsidRDefault="00372217" w:rsidP="00CD43D6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Are you able to provide individual customer billing when multiple registrations attach to/from the same IP address?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463786" w14:textId="77777777" w:rsidR="00372217" w:rsidRPr="00C44E8E" w:rsidRDefault="00000000" w:rsidP="00B673F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87958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CCFDD2" w14:textId="77777777" w:rsidR="00372217" w:rsidRPr="00C44E8E" w:rsidRDefault="00000000" w:rsidP="00B673F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47102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E9734C" w:rsidRPr="00C44E8E" w14:paraId="75954DCC" w14:textId="77777777" w:rsidTr="00E9734C">
        <w:tblPrEx>
          <w:tblLook w:val="0000" w:firstRow="0" w:lastRow="0" w:firstColumn="0" w:lastColumn="0" w:noHBand="0" w:noVBand="0"/>
        </w:tblPrEx>
        <w:trPr>
          <w:cantSplit/>
          <w:trHeight w:val="159"/>
        </w:trPr>
        <w:tc>
          <w:tcPr>
            <w:tcW w:w="1006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CE9EF7C" w14:textId="77777777" w:rsidR="00E9734C" w:rsidRPr="00C44E8E" w:rsidRDefault="00E9734C" w:rsidP="0056313A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Additional notes/re</w:t>
            </w:r>
            <w:r w:rsidR="0056313A">
              <w:rPr>
                <w:rFonts w:asciiTheme="minorHAnsi" w:hAnsiTheme="minorHAnsi" w:cs="Arial"/>
                <w:lang w:val="en-US"/>
              </w:rPr>
              <w:t>marks</w:t>
            </w:r>
            <w:r>
              <w:rPr>
                <w:rFonts w:asciiTheme="minorHAnsi" w:hAnsiTheme="minorHAnsi" w:cs="Arial"/>
                <w:lang w:val="en-US"/>
              </w:rPr>
              <w:t xml:space="preserve">: </w:t>
            </w: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7BD67E92" w14:textId="77777777" w:rsidR="00802C3E" w:rsidRPr="00C44E8E" w:rsidRDefault="00802C3E" w:rsidP="00802C3E">
      <w:pPr>
        <w:rPr>
          <w:noProof/>
          <w:lang w:val="en-US"/>
        </w:rPr>
      </w:pPr>
    </w:p>
    <w:p w14:paraId="6EC2A3CB" w14:textId="77777777" w:rsidR="00802C3E" w:rsidRPr="00C44E8E" w:rsidRDefault="00802C3E">
      <w:pPr>
        <w:rPr>
          <w:rFonts w:asciiTheme="minorHAnsi" w:hAnsiTheme="minorHAnsi" w:cs="Arial"/>
          <w:b/>
          <w:noProof/>
          <w:sz w:val="24"/>
          <w:szCs w:val="22"/>
          <w:lang w:val="en-US"/>
        </w:rPr>
      </w:pPr>
      <w:r w:rsidRPr="00C44E8E">
        <w:rPr>
          <w:rFonts w:asciiTheme="minorHAnsi" w:hAnsiTheme="minorHAnsi"/>
          <w:bCs/>
          <w:noProof/>
          <w:sz w:val="24"/>
          <w:szCs w:val="22"/>
          <w:lang w:val="en-US"/>
        </w:rPr>
        <w:br w:type="page"/>
      </w:r>
    </w:p>
    <w:p w14:paraId="3C128D38" w14:textId="77777777" w:rsidR="007B1D3B" w:rsidRPr="00C44E8E" w:rsidRDefault="007B1D3B" w:rsidP="00F06A9E">
      <w:pPr>
        <w:pStyle w:val="Heading1"/>
        <w:numPr>
          <w:ilvl w:val="0"/>
          <w:numId w:val="18"/>
        </w:numPr>
        <w:ind w:hanging="720"/>
        <w:rPr>
          <w:rFonts w:asciiTheme="minorHAnsi" w:hAnsiTheme="minorHAnsi"/>
          <w:bCs w:val="0"/>
          <w:noProof/>
          <w:sz w:val="24"/>
          <w:szCs w:val="22"/>
        </w:rPr>
      </w:pPr>
      <w:bookmarkStart w:id="2" w:name="_Toc10459852"/>
      <w:r w:rsidRPr="00C44E8E">
        <w:rPr>
          <w:rFonts w:asciiTheme="minorHAnsi" w:hAnsiTheme="minorHAnsi"/>
          <w:bCs w:val="0"/>
          <w:noProof/>
          <w:sz w:val="24"/>
          <w:szCs w:val="22"/>
        </w:rPr>
        <w:lastRenderedPageBreak/>
        <w:t>Technical Questions</w:t>
      </w:r>
      <w:r w:rsidR="00802C3E" w:rsidRPr="00C44E8E">
        <w:rPr>
          <w:rFonts w:asciiTheme="minorHAnsi" w:hAnsiTheme="minorHAnsi"/>
          <w:bCs w:val="0"/>
          <w:noProof/>
          <w:sz w:val="24"/>
          <w:szCs w:val="22"/>
        </w:rPr>
        <w:t>:</w:t>
      </w:r>
      <w:r w:rsidRPr="00C44E8E">
        <w:rPr>
          <w:rFonts w:asciiTheme="minorHAnsi" w:hAnsiTheme="minorHAnsi"/>
          <w:bCs w:val="0"/>
          <w:noProof/>
          <w:sz w:val="24"/>
          <w:szCs w:val="22"/>
        </w:rPr>
        <w:t xml:space="preserve"> </w:t>
      </w:r>
      <w:r w:rsidR="00802C3E" w:rsidRPr="00C44E8E">
        <w:rPr>
          <w:rFonts w:asciiTheme="minorHAnsi" w:hAnsiTheme="minorHAnsi"/>
          <w:bCs w:val="0"/>
          <w:noProof/>
          <w:sz w:val="24"/>
          <w:szCs w:val="22"/>
        </w:rPr>
        <w:t>Call related</w:t>
      </w:r>
      <w:bookmarkEnd w:id="2"/>
    </w:p>
    <w:p w14:paraId="2EC07B88" w14:textId="77777777" w:rsidR="00233CB8" w:rsidRDefault="00FD18C7" w:rsidP="00335108">
      <w:pPr>
        <w:keepNext/>
        <w:spacing w:before="120" w:after="120"/>
        <w:rPr>
          <w:rStyle w:val="Strong"/>
          <w:lang w:val="en-US"/>
        </w:rPr>
      </w:pPr>
      <w:r w:rsidRPr="00C44E8E">
        <w:rPr>
          <w:rStyle w:val="Strong"/>
          <w:lang w:val="en-US"/>
        </w:rPr>
        <w:t>Incoming call SSP -&gt; PBX</w:t>
      </w: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851"/>
        <w:gridCol w:w="4111"/>
      </w:tblGrid>
      <w:tr w:rsidR="00372217" w:rsidRPr="00C44E8E" w14:paraId="4C137347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294FD03F" w14:textId="77777777" w:rsidR="00372217" w:rsidRDefault="00372217" w:rsidP="00FC20B5">
            <w:pPr>
              <w:pStyle w:val="Header"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5F4D16F" w14:textId="77777777" w:rsidR="00372217" w:rsidRDefault="00372217" w:rsidP="00533EAD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</w:tr>
      <w:tr w:rsidR="00372217" w:rsidRPr="000A4C61" w14:paraId="6F6974ED" w14:textId="77777777" w:rsidTr="00427211">
        <w:trPr>
          <w:cantSplit/>
          <w:trHeight w:val="159"/>
          <w:tblHeader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213A509F" w14:textId="77777777" w:rsidR="000A4C61" w:rsidRDefault="00372217" w:rsidP="000A4C61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he called party number is </w:t>
            </w:r>
            <w:r w:rsidR="000A4C61">
              <w:rPr>
                <w:rFonts w:asciiTheme="minorHAnsi" w:hAnsiTheme="minorHAnsi" w:cs="Arial"/>
                <w:lang w:val="en-US"/>
              </w:rPr>
              <w:t xml:space="preserve">presented in </w:t>
            </w:r>
          </w:p>
          <w:p w14:paraId="5533B7D5" w14:textId="77777777" w:rsidR="00372217" w:rsidRPr="00C44E8E" w:rsidRDefault="000A4C61" w:rsidP="000A4C61">
            <w:pPr>
              <w:pStyle w:val="Header"/>
              <w:widowControl w:val="0"/>
              <w:spacing w:after="60"/>
              <w:ind w:left="3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(where do the PBX take the number from)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3C203893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27910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Request line </w:t>
            </w:r>
          </w:p>
          <w:p w14:paraId="3B274335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86957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To header field </w:t>
            </w:r>
          </w:p>
          <w:p w14:paraId="6C4A1FFE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974142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P-Called-Party-Id </w:t>
            </w:r>
          </w:p>
          <w:p w14:paraId="72BA4802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70432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372217">
              <w:rPr>
                <w:rFonts w:asciiTheme="minorHAnsi" w:hAnsiTheme="minorHAnsi" w:cs="Arial"/>
                <w:lang w:val="en-US"/>
              </w:rPr>
              <w:t>other: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372217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372217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372217">
              <w:rPr>
                <w:rFonts w:asciiTheme="minorHAnsi" w:hAnsiTheme="minorHAnsi" w:cs="Arial"/>
                <w:lang w:val="en-US"/>
              </w:rPr>
            </w:r>
            <w:r w:rsidR="00372217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372217" w:rsidRPr="00CA1A6B" w14:paraId="658D24E9" w14:textId="77777777" w:rsidTr="00427211">
        <w:trPr>
          <w:cantSplit/>
          <w:trHeight w:val="159"/>
          <w:tblHeader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3BB7A035" w14:textId="77777777" w:rsidR="00372217" w:rsidRPr="00C44E8E" w:rsidRDefault="00372217" w:rsidP="003A5FB8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he called party </w:t>
            </w:r>
            <w:r>
              <w:rPr>
                <w:rFonts w:asciiTheme="minorHAnsi" w:hAnsiTheme="minorHAnsi" w:cs="Arial"/>
                <w:lang w:val="en-US"/>
              </w:rPr>
              <w:t>is delivered in a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0E89F1B1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670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372217">
              <w:rPr>
                <w:rFonts w:asciiTheme="minorHAnsi" w:hAnsiTheme="minorHAnsi" w:cs="Arial"/>
                <w:lang w:val="en-US"/>
              </w:rPr>
              <w:t>sip: URI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14:paraId="5D09BE02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64966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proofErr w:type="spellStart"/>
            <w:r w:rsidR="00372217">
              <w:rPr>
                <w:rFonts w:asciiTheme="minorHAnsi" w:hAnsiTheme="minorHAnsi" w:cs="Arial"/>
                <w:lang w:val="en-US"/>
              </w:rPr>
              <w:t>tel</w:t>
            </w:r>
            <w:proofErr w:type="spellEnd"/>
            <w:r w:rsidR="00372217">
              <w:rPr>
                <w:rFonts w:asciiTheme="minorHAnsi" w:hAnsiTheme="minorHAnsi" w:cs="Arial"/>
                <w:lang w:val="en-US"/>
              </w:rPr>
              <w:t>: URI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14:paraId="59CB4118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450517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372217">
              <w:rPr>
                <w:rFonts w:asciiTheme="minorHAnsi" w:hAnsiTheme="minorHAnsi" w:cs="Arial"/>
                <w:lang w:val="en-US"/>
              </w:rPr>
              <w:t>other: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372217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372217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372217">
              <w:rPr>
                <w:rFonts w:asciiTheme="minorHAnsi" w:hAnsiTheme="minorHAnsi" w:cs="Arial"/>
                <w:lang w:val="en-US"/>
              </w:rPr>
            </w:r>
            <w:r w:rsidR="00372217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372217" w:rsidRPr="00C44E8E" w14:paraId="3AD18F8D" w14:textId="77777777" w:rsidTr="00427211">
        <w:trPr>
          <w:cantSplit/>
          <w:trHeight w:val="159"/>
          <w:tblHeader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72CDEDC3" w14:textId="77777777" w:rsidR="00372217" w:rsidRPr="00C44E8E" w:rsidRDefault="00372217" w:rsidP="003A5FB8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</w:t>
            </w:r>
            <w:r w:rsidRPr="00C44E8E">
              <w:rPr>
                <w:rFonts w:asciiTheme="minorHAnsi" w:hAnsiTheme="minorHAnsi" w:cs="Arial"/>
                <w:lang w:val="en-US"/>
              </w:rPr>
              <w:t>he forma</w:t>
            </w:r>
            <w:r>
              <w:rPr>
                <w:rFonts w:asciiTheme="minorHAnsi" w:hAnsiTheme="minorHAnsi" w:cs="Arial"/>
                <w:lang w:val="en-US"/>
              </w:rPr>
              <w:t>t of the called party number is:</w:t>
            </w:r>
          </w:p>
          <w:p w14:paraId="612739FD" w14:textId="77777777" w:rsidR="00372217" w:rsidRPr="00C44E8E" w:rsidRDefault="00372217" w:rsidP="003A5FB8">
            <w:pPr>
              <w:pStyle w:val="Header"/>
              <w:widowControl w:val="0"/>
              <w:tabs>
                <w:tab w:val="left" w:pos="2198"/>
              </w:tabs>
              <w:spacing w:after="60"/>
              <w:ind w:left="3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example for german numbering plan</w:t>
            </w:r>
            <w:r>
              <w:rPr>
                <w:rFonts w:asciiTheme="minorHAnsi" w:hAnsiTheme="minorHAnsi" w:cs="Arial"/>
                <w:lang w:val="en-US"/>
              </w:rPr>
              <w:br/>
            </w:r>
            <w:r w:rsidRPr="00C44E8E">
              <w:rPr>
                <w:rFonts w:asciiTheme="minorHAnsi" w:hAnsiTheme="minorHAnsi" w:cs="Arial"/>
                <w:lang w:val="en-US"/>
              </w:rPr>
              <w:t>international prefix</w:t>
            </w:r>
            <w:r w:rsidRPr="00C44E8E">
              <w:rPr>
                <w:rFonts w:asciiTheme="minorHAnsi" w:hAnsiTheme="minorHAnsi" w:cs="Arial"/>
                <w:lang w:val="en-US"/>
              </w:rPr>
              <w:tab/>
              <w:t>00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country code</w:t>
            </w:r>
            <w:r w:rsidRPr="00C44E8E">
              <w:rPr>
                <w:rFonts w:asciiTheme="minorHAnsi" w:hAnsiTheme="minorHAnsi" w:cs="Arial"/>
                <w:lang w:val="en-US"/>
              </w:rPr>
              <w:tab/>
              <w:t>49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national prefix</w:t>
            </w:r>
            <w:r w:rsidRPr="00C44E8E">
              <w:rPr>
                <w:rFonts w:asciiTheme="minorHAnsi" w:hAnsiTheme="minorHAnsi" w:cs="Arial"/>
                <w:lang w:val="en-US"/>
              </w:rPr>
              <w:tab/>
              <w:t>0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local area code</w:t>
            </w:r>
            <w:r w:rsidRPr="00C44E8E">
              <w:rPr>
                <w:rFonts w:asciiTheme="minorHAnsi" w:hAnsiTheme="minorHAnsi" w:cs="Arial"/>
                <w:lang w:val="en-US"/>
              </w:rPr>
              <w:tab/>
              <w:t>89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38E88B55" w14:textId="77777777" w:rsidR="00372217" w:rsidRPr="00C44E8E" w:rsidRDefault="00000000" w:rsidP="003A5FB8">
            <w:pPr>
              <w:widowControl w:val="0"/>
              <w:tabs>
                <w:tab w:val="left" w:pos="2765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028021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international E.164 with +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ab/>
              <w:t>(+498912345678)</w:t>
            </w:r>
          </w:p>
          <w:p w14:paraId="4C360F59" w14:textId="77777777" w:rsidR="00372217" w:rsidRPr="00C44E8E" w:rsidRDefault="00000000" w:rsidP="003A5FB8">
            <w:pPr>
              <w:widowControl w:val="0"/>
              <w:tabs>
                <w:tab w:val="left" w:pos="2765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012291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international w/o prefix 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ab/>
              <w:t>(498912345678)</w:t>
            </w:r>
          </w:p>
          <w:p w14:paraId="50F7B082" w14:textId="77777777" w:rsidR="00372217" w:rsidRPr="00C44E8E" w:rsidRDefault="00000000" w:rsidP="003A5FB8">
            <w:pPr>
              <w:widowControl w:val="0"/>
              <w:tabs>
                <w:tab w:val="left" w:pos="2765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76291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international w/ prefix 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ab/>
              <w:t>(00498912345678)</w:t>
            </w:r>
          </w:p>
          <w:p w14:paraId="493B49A3" w14:textId="77777777" w:rsidR="00372217" w:rsidRPr="00C44E8E" w:rsidRDefault="00000000" w:rsidP="003A5FB8">
            <w:pPr>
              <w:widowControl w:val="0"/>
              <w:tabs>
                <w:tab w:val="left" w:pos="2765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55157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national w/o prefix 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ab/>
              <w:t>(8912345678)</w:t>
            </w:r>
          </w:p>
          <w:p w14:paraId="0284C6F6" w14:textId="77777777" w:rsidR="00372217" w:rsidRPr="00C44E8E" w:rsidRDefault="00000000" w:rsidP="003A5FB8">
            <w:pPr>
              <w:widowControl w:val="0"/>
              <w:tabs>
                <w:tab w:val="left" w:pos="2765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512914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national w/ prefix 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ab/>
              <w:t>(08912345678)</w:t>
            </w:r>
          </w:p>
        </w:tc>
      </w:tr>
      <w:tr w:rsidR="00372217" w:rsidRPr="00C44E8E" w14:paraId="51859410" w14:textId="77777777" w:rsidTr="00427211">
        <w:trPr>
          <w:cantSplit/>
          <w:trHeight w:val="159"/>
          <w:tblHeader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147CF94E" w14:textId="77777777" w:rsidR="00372217" w:rsidRPr="00C44E8E" w:rsidRDefault="00372217" w:rsidP="000A4C61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he calling party number is </w:t>
            </w:r>
            <w:r w:rsidR="000A4C61">
              <w:rPr>
                <w:rFonts w:asciiTheme="minorHAnsi" w:hAnsiTheme="minorHAnsi" w:cs="Arial"/>
                <w:lang w:val="en-US"/>
              </w:rPr>
              <w:t>presented in</w:t>
            </w:r>
            <w:r w:rsidR="000A4C61">
              <w:rPr>
                <w:rFonts w:asciiTheme="minorHAnsi" w:hAnsiTheme="minorHAnsi" w:cs="Arial"/>
                <w:lang w:val="en-US"/>
              </w:rPr>
              <w:br/>
              <w:t>(where do the PBX take the number from)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1974F117" w14:textId="77777777" w:rsidR="00372217" w:rsidRPr="00C44E8E" w:rsidRDefault="00000000" w:rsidP="003A5FB8">
            <w:pPr>
              <w:widowControl w:val="0"/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897286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From </w:t>
            </w:r>
          </w:p>
          <w:p w14:paraId="3651CB55" w14:textId="77777777" w:rsidR="00372217" w:rsidRPr="00C44E8E" w:rsidRDefault="00000000" w:rsidP="003A5FB8">
            <w:pPr>
              <w:widowControl w:val="0"/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929348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372217" w:rsidRPr="00C44E8E">
              <w:rPr>
                <w:rFonts w:asciiTheme="minorHAnsi" w:hAnsiTheme="minorHAnsi" w:cs="Arial"/>
                <w:lang w:val="en-US"/>
              </w:rPr>
              <w:t>P</w:t>
            </w:r>
            <w:r w:rsidR="00372217" w:rsidRPr="00C44E8E">
              <w:rPr>
                <w:rFonts w:asciiTheme="minorHAnsi" w:hAnsiTheme="minorHAnsi" w:cs="Arial"/>
                <w:lang w:val="en-US"/>
              </w:rPr>
              <w:noBreakHyphen/>
              <w:t>Asserted</w:t>
            </w:r>
            <w:r w:rsidR="00372217" w:rsidRPr="00C44E8E">
              <w:rPr>
                <w:rFonts w:asciiTheme="minorHAnsi" w:hAnsiTheme="minorHAnsi" w:cs="Arial"/>
                <w:lang w:val="en-US"/>
              </w:rPr>
              <w:noBreakHyphen/>
              <w:t>Identity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  <w:p w14:paraId="7AF25CC2" w14:textId="77777777" w:rsidR="00372217" w:rsidRPr="00C44E8E" w:rsidRDefault="00000000" w:rsidP="003A5FB8">
            <w:pPr>
              <w:widowControl w:val="0"/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453457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372217" w:rsidRPr="00C44E8E">
              <w:rPr>
                <w:rFonts w:asciiTheme="minorHAnsi" w:hAnsiTheme="minorHAnsi" w:cs="Arial"/>
                <w:lang w:val="en-US"/>
              </w:rPr>
              <w:t>P</w:t>
            </w:r>
            <w:r w:rsidR="00372217" w:rsidRPr="00C44E8E">
              <w:rPr>
                <w:rFonts w:asciiTheme="minorHAnsi" w:hAnsiTheme="minorHAnsi" w:cs="Arial"/>
                <w:lang w:val="en-US"/>
              </w:rPr>
              <w:noBreakHyphen/>
              <w:t>Preferred</w:t>
            </w:r>
            <w:r w:rsidR="00372217" w:rsidRPr="00C44E8E">
              <w:rPr>
                <w:rFonts w:asciiTheme="minorHAnsi" w:hAnsiTheme="minorHAnsi" w:cs="Arial"/>
                <w:lang w:val="en-US"/>
              </w:rPr>
              <w:noBreakHyphen/>
              <w:t>Identity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  <w:p w14:paraId="3EDD795C" w14:textId="77777777" w:rsidR="00372217" w:rsidRPr="00C44E8E" w:rsidRDefault="00000000" w:rsidP="003A5FB8">
            <w:pPr>
              <w:widowControl w:val="0"/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774282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372217">
              <w:rPr>
                <w:rFonts w:asciiTheme="minorHAnsi" w:hAnsiTheme="minorHAnsi" w:cs="Arial"/>
                <w:lang w:val="en-US"/>
              </w:rPr>
              <w:t>other: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instrText xml:space="preserve"> FORMTEXT </w:instrText>
            </w:r>
            <w:r w:rsidR="00372217">
              <w:rPr>
                <w:rFonts w:asciiTheme="minorHAnsi" w:hAnsiTheme="minorHAnsi" w:cs="Arial"/>
                <w:noProof/>
                <w:lang w:val="en-US"/>
              </w:rPr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fldChar w:fldCharType="separate"/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fldChar w:fldCharType="end"/>
            </w:r>
          </w:p>
        </w:tc>
      </w:tr>
      <w:tr w:rsidR="00372217" w:rsidRPr="00CA1A6B" w14:paraId="1C067C46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0C8E1B42" w14:textId="77777777" w:rsidR="00372217" w:rsidRPr="00C44E8E" w:rsidRDefault="00372217" w:rsidP="003A5FB8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he calling party </w:t>
            </w:r>
            <w:r>
              <w:rPr>
                <w:rFonts w:asciiTheme="minorHAnsi" w:hAnsiTheme="minorHAnsi" w:cs="Arial"/>
                <w:lang w:val="en-US"/>
              </w:rPr>
              <w:t>is delivered in a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2B8669A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07152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372217">
              <w:rPr>
                <w:rFonts w:asciiTheme="minorHAnsi" w:hAnsiTheme="minorHAnsi" w:cs="Arial"/>
                <w:lang w:val="en-US"/>
              </w:rPr>
              <w:t>sip: URI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14:paraId="3745018E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923486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proofErr w:type="spellStart"/>
            <w:r w:rsidR="00372217">
              <w:rPr>
                <w:rFonts w:asciiTheme="minorHAnsi" w:hAnsiTheme="minorHAnsi" w:cs="Arial"/>
                <w:lang w:val="en-US"/>
              </w:rPr>
              <w:t>tel</w:t>
            </w:r>
            <w:proofErr w:type="spellEnd"/>
            <w:r w:rsidR="00372217">
              <w:rPr>
                <w:rFonts w:asciiTheme="minorHAnsi" w:hAnsiTheme="minorHAnsi" w:cs="Arial"/>
                <w:lang w:val="en-US"/>
              </w:rPr>
              <w:t>: URI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14:paraId="6D5975BB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96312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372217">
              <w:rPr>
                <w:rFonts w:asciiTheme="minorHAnsi" w:hAnsiTheme="minorHAnsi" w:cs="Arial"/>
                <w:lang w:val="en-US"/>
              </w:rPr>
              <w:t>other: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372217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372217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372217">
              <w:rPr>
                <w:rFonts w:asciiTheme="minorHAnsi" w:hAnsiTheme="minorHAnsi" w:cs="Arial"/>
                <w:lang w:val="en-US"/>
              </w:rPr>
            </w:r>
            <w:r w:rsidR="00372217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372217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372217" w:rsidRPr="00CA1A6B" w14:paraId="62C48DB6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3FDA4E4A" w14:textId="77777777" w:rsidR="00372217" w:rsidRPr="00C44E8E" w:rsidRDefault="00372217" w:rsidP="003A5FB8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he format of the calling party number is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34FA43F3" w14:textId="77777777" w:rsidR="00372217" w:rsidRPr="00C44E8E" w:rsidRDefault="00000000" w:rsidP="003A5FB8">
            <w:pPr>
              <w:widowControl w:val="0"/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71892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international E.164 with +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ab/>
            </w:r>
          </w:p>
          <w:p w14:paraId="000D9DAB" w14:textId="77777777" w:rsidR="00372217" w:rsidRPr="00C44E8E" w:rsidRDefault="00000000" w:rsidP="003A5FB8">
            <w:pPr>
              <w:widowControl w:val="0"/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1260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international w/o prefix </w:t>
            </w:r>
            <w:r w:rsidR="00372217" w:rsidRPr="00C44E8E">
              <w:rPr>
                <w:rFonts w:asciiTheme="minorHAnsi" w:hAnsiTheme="minorHAnsi" w:cs="Arial"/>
                <w:lang w:val="en-US"/>
              </w:rPr>
              <w:tab/>
            </w:r>
          </w:p>
          <w:p w14:paraId="25665B2D" w14:textId="77777777" w:rsidR="00372217" w:rsidRPr="00C44E8E" w:rsidRDefault="00000000" w:rsidP="003A5FB8">
            <w:pPr>
              <w:widowControl w:val="0"/>
              <w:tabs>
                <w:tab w:val="left" w:pos="2339"/>
              </w:tabs>
              <w:spacing w:after="60"/>
              <w:ind w:left="355" w:hanging="355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7258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local, national or international number in dialable format including prefixes</w:t>
            </w:r>
          </w:p>
        </w:tc>
      </w:tr>
      <w:tr w:rsidR="00372217" w:rsidRPr="00C44E8E" w14:paraId="6AC81854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97D67B8" w14:textId="77777777" w:rsidR="00372217" w:rsidRPr="00F3715B" w:rsidRDefault="00372217" w:rsidP="003A5FB8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F3715B">
              <w:rPr>
                <w:rFonts w:asciiTheme="minorHAnsi" w:hAnsiTheme="minorHAnsi" w:cs="Arial"/>
                <w:lang w:val="en-US"/>
              </w:rPr>
              <w:t>Do you support Calling party name within SIP URI display-name field?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00C733" w14:textId="77777777" w:rsidR="00372217" w:rsidRPr="00F3715B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32070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F3715B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F3715B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E6C2B2" w14:textId="77777777" w:rsidR="00372217" w:rsidRPr="00F3715B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36597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372217" w:rsidRPr="00F3715B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5BCEE072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95A3D7D" w14:textId="77777777" w:rsidR="00372217" w:rsidRPr="00C44E8E" w:rsidRDefault="00372217" w:rsidP="003A5FB8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Is session timer required 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F59856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540591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E1F05D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92545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2BA2CE58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A856C41" w14:textId="77777777" w:rsidR="00372217" w:rsidRPr="00C44E8E" w:rsidRDefault="00372217" w:rsidP="003A5FB8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Is early media supported for incoming calls (18x with SDP supported) ?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96B03C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66677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F3D799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84952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BA11C5" w14:paraId="7C8725FA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FD2BD91" w14:textId="77777777" w:rsidR="00372217" w:rsidRPr="00C44E8E" w:rsidRDefault="00372217" w:rsidP="003A5FB8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Do you use initial INVITE without SDP ?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BF34F8" w14:textId="77777777" w:rsidR="00372217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98065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60115F" w14:textId="77777777" w:rsidR="00372217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50957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755E8C4E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67C8D810" w14:textId="77777777" w:rsidR="00372217" w:rsidRPr="00C44E8E" w:rsidRDefault="00372217" w:rsidP="003A5FB8">
            <w:pPr>
              <w:pStyle w:val="Header"/>
              <w:widowControl w:val="0"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Is Call rerouting </w:t>
            </w:r>
            <w:r>
              <w:rPr>
                <w:rFonts w:asciiTheme="minorHAnsi" w:hAnsiTheme="minorHAnsi" w:cs="Arial"/>
                <w:lang w:val="en-US"/>
              </w:rPr>
              <w:t xml:space="preserve"> with</w:t>
            </w:r>
            <w:r w:rsidRPr="00C44E8E">
              <w:rPr>
                <w:rFonts w:asciiTheme="minorHAnsi" w:hAnsiTheme="minorHAnsi" w:cs="Arial"/>
                <w:lang w:val="en-US"/>
              </w:rPr>
              <w:t>302 response</w:t>
            </w:r>
            <w:r>
              <w:rPr>
                <w:rFonts w:asciiTheme="minorHAnsi" w:hAnsiTheme="minorHAnsi" w:cs="Arial"/>
                <w:lang w:val="en-US"/>
              </w:rPr>
              <w:t xml:space="preserve"> </w:t>
            </w:r>
            <w:r w:rsidRPr="00C44E8E">
              <w:rPr>
                <w:rFonts w:asciiTheme="minorHAnsi" w:hAnsiTheme="minorHAnsi" w:cs="Arial"/>
                <w:lang w:val="en-US"/>
              </w:rPr>
              <w:t>supported</w:t>
            </w:r>
            <w:r>
              <w:rPr>
                <w:rFonts w:asciiTheme="minorHAnsi" w:hAnsiTheme="minorHAnsi" w:cs="Arial"/>
                <w:lang w:val="en-US"/>
              </w:rPr>
              <w:t xml:space="preserve"> </w:t>
            </w:r>
            <w:r w:rsidRPr="00C44E8E"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1F15BB8D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630289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1FC8CC9E" w14:textId="77777777" w:rsidR="00372217" w:rsidRPr="00C44E8E" w:rsidRDefault="00000000" w:rsidP="003A5FB8">
            <w:pPr>
              <w:widowControl w:val="0"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272393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56313A" w:rsidRPr="00C44E8E" w14:paraId="06FF2E3B" w14:textId="77777777" w:rsidTr="0078096F">
        <w:trPr>
          <w:cantSplit/>
          <w:trHeight w:val="159"/>
        </w:trPr>
        <w:tc>
          <w:tcPr>
            <w:tcW w:w="1006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7399468" w14:textId="77777777" w:rsidR="0056313A" w:rsidRPr="00C44E8E" w:rsidRDefault="0056313A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Additional notes/remarks: </w:t>
            </w: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069D35C0" w14:textId="77777777" w:rsidR="00BD7069" w:rsidRPr="00C44E8E" w:rsidRDefault="00BD7069" w:rsidP="00802C3E">
      <w:pPr>
        <w:spacing w:before="120" w:after="120"/>
        <w:rPr>
          <w:rStyle w:val="Strong"/>
          <w:lang w:val="en-US"/>
        </w:rPr>
      </w:pPr>
    </w:p>
    <w:p w14:paraId="5823AF96" w14:textId="77777777" w:rsidR="00BD7069" w:rsidRPr="00C44E8E" w:rsidRDefault="00BD7069">
      <w:pPr>
        <w:rPr>
          <w:rStyle w:val="Strong"/>
          <w:lang w:val="en-US"/>
        </w:rPr>
      </w:pPr>
      <w:r w:rsidRPr="00C44E8E">
        <w:rPr>
          <w:rStyle w:val="Strong"/>
          <w:lang w:val="en-US"/>
        </w:rPr>
        <w:br w:type="page"/>
      </w:r>
    </w:p>
    <w:p w14:paraId="6C13E71B" w14:textId="77777777" w:rsidR="00802C3E" w:rsidRDefault="0010013F" w:rsidP="0066321D">
      <w:pPr>
        <w:keepNext/>
        <w:spacing w:before="120" w:after="120"/>
        <w:rPr>
          <w:rStyle w:val="Strong"/>
          <w:lang w:val="en-US"/>
        </w:rPr>
      </w:pPr>
      <w:r w:rsidRPr="00C44E8E">
        <w:rPr>
          <w:rStyle w:val="Strong"/>
          <w:lang w:val="en-US"/>
        </w:rPr>
        <w:lastRenderedPageBreak/>
        <w:t>Outgo</w:t>
      </w:r>
      <w:r w:rsidR="00802C3E" w:rsidRPr="00C44E8E">
        <w:rPr>
          <w:rStyle w:val="Strong"/>
          <w:lang w:val="en-US"/>
        </w:rPr>
        <w:t>ing call PBX -&gt; SSP</w:t>
      </w: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851"/>
        <w:gridCol w:w="142"/>
        <w:gridCol w:w="708"/>
        <w:gridCol w:w="3261"/>
      </w:tblGrid>
      <w:tr w:rsidR="00D64FFE" w:rsidRPr="00C44E8E" w14:paraId="1C781786" w14:textId="77777777" w:rsidTr="00D64FFE">
        <w:trPr>
          <w:cantSplit/>
          <w:trHeight w:val="159"/>
          <w:tblHeader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5295D9F0" w14:textId="77777777" w:rsidR="00D64FFE" w:rsidRDefault="00D64FFE" w:rsidP="00422883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9D6B204" w14:textId="77777777" w:rsidR="00D64FFE" w:rsidRDefault="00D64FFE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</w:tr>
      <w:tr w:rsidR="00EF6518" w:rsidRPr="00EF6518" w14:paraId="0AAC9E85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462B41E0" w14:textId="77777777" w:rsidR="00EF6518" w:rsidRPr="00C44E8E" w:rsidRDefault="00EF6518" w:rsidP="0038334E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Do you </w:t>
            </w:r>
            <w:r>
              <w:rPr>
                <w:rFonts w:asciiTheme="minorHAnsi" w:hAnsiTheme="minorHAnsi" w:cs="Arial"/>
                <w:lang w:val="en-US"/>
              </w:rPr>
              <w:t>require a specific domain name (different from the SIP proxy domain)</w:t>
            </w:r>
          </w:p>
          <w:p w14:paraId="048B122F" w14:textId="77777777" w:rsidR="00EF6518" w:rsidRPr="00C44E8E" w:rsidRDefault="00EF6518" w:rsidP="005F29E5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If yes, please describe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66454673" w14:textId="77777777" w:rsidR="00EF6518" w:rsidRPr="00C44E8E" w:rsidRDefault="00000000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78010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6518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EF6518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  <w:r w:rsidR="00EF6518" w:rsidRPr="00C44E8E">
              <w:rPr>
                <w:rFonts w:asciiTheme="minorHAnsi" w:hAnsiTheme="minorHAnsi" w:cs="Arial"/>
                <w:lang w:val="en-US"/>
              </w:rPr>
              <w:br/>
            </w:r>
            <w:sdt>
              <w:sdtPr>
                <w:rPr>
                  <w:rFonts w:asciiTheme="minorHAnsi" w:hAnsiTheme="minorHAnsi" w:cs="Arial"/>
                  <w:lang w:val="en-US"/>
                </w:rPr>
                <w:id w:val="-1959780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6518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EF6518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  <w:r w:rsidR="00EF6518">
              <w:rPr>
                <w:rFonts w:asciiTheme="minorHAnsi" w:hAnsiTheme="minorHAnsi" w:cs="Arial"/>
                <w:lang w:val="en-US"/>
              </w:rPr>
              <w:br/>
              <w:t xml:space="preserve">domain: </w:t>
            </w:r>
            <w:r w:rsidR="00EF6518"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EF6518"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EF6518" w:rsidRPr="00C44E8E">
              <w:rPr>
                <w:rFonts w:asciiTheme="minorHAnsi" w:hAnsiTheme="minorHAnsi" w:cs="Arial"/>
                <w:lang w:val="en-US"/>
              </w:rPr>
            </w:r>
            <w:r w:rsidR="00EF6518"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EF6518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EF6518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EF6518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EF6518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EF6518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EF6518"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A1A6B" w14:paraId="1E6E5A2A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1B4A07A5" w14:textId="77777777" w:rsidR="00D64FFE" w:rsidRPr="00C44E8E" w:rsidRDefault="00D64FFE" w:rsidP="0038334E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The calling party must be present in the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021408AE" w14:textId="77777777" w:rsidR="00D64FFE" w:rsidRDefault="00D64FFE" w:rsidP="0038334E">
            <w:pPr>
              <w:spacing w:after="60"/>
              <w:ind w:right="-70"/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559DB67A" w14:textId="77777777" w:rsidR="00D64FFE" w:rsidRDefault="00D64FFE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D64FFE" w:rsidRPr="00CA1A6B" w14:paraId="364F4A76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0A85C0B2" w14:textId="77777777" w:rsidR="00D64FFE" w:rsidRPr="00C44E8E" w:rsidRDefault="00D64FFE" w:rsidP="00A43D9F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 </w:t>
            </w:r>
            <w:r w:rsidRPr="00C44E8E">
              <w:rPr>
                <w:rFonts w:asciiTheme="minorHAnsi" w:hAnsiTheme="minorHAnsi" w:cs="Arial"/>
                <w:lang w:val="en-US"/>
              </w:rPr>
              <w:t>From header field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83E326C" w14:textId="77777777" w:rsidR="00D64FFE" w:rsidRPr="00C44E8E" w:rsidRDefault="00000000" w:rsidP="0066321D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107190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as call number (format specified below)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14:paraId="15213733" w14:textId="77777777" w:rsidR="00D64FFE" w:rsidRPr="00C44E8E" w:rsidRDefault="00000000" w:rsidP="00A43D9F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71187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D64FFE">
              <w:rPr>
                <w:rFonts w:asciiTheme="minorHAnsi" w:hAnsiTheme="minorHAnsi" w:cs="Arial"/>
                <w:lang w:val="en-US"/>
              </w:rPr>
              <w:t>SIP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  <w:r w:rsidR="00D64FFE">
              <w:rPr>
                <w:rFonts w:asciiTheme="minorHAnsi" w:hAnsiTheme="minorHAnsi" w:cs="Arial"/>
                <w:lang w:val="en-US"/>
              </w:rPr>
              <w:t xml:space="preserve"> </w:t>
            </w:r>
            <w:proofErr w:type="gramStart"/>
            <w:r w:rsidR="00D64FFE">
              <w:rPr>
                <w:rFonts w:asciiTheme="minorHAnsi" w:hAnsiTheme="minorHAnsi" w:cs="Arial"/>
                <w:lang w:val="en-US"/>
              </w:rPr>
              <w:t>User name</w:t>
            </w:r>
            <w:proofErr w:type="gramEnd"/>
            <w:r w:rsidR="00D64FFE">
              <w:rPr>
                <w:rFonts w:asciiTheme="minorHAnsi" w:hAnsiTheme="minorHAnsi" w:cs="Arial"/>
                <w:lang w:val="en-US"/>
              </w:rPr>
              <w:t xml:space="preserve"> (valid only in case of registration)</w:t>
            </w:r>
          </w:p>
        </w:tc>
      </w:tr>
      <w:tr w:rsidR="00D64FFE" w:rsidRPr="00CA1A6B" w14:paraId="667C9172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1AE86DC8" w14:textId="77777777" w:rsidR="00D64FFE" w:rsidRDefault="00000000" w:rsidP="00A43D9F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D64FFE" w:rsidRPr="00C44E8E">
              <w:rPr>
                <w:rFonts w:asciiTheme="minorHAnsi" w:hAnsiTheme="minorHAnsi" w:cs="Arial"/>
                <w:lang w:val="en-US"/>
              </w:rPr>
              <w:t>P</w:t>
            </w:r>
            <w:r w:rsidR="00D64FFE" w:rsidRPr="00C44E8E">
              <w:rPr>
                <w:rFonts w:asciiTheme="minorHAnsi" w:hAnsiTheme="minorHAnsi" w:cs="Arial"/>
                <w:lang w:val="en-US"/>
              </w:rPr>
              <w:noBreakHyphen/>
              <w:t>Asserted</w:t>
            </w:r>
            <w:r w:rsidR="00D64FFE" w:rsidRPr="00C44E8E">
              <w:rPr>
                <w:rFonts w:asciiTheme="minorHAnsi" w:hAnsiTheme="minorHAnsi" w:cs="Arial"/>
                <w:lang w:val="en-US"/>
              </w:rPr>
              <w:noBreakHyphen/>
              <w:t>Identity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  <w:r w:rsidR="00D64FF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>header field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61C84E1F" w14:textId="77777777" w:rsidR="00D64FFE" w:rsidRPr="00C44E8E" w:rsidRDefault="00000000" w:rsidP="00EF6518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210614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as call number (format specified below)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14:paraId="5C69EB81" w14:textId="77777777" w:rsidR="00D64FFE" w:rsidRPr="00C44E8E" w:rsidRDefault="00000000" w:rsidP="00EF6518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78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D64FFE">
              <w:rPr>
                <w:rFonts w:asciiTheme="minorHAnsi" w:hAnsiTheme="minorHAnsi" w:cs="Arial"/>
                <w:lang w:val="en-US"/>
              </w:rPr>
              <w:t>SIP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  <w:r w:rsidR="00D64FFE">
              <w:rPr>
                <w:rFonts w:asciiTheme="minorHAnsi" w:hAnsiTheme="minorHAnsi" w:cs="Arial"/>
                <w:lang w:val="en-US"/>
              </w:rPr>
              <w:t xml:space="preserve"> User </w:t>
            </w:r>
            <w:proofErr w:type="gramStart"/>
            <w:r w:rsidR="00D64FFE">
              <w:rPr>
                <w:rFonts w:asciiTheme="minorHAnsi" w:hAnsiTheme="minorHAnsi" w:cs="Arial"/>
                <w:lang w:val="en-US"/>
              </w:rPr>
              <w:t>name(</w:t>
            </w:r>
            <w:proofErr w:type="gramEnd"/>
            <w:r w:rsidR="00D64FFE">
              <w:rPr>
                <w:rFonts w:asciiTheme="minorHAnsi" w:hAnsiTheme="minorHAnsi" w:cs="Arial"/>
                <w:lang w:val="en-US"/>
              </w:rPr>
              <w:t>valid only in case of registration)</w:t>
            </w:r>
          </w:p>
        </w:tc>
      </w:tr>
      <w:tr w:rsidR="00D64FFE" w:rsidRPr="00CA1A6B" w14:paraId="24F17B1A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53E4BD98" w14:textId="77777777" w:rsidR="00D64FFE" w:rsidRPr="00C44E8E" w:rsidRDefault="00000000" w:rsidP="00A43D9F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D64FFE" w:rsidRPr="00C44E8E">
              <w:rPr>
                <w:rFonts w:asciiTheme="minorHAnsi" w:hAnsiTheme="minorHAnsi" w:cs="Arial"/>
                <w:lang w:val="en-US"/>
              </w:rPr>
              <w:t>P</w:t>
            </w:r>
            <w:r w:rsidR="00D64FFE" w:rsidRPr="00C44E8E">
              <w:rPr>
                <w:rFonts w:asciiTheme="minorHAnsi" w:hAnsiTheme="minorHAnsi" w:cs="Arial"/>
                <w:lang w:val="en-US"/>
              </w:rPr>
              <w:noBreakHyphen/>
              <w:t>Preferred</w:t>
            </w:r>
            <w:r w:rsidR="00D64FFE" w:rsidRPr="00C44E8E">
              <w:rPr>
                <w:rFonts w:asciiTheme="minorHAnsi" w:hAnsiTheme="minorHAnsi" w:cs="Arial"/>
                <w:lang w:val="en-US"/>
              </w:rPr>
              <w:noBreakHyphen/>
              <w:t>Identity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  <w:r w:rsidR="00D64FF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>header field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094A61BD" w14:textId="77777777" w:rsidR="00D64FFE" w:rsidRPr="00C44E8E" w:rsidRDefault="00000000" w:rsidP="00EF6518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74498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as call number (format specified below)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14:paraId="05944A42" w14:textId="77777777" w:rsidR="00D64FFE" w:rsidRPr="00C44E8E" w:rsidRDefault="00000000" w:rsidP="00EF6518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14034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D64FFE">
              <w:rPr>
                <w:rFonts w:asciiTheme="minorHAnsi" w:hAnsiTheme="minorHAnsi" w:cs="Arial"/>
                <w:lang w:val="en-US"/>
              </w:rPr>
              <w:t>SIP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  <w:r w:rsidR="00D64FFE">
              <w:rPr>
                <w:rFonts w:asciiTheme="minorHAnsi" w:hAnsiTheme="minorHAnsi" w:cs="Arial"/>
                <w:lang w:val="en-US"/>
              </w:rPr>
              <w:t xml:space="preserve"> User </w:t>
            </w:r>
            <w:proofErr w:type="gramStart"/>
            <w:r w:rsidR="00D64FFE">
              <w:rPr>
                <w:rFonts w:asciiTheme="minorHAnsi" w:hAnsiTheme="minorHAnsi" w:cs="Arial"/>
                <w:lang w:val="en-US"/>
              </w:rPr>
              <w:t>name(</w:t>
            </w:r>
            <w:proofErr w:type="gramEnd"/>
            <w:r w:rsidR="00D64FFE">
              <w:rPr>
                <w:rFonts w:asciiTheme="minorHAnsi" w:hAnsiTheme="minorHAnsi" w:cs="Arial"/>
                <w:lang w:val="en-US"/>
              </w:rPr>
              <w:t>valid only in case of registration)</w:t>
            </w:r>
          </w:p>
        </w:tc>
      </w:tr>
      <w:tr w:rsidR="00D64FFE" w:rsidRPr="00C44E8E" w14:paraId="60CF9A96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5F0C65F7" w14:textId="77777777" w:rsidR="00D64FFE" w:rsidRPr="00C44E8E" w:rsidRDefault="00D64FFE" w:rsidP="003A5FB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he expected format of the </w:t>
            </w:r>
            <w:r>
              <w:rPr>
                <w:rFonts w:asciiTheme="minorHAnsi" w:hAnsiTheme="minorHAnsi" w:cs="Arial"/>
                <w:lang w:val="en-US"/>
              </w:rPr>
              <w:t>call</w:t>
            </w:r>
            <w:r w:rsidR="005F28FE">
              <w:rPr>
                <w:rFonts w:asciiTheme="minorHAnsi" w:hAnsiTheme="minorHAnsi" w:cs="Arial"/>
                <w:lang w:val="en-US"/>
              </w:rPr>
              <w:t>ing party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number is </w:t>
            </w:r>
            <w:r>
              <w:rPr>
                <w:rFonts w:asciiTheme="minorHAnsi" w:hAnsiTheme="minorHAnsi" w:cs="Arial"/>
                <w:lang w:val="en-US"/>
              </w:rPr>
              <w:br/>
            </w:r>
          </w:p>
          <w:p w14:paraId="79B0A68B" w14:textId="77777777" w:rsidR="00D64FFE" w:rsidRPr="00C44E8E" w:rsidRDefault="00D64FFE" w:rsidP="0066321D">
            <w:pPr>
              <w:pStyle w:val="Header"/>
              <w:keepNext/>
              <w:tabs>
                <w:tab w:val="left" w:pos="2198"/>
              </w:tabs>
              <w:spacing w:after="60"/>
              <w:ind w:left="3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example shown for german numbering plan:</w:t>
            </w:r>
            <w:r>
              <w:rPr>
                <w:rFonts w:asciiTheme="minorHAnsi" w:hAnsiTheme="minorHAnsi" w:cs="Arial"/>
                <w:lang w:val="en-US"/>
              </w:rPr>
              <w:br/>
            </w:r>
            <w:r w:rsidRPr="00C44E8E">
              <w:rPr>
                <w:rFonts w:asciiTheme="minorHAnsi" w:hAnsiTheme="minorHAnsi" w:cs="Arial"/>
                <w:lang w:val="en-US"/>
              </w:rPr>
              <w:t>international prefix</w:t>
            </w:r>
            <w:r w:rsidRPr="00C44E8E">
              <w:rPr>
                <w:rFonts w:asciiTheme="minorHAnsi" w:hAnsiTheme="minorHAnsi" w:cs="Arial"/>
                <w:lang w:val="en-US"/>
              </w:rPr>
              <w:tab/>
              <w:t>00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country code</w:t>
            </w:r>
            <w:r w:rsidRPr="00C44E8E">
              <w:rPr>
                <w:rFonts w:asciiTheme="minorHAnsi" w:hAnsiTheme="minorHAnsi" w:cs="Arial"/>
                <w:lang w:val="en-US"/>
              </w:rPr>
              <w:tab/>
              <w:t>49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nati</w:t>
            </w:r>
            <w:r>
              <w:rPr>
                <w:rFonts w:asciiTheme="minorHAnsi" w:hAnsiTheme="minorHAnsi" w:cs="Arial"/>
                <w:lang w:val="en-US"/>
              </w:rPr>
              <w:t>onal prefix</w:t>
            </w:r>
            <w:r>
              <w:rPr>
                <w:rFonts w:asciiTheme="minorHAnsi" w:hAnsiTheme="minorHAnsi" w:cs="Arial"/>
                <w:lang w:val="en-US"/>
              </w:rPr>
              <w:tab/>
              <w:t>0</w:t>
            </w:r>
            <w:r>
              <w:rPr>
                <w:rFonts w:asciiTheme="minorHAnsi" w:hAnsiTheme="minorHAnsi" w:cs="Arial"/>
                <w:lang w:val="en-US"/>
              </w:rPr>
              <w:br/>
              <w:t>local area code</w:t>
            </w:r>
            <w:r>
              <w:rPr>
                <w:rFonts w:asciiTheme="minorHAnsi" w:hAnsiTheme="minorHAnsi" w:cs="Arial"/>
                <w:lang w:val="en-US"/>
              </w:rPr>
              <w:tab/>
              <w:t>8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08F21F55" w14:textId="77777777" w:rsidR="00D64FFE" w:rsidRPr="00C44E8E" w:rsidRDefault="00000000" w:rsidP="001F3204">
            <w:pPr>
              <w:tabs>
                <w:tab w:val="left" w:pos="2765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499271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international E.164 with +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ab/>
              <w:t>(+498912345678)</w:t>
            </w:r>
          </w:p>
          <w:p w14:paraId="4BA8A4AB" w14:textId="77777777" w:rsidR="00D64FFE" w:rsidRPr="00C44E8E" w:rsidRDefault="00000000" w:rsidP="001F3204">
            <w:pPr>
              <w:tabs>
                <w:tab w:val="left" w:pos="2765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223569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international w/o prefix 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ab/>
              <w:t>(498912345678)</w:t>
            </w:r>
          </w:p>
          <w:p w14:paraId="1FC21515" w14:textId="77777777" w:rsidR="00D64FFE" w:rsidRPr="00C44E8E" w:rsidRDefault="00000000" w:rsidP="001F3204">
            <w:pPr>
              <w:tabs>
                <w:tab w:val="left" w:pos="2765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88737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international w/ prefix 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ab/>
              <w:t>(00498912345678)</w:t>
            </w:r>
          </w:p>
          <w:p w14:paraId="73AF7BC0" w14:textId="77777777" w:rsidR="00D64FFE" w:rsidRPr="00C44E8E" w:rsidRDefault="00000000" w:rsidP="001F3204">
            <w:pPr>
              <w:tabs>
                <w:tab w:val="left" w:pos="2765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254243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national w/o prefix 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ab/>
              <w:t>(8912345678)</w:t>
            </w:r>
          </w:p>
          <w:p w14:paraId="2E2B6CA3" w14:textId="77777777" w:rsidR="00D64FFE" w:rsidRPr="00C44E8E" w:rsidRDefault="00000000" w:rsidP="001F3204">
            <w:pPr>
              <w:tabs>
                <w:tab w:val="left" w:pos="2765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31021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national w/ prefix 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ab/>
              <w:t>(08912345678)</w:t>
            </w:r>
          </w:p>
          <w:p w14:paraId="52F374AB" w14:textId="77777777" w:rsidR="00D64FFE" w:rsidRPr="00C44E8E" w:rsidRDefault="00D64FFE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D64FFE" w:rsidRPr="00CA1A6B" w14:paraId="0ECC16F6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176A5DDD" w14:textId="77777777" w:rsidR="00D64FFE" w:rsidRPr="00C44E8E" w:rsidRDefault="00D64FFE" w:rsidP="0010013F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</w:t>
            </w:r>
            <w:r w:rsidRPr="00C44E8E">
              <w:rPr>
                <w:rFonts w:asciiTheme="minorHAnsi" w:hAnsiTheme="minorHAnsi" w:cs="Arial"/>
                <w:lang w:val="en-US"/>
              </w:rPr>
              <w:t>he format of the called party number</w:t>
            </w:r>
            <w:r>
              <w:rPr>
                <w:rFonts w:asciiTheme="minorHAnsi" w:hAnsiTheme="minorHAnsi" w:cs="Arial"/>
                <w:lang w:val="en-US"/>
              </w:rPr>
              <w:t xml:space="preserve"> in Request-line and To: header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is 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669F93F1" w14:textId="77777777" w:rsidR="00D64FFE" w:rsidRPr="00C44E8E" w:rsidRDefault="00000000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253971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international E.164 with +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ab/>
            </w:r>
          </w:p>
          <w:p w14:paraId="12FB6849" w14:textId="77777777" w:rsidR="00D64FFE" w:rsidRPr="00C44E8E" w:rsidRDefault="00000000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20984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international w/o prefix 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ab/>
            </w:r>
          </w:p>
          <w:p w14:paraId="51DC62EE" w14:textId="77777777" w:rsidR="00D64FFE" w:rsidRPr="00C44E8E" w:rsidRDefault="00000000" w:rsidP="005F28FE">
            <w:pPr>
              <w:tabs>
                <w:tab w:val="left" w:pos="2339"/>
              </w:tabs>
              <w:spacing w:after="60"/>
              <w:ind w:left="355" w:hanging="355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380567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national or international number in dialable format including prefixes</w:t>
            </w:r>
          </w:p>
        </w:tc>
      </w:tr>
      <w:tr w:rsidR="00D64FFE" w:rsidRPr="00422883" w14:paraId="7E2FD2CF" w14:textId="77777777" w:rsidTr="00427211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6998E51" w14:textId="77777777" w:rsidR="00D64FFE" w:rsidRPr="00C44E8E" w:rsidRDefault="00D64FFE" w:rsidP="00BF44E1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he </w:t>
            </w:r>
            <w:r>
              <w:rPr>
                <w:rFonts w:asciiTheme="minorHAnsi" w:hAnsiTheme="minorHAnsi" w:cs="Arial"/>
                <w:lang w:val="en-US"/>
              </w:rPr>
              <w:t>following header is used for billing / validation check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0BF5A70D" w14:textId="77777777" w:rsidR="00D64FFE" w:rsidRPr="00C44E8E" w:rsidRDefault="00000000" w:rsidP="00AA6E81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83418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From </w:t>
            </w:r>
          </w:p>
          <w:p w14:paraId="6A16473B" w14:textId="77777777" w:rsidR="00D64FFE" w:rsidRPr="00C44E8E" w:rsidRDefault="00000000" w:rsidP="00AA6E81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75207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hyperlink r:id="rId8" w:anchor="idx" w:history="1">
              <w:r w:rsidR="00D64FFE" w:rsidRPr="00C44E8E">
                <w:rPr>
                  <w:rFonts w:asciiTheme="minorHAnsi" w:hAnsiTheme="minorHAnsi" w:cs="Arial"/>
                  <w:lang w:val="en-US"/>
                </w:rPr>
                <w:t>P</w:t>
              </w:r>
              <w:r w:rsidR="00D64FFE" w:rsidRPr="00C44E8E">
                <w:rPr>
                  <w:rFonts w:asciiTheme="minorHAnsi" w:hAnsiTheme="minorHAnsi" w:cs="Arial"/>
                  <w:lang w:val="en-US"/>
                </w:rPr>
                <w:noBreakHyphen/>
                <w:t>Asserted</w:t>
              </w:r>
              <w:r w:rsidR="00D64FFE" w:rsidRPr="00C44E8E">
                <w:rPr>
                  <w:rFonts w:asciiTheme="minorHAnsi" w:hAnsiTheme="minorHAnsi" w:cs="Arial"/>
                  <w:lang w:val="en-US"/>
                </w:rPr>
                <w:noBreakHyphen/>
                <w:t>Identity</w:t>
              </w:r>
            </w:hyperlink>
            <w:r w:rsidR="00D64FFE">
              <w:rPr>
                <w:rFonts w:asciiTheme="minorHAnsi" w:hAnsiTheme="minorHAnsi" w:cs="Arial"/>
                <w:lang w:val="en-US"/>
              </w:rPr>
              <w:t xml:space="preserve"> (PAI)</w:t>
            </w:r>
          </w:p>
          <w:p w14:paraId="73B79466" w14:textId="77777777" w:rsidR="00D64FFE" w:rsidRDefault="00000000" w:rsidP="00AA6E81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82709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D64FFE" w:rsidRPr="00C44E8E">
              <w:rPr>
                <w:rFonts w:asciiTheme="minorHAnsi" w:hAnsiTheme="minorHAnsi" w:cs="Arial"/>
                <w:lang w:val="en-US"/>
              </w:rPr>
              <w:t>P</w:t>
            </w:r>
            <w:r w:rsidR="00D64FFE" w:rsidRPr="00C44E8E">
              <w:rPr>
                <w:rFonts w:asciiTheme="minorHAnsi" w:hAnsiTheme="minorHAnsi" w:cs="Arial"/>
                <w:lang w:val="en-US"/>
              </w:rPr>
              <w:noBreakHyphen/>
              <w:t>Preferred</w:t>
            </w:r>
            <w:r w:rsidR="00D64FFE" w:rsidRPr="00C44E8E">
              <w:rPr>
                <w:rFonts w:asciiTheme="minorHAnsi" w:hAnsiTheme="minorHAnsi" w:cs="Arial"/>
                <w:lang w:val="en-US"/>
              </w:rPr>
              <w:noBreakHyphen/>
              <w:t>Identity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  <w:r w:rsidR="00D64FFE">
              <w:rPr>
                <w:rFonts w:asciiTheme="minorHAnsi" w:hAnsiTheme="minorHAnsi" w:cs="Arial"/>
                <w:lang w:val="en-US"/>
              </w:rPr>
              <w:t xml:space="preserve"> (PPI)</w:t>
            </w:r>
          </w:p>
          <w:p w14:paraId="64C4F175" w14:textId="77777777" w:rsidR="00D64FFE" w:rsidRPr="00C44E8E" w:rsidRDefault="00000000" w:rsidP="00BF44E1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52016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hyperlink r:id="rId9" w:anchor="idx" w:history="1">
              <w:r w:rsidR="00D64FFE">
                <w:rPr>
                  <w:rFonts w:asciiTheme="minorHAnsi" w:hAnsiTheme="minorHAnsi" w:cs="Arial"/>
                  <w:lang w:val="en-US"/>
                </w:rPr>
                <w:t>Diversion header</w:t>
              </w:r>
            </w:hyperlink>
          </w:p>
          <w:p w14:paraId="726FFEA0" w14:textId="77777777" w:rsidR="00D64FFE" w:rsidRPr="00C44E8E" w:rsidRDefault="00000000" w:rsidP="00AA6E81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672185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hyperlink r:id="rId10" w:anchor="idx" w:history="1">
              <w:r w:rsidR="00D64FFE">
                <w:rPr>
                  <w:rFonts w:asciiTheme="minorHAnsi" w:hAnsiTheme="minorHAnsi" w:cs="Arial"/>
                  <w:lang w:val="en-US"/>
                </w:rPr>
                <w:t>IP</w:t>
              </w:r>
            </w:hyperlink>
            <w:r w:rsidR="00D64FFE">
              <w:rPr>
                <w:rFonts w:asciiTheme="minorHAnsi" w:hAnsiTheme="minorHAnsi" w:cs="Arial"/>
                <w:lang w:val="en-US"/>
              </w:rPr>
              <w:t xml:space="preserve"> address</w:t>
            </w:r>
            <w:r w:rsidR="00D64FFE">
              <w:t xml:space="preserve"> </w:t>
            </w:r>
          </w:p>
          <w:p w14:paraId="4D883A42" w14:textId="77777777" w:rsidR="00D64FFE" w:rsidRPr="00C44E8E" w:rsidRDefault="00000000" w:rsidP="00FA3568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389720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t xml:space="preserve"> other: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>
              <w:rPr>
                <w:rFonts w:asciiTheme="minorHAnsi" w:hAnsiTheme="minorHAnsi" w:cs="Arial"/>
                <w:lang w:val="en-US"/>
              </w:rPr>
            </w:r>
            <w:r w:rsidR="00D64FF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422883" w14:paraId="40ACDA89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0BB7516E" w14:textId="77777777" w:rsidR="00D64FFE" w:rsidRDefault="00D64FFE" w:rsidP="005171D7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if different headers are used, please specify the priority (e.g.1. Div 2. PAI 3.From)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2BB90C0" w14:textId="77777777" w:rsidR="00D64FFE" w:rsidRDefault="00D64FFE" w:rsidP="00AA6E81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5171D7" w14:paraId="21BD435D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24889DE" w14:textId="77777777" w:rsidR="00D64FFE" w:rsidRPr="00F3715B" w:rsidRDefault="00D64FFE" w:rsidP="001F3204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F3715B">
              <w:rPr>
                <w:rFonts w:asciiTheme="minorHAnsi" w:hAnsiTheme="minorHAnsi" w:cs="Arial"/>
                <w:lang w:val="en-US"/>
              </w:rPr>
              <w:t>Do you support Calling party name within SIP URI display-name field?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DDEA27" w14:textId="77777777" w:rsidR="00D64FFE" w:rsidRPr="00F3715B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5996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F3715B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F3715B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6CD893" w14:textId="77777777" w:rsidR="00D64FFE" w:rsidRPr="00F3715B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20631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397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64FFE" w:rsidRPr="00F3715B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5171D7" w14:paraId="02C23B52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74CE16F5" w14:textId="77777777" w:rsidR="00D64FFE" w:rsidRPr="00F3715B" w:rsidRDefault="00D64FFE" w:rsidP="00D53BA0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The </w:t>
            </w:r>
            <w:r w:rsidRPr="00F3715B">
              <w:rPr>
                <w:rFonts w:asciiTheme="minorHAnsi" w:hAnsiTheme="minorHAnsi" w:cs="Arial"/>
                <w:lang w:val="en-US"/>
              </w:rPr>
              <w:t>SIP URI display-name field</w:t>
            </w:r>
            <w:r>
              <w:rPr>
                <w:rFonts w:asciiTheme="minorHAnsi" w:hAnsiTheme="minorHAnsi" w:cs="Arial"/>
                <w:lang w:val="en-US"/>
              </w:rPr>
              <w:t xml:space="preserve"> must contain the calling party numberin the following headers: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539C7B" w14:textId="77777777" w:rsidR="00D64FFE" w:rsidRPr="00C44E8E" w:rsidRDefault="00000000" w:rsidP="00D53BA0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614826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From </w:t>
            </w:r>
          </w:p>
          <w:p w14:paraId="1FA6EEAE" w14:textId="77777777" w:rsidR="00D64FFE" w:rsidRPr="00C44E8E" w:rsidRDefault="00000000" w:rsidP="00D53BA0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257673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hyperlink r:id="rId11" w:anchor="idx" w:history="1">
              <w:r w:rsidR="00D64FFE" w:rsidRPr="00C44E8E">
                <w:rPr>
                  <w:rFonts w:asciiTheme="minorHAnsi" w:hAnsiTheme="minorHAnsi" w:cs="Arial"/>
                  <w:lang w:val="en-US"/>
                </w:rPr>
                <w:t>P</w:t>
              </w:r>
              <w:r w:rsidR="00D64FFE" w:rsidRPr="00C44E8E">
                <w:rPr>
                  <w:rFonts w:asciiTheme="minorHAnsi" w:hAnsiTheme="minorHAnsi" w:cs="Arial"/>
                  <w:lang w:val="en-US"/>
                </w:rPr>
                <w:noBreakHyphen/>
                <w:t>Asserted</w:t>
              </w:r>
              <w:r w:rsidR="00D64FFE" w:rsidRPr="00C44E8E">
                <w:rPr>
                  <w:rFonts w:asciiTheme="minorHAnsi" w:hAnsiTheme="minorHAnsi" w:cs="Arial"/>
                  <w:lang w:val="en-US"/>
                </w:rPr>
                <w:noBreakHyphen/>
                <w:t>Identity</w:t>
              </w:r>
            </w:hyperlink>
            <w:r w:rsidR="00D64FFE">
              <w:rPr>
                <w:rFonts w:asciiTheme="minorHAnsi" w:hAnsiTheme="minorHAnsi" w:cs="Arial"/>
                <w:lang w:val="en-US"/>
              </w:rPr>
              <w:t xml:space="preserve"> (PAI)</w:t>
            </w:r>
          </w:p>
          <w:p w14:paraId="621F5470" w14:textId="77777777" w:rsidR="00D64FFE" w:rsidRDefault="00000000" w:rsidP="00D53BA0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029788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D64FFE" w:rsidRPr="00C44E8E">
              <w:rPr>
                <w:rFonts w:asciiTheme="minorHAnsi" w:hAnsiTheme="minorHAnsi" w:cs="Arial"/>
                <w:lang w:val="en-US"/>
              </w:rPr>
              <w:t>P</w:t>
            </w:r>
            <w:r w:rsidR="00D64FFE" w:rsidRPr="00C44E8E">
              <w:rPr>
                <w:rFonts w:asciiTheme="minorHAnsi" w:hAnsiTheme="minorHAnsi" w:cs="Arial"/>
                <w:lang w:val="en-US"/>
              </w:rPr>
              <w:noBreakHyphen/>
              <w:t>Preferred</w:t>
            </w:r>
            <w:r w:rsidR="00D64FFE" w:rsidRPr="00C44E8E">
              <w:rPr>
                <w:rFonts w:asciiTheme="minorHAnsi" w:hAnsiTheme="minorHAnsi" w:cs="Arial"/>
                <w:lang w:val="en-US"/>
              </w:rPr>
              <w:noBreakHyphen/>
              <w:t>Identity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  <w:r w:rsidR="00D64FFE">
              <w:rPr>
                <w:rFonts w:asciiTheme="minorHAnsi" w:hAnsiTheme="minorHAnsi" w:cs="Arial"/>
                <w:lang w:val="en-US"/>
              </w:rPr>
              <w:t xml:space="preserve"> (PPI)</w:t>
            </w:r>
          </w:p>
          <w:p w14:paraId="66F7349C" w14:textId="77777777" w:rsidR="00D64FFE" w:rsidRPr="00C44E8E" w:rsidRDefault="00000000" w:rsidP="00D53BA0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13004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hyperlink r:id="rId12" w:anchor="idx" w:history="1">
              <w:r w:rsidR="00D64FFE">
                <w:rPr>
                  <w:rFonts w:asciiTheme="minorHAnsi" w:hAnsiTheme="minorHAnsi" w:cs="Arial"/>
                  <w:lang w:val="en-US"/>
                </w:rPr>
                <w:t>Diversion header</w:t>
              </w:r>
            </w:hyperlink>
          </w:p>
          <w:p w14:paraId="34AA4267" w14:textId="77777777" w:rsidR="00D64FF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831284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t xml:space="preserve"> other: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>
              <w:rPr>
                <w:rFonts w:asciiTheme="minorHAnsi" w:hAnsiTheme="minorHAnsi" w:cs="Arial"/>
                <w:lang w:val="en-US"/>
              </w:rPr>
            </w:r>
            <w:r w:rsidR="00D64FF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A1A6B" w14:paraId="4EA7D791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706A5A5B" w14:textId="77777777" w:rsidR="00D64FFE" w:rsidRPr="00C44E8E" w:rsidRDefault="00D64FFE" w:rsidP="000D660A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The user part of the contact URI 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B193D49" w14:textId="77777777" w:rsidR="00D64FFE" w:rsidRPr="00C44E8E" w:rsidRDefault="00000000" w:rsidP="0038334E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02391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is empty (SIP-Connect)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  <w:p w14:paraId="5250FD66" w14:textId="77777777" w:rsidR="00D64FFE" w:rsidRPr="00C44E8E" w:rsidRDefault="00000000" w:rsidP="0038334E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837678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hyperlink r:id="rId13" w:anchor="idx" w:history="1">
              <w:r w:rsidR="00D64FFE" w:rsidRPr="000D660A">
                <w:rPr>
                  <w:rFonts w:asciiTheme="minorHAnsi" w:hAnsiTheme="minorHAnsi" w:cs="Arial"/>
                  <w:lang w:val="en-US"/>
                </w:rPr>
                <w:t>contains</w:t>
              </w:r>
            </w:hyperlink>
            <w:r w:rsidR="00D64FFE">
              <w:rPr>
                <w:rFonts w:asciiTheme="minorHAnsi" w:hAnsiTheme="minorHAnsi" w:cs="Arial"/>
                <w:lang w:val="en-US"/>
              </w:rPr>
              <w:t xml:space="preserve"> the calling party number</w:t>
            </w:r>
          </w:p>
          <w:p w14:paraId="081610C5" w14:textId="77777777" w:rsidR="00D64FFE" w:rsidRDefault="00000000" w:rsidP="0038334E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17117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D64FFE">
              <w:rPr>
                <w:rFonts w:asciiTheme="minorHAnsi" w:hAnsiTheme="minorHAnsi" w:cs="Arial"/>
                <w:lang w:val="en-US"/>
              </w:rPr>
              <w:t>contains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  <w:r w:rsidR="00D64FFE">
              <w:rPr>
                <w:rFonts w:asciiTheme="minorHAnsi" w:hAnsiTheme="minorHAnsi" w:cs="Arial"/>
                <w:lang w:val="en-US"/>
              </w:rPr>
              <w:t xml:space="preserve"> the registration AOR</w:t>
            </w:r>
          </w:p>
          <w:p w14:paraId="518DF975" w14:textId="77777777" w:rsidR="00D64FFE" w:rsidRPr="00C44E8E" w:rsidRDefault="00000000" w:rsidP="0038334E">
            <w:pPr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10507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t xml:space="preserve"> other: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>
              <w:rPr>
                <w:rFonts w:asciiTheme="minorHAnsi" w:hAnsiTheme="minorHAnsi" w:cs="Arial"/>
                <w:lang w:val="en-US"/>
              </w:rPr>
            </w:r>
            <w:r w:rsidR="00D64FF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A1A6B" w14:paraId="271E20EE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1805BC41" w14:textId="77777777" w:rsidR="00D64FFE" w:rsidRPr="00C44E8E" w:rsidRDefault="00D64FFE" w:rsidP="001F3204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Call diversion with 2</w:t>
            </w:r>
            <w:r w:rsidRPr="00C44E8E">
              <w:rPr>
                <w:rFonts w:asciiTheme="minorHAnsi" w:hAnsiTheme="minorHAnsi" w:cs="Arial"/>
                <w:vertAlign w:val="superscript"/>
                <w:lang w:val="en-US"/>
              </w:rPr>
              <w:t>nd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call :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F13D6A4" w14:textId="77777777" w:rsidR="00D64FFE" w:rsidRPr="00C44E8E" w:rsidRDefault="00D64FFE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D64FFE" w:rsidRPr="00C44E8E" w14:paraId="3E580665" w14:textId="77777777" w:rsidTr="00A2367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49E20BA6" w14:textId="77777777" w:rsidR="00D64FFE" w:rsidRPr="00C44E8E" w:rsidRDefault="00D64FFE" w:rsidP="005F29E5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lastRenderedPageBreak/>
              <w:t>Do you support the presentation of the original calling party (A-Number) for diverted calls?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7FE5BA30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38992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2B24D04E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37638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C44E8E" w14:paraId="5FACFDDD" w14:textId="77777777" w:rsidTr="00A2367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51FA2429" w14:textId="77777777" w:rsidR="00D64FFE" w:rsidRPr="00C44E8E" w:rsidRDefault="00D64FFE" w:rsidP="005F29E5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If yes</w:t>
            </w:r>
            <w:r>
              <w:rPr>
                <w:rFonts w:asciiTheme="minorHAnsi" w:hAnsiTheme="minorHAnsi" w:cs="Arial"/>
                <w:lang w:val="en-US"/>
              </w:rPr>
              <w:t>: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044A2013" w14:textId="77777777" w:rsidR="00D64FFE" w:rsidRPr="00C44E8E" w:rsidRDefault="00000000" w:rsidP="00AA6E81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328440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is available in SSP default configuration</w:t>
            </w:r>
          </w:p>
          <w:p w14:paraId="2ABD30F3" w14:textId="77777777" w:rsidR="00D64FFE" w:rsidRDefault="00000000" w:rsidP="00AA6E81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69882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needs to be booked / configured on customer request</w:t>
            </w:r>
          </w:p>
          <w:p w14:paraId="370BAF06" w14:textId="77777777" w:rsidR="00D64FFE" w:rsidRDefault="00000000" w:rsidP="00E336AA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687182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 xml:space="preserve">needs </w:t>
            </w:r>
            <w:proofErr w:type="spellStart"/>
            <w:r w:rsidR="00D64FFE">
              <w:rPr>
                <w:rFonts w:asciiTheme="minorHAnsi" w:hAnsiTheme="minorHAnsi" w:cs="Arial"/>
                <w:lang w:val="en-US"/>
              </w:rPr>
              <w:t>payed</w:t>
            </w:r>
            <w:proofErr w:type="spellEnd"/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</w:p>
          <w:p w14:paraId="56463D5D" w14:textId="77777777" w:rsidR="00D64FFE" w:rsidRPr="00C44E8E" w:rsidRDefault="00000000" w:rsidP="00FA3568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476680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other: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>
              <w:rPr>
                <w:rFonts w:asciiTheme="minorHAnsi" w:hAnsiTheme="minorHAnsi" w:cs="Arial"/>
                <w:lang w:val="en-US"/>
              </w:rPr>
            </w:r>
            <w:r w:rsidR="00D64FF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44E8E" w14:paraId="3421510A" w14:textId="77777777" w:rsidTr="00A2367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0A93E267" w14:textId="77777777" w:rsidR="00D64FFE" w:rsidRPr="00C44E8E" w:rsidRDefault="00D64FFE" w:rsidP="005F29E5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If yes: A-Number must be present in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66613819" w14:textId="77777777" w:rsidR="00D64FFE" w:rsidRPr="00C44E8E" w:rsidRDefault="00000000" w:rsidP="00A43D9F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34529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From </w:t>
            </w:r>
          </w:p>
          <w:p w14:paraId="3AB1F724" w14:textId="77777777" w:rsidR="00D64FFE" w:rsidRPr="00C44E8E" w:rsidRDefault="00000000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7349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>
              <w:fldChar w:fldCharType="begin"/>
            </w:r>
            <w:r w:rsidRPr="00CA1A6B">
              <w:rPr>
                <w:lang w:val="en-GB"/>
              </w:rPr>
              <w:instrText>HYPERLINK "http://www.tech-invite.com/fo-abnf/tinv-fo-abnf-sip-p-assertid.html" \l "idx"</w:instrText>
            </w:r>
            <w:r>
              <w:fldChar w:fldCharType="separate"/>
            </w:r>
            <w:r w:rsidR="00D64FFE" w:rsidRPr="00C44E8E">
              <w:rPr>
                <w:rFonts w:asciiTheme="minorHAnsi" w:hAnsiTheme="minorHAnsi" w:cs="Arial"/>
                <w:lang w:val="en-US"/>
              </w:rPr>
              <w:t>P</w:t>
            </w:r>
            <w:r w:rsidR="00D64FFE" w:rsidRPr="00C44E8E">
              <w:rPr>
                <w:rFonts w:asciiTheme="minorHAnsi" w:hAnsiTheme="minorHAnsi" w:cs="Arial"/>
                <w:lang w:val="en-US"/>
              </w:rPr>
              <w:noBreakHyphen/>
              <w:t>Asserted</w:t>
            </w:r>
            <w:r w:rsidR="00D64FFE" w:rsidRPr="00C44E8E">
              <w:rPr>
                <w:rFonts w:asciiTheme="minorHAnsi" w:hAnsiTheme="minorHAnsi" w:cs="Arial"/>
                <w:lang w:val="en-US"/>
              </w:rPr>
              <w:noBreakHyphen/>
              <w:t>Identity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  <w:p w14:paraId="5862F4AC" w14:textId="77777777" w:rsidR="00D64FFE" w:rsidRDefault="00000000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67009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hyperlink r:id="rId14" w:anchor="idx" w:history="1">
              <w:r w:rsidR="00D64FFE" w:rsidRPr="00C44E8E">
                <w:rPr>
                  <w:rFonts w:asciiTheme="minorHAnsi" w:hAnsiTheme="minorHAnsi" w:cs="Arial"/>
                  <w:lang w:val="en-US"/>
                </w:rPr>
                <w:t>P</w:t>
              </w:r>
              <w:r w:rsidR="00D64FFE" w:rsidRPr="00C44E8E">
                <w:rPr>
                  <w:rFonts w:asciiTheme="minorHAnsi" w:hAnsiTheme="minorHAnsi" w:cs="Arial"/>
                  <w:lang w:val="en-US"/>
                </w:rPr>
                <w:noBreakHyphen/>
                <w:t>Preferred</w:t>
              </w:r>
              <w:r w:rsidR="00D64FFE" w:rsidRPr="00C44E8E">
                <w:rPr>
                  <w:rFonts w:asciiTheme="minorHAnsi" w:hAnsiTheme="minorHAnsi" w:cs="Arial"/>
                  <w:lang w:val="en-US"/>
                </w:rPr>
                <w:noBreakHyphen/>
                <w:t>Identity</w:t>
              </w:r>
            </w:hyperlink>
          </w:p>
          <w:p w14:paraId="67514718" w14:textId="77777777" w:rsidR="00D64FFE" w:rsidRPr="00C44E8E" w:rsidRDefault="00000000" w:rsidP="00FA3568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769998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other: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>
              <w:rPr>
                <w:rFonts w:asciiTheme="minorHAnsi" w:hAnsiTheme="minorHAnsi" w:cs="Arial"/>
                <w:lang w:val="en-US"/>
              </w:rPr>
            </w:r>
            <w:r w:rsidR="00D64FF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44E8E" w14:paraId="2BF9B541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7D2EC6FE" w14:textId="77777777" w:rsidR="00D64FFE" w:rsidRPr="00C44E8E" w:rsidRDefault="00D64FFE" w:rsidP="005F29E5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Diversion header ?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9500BA" w14:textId="77777777" w:rsidR="00D64FFE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866986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499C31" w14:textId="77777777" w:rsidR="00D64FFE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60034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C44E8E" w14:paraId="0159C9B4" w14:textId="77777777" w:rsidTr="00A2367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25AB53F5" w14:textId="77777777" w:rsidR="00D64FFE" w:rsidRPr="00C44E8E" w:rsidRDefault="00D64FFE" w:rsidP="00E336AA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Anonymous calls (CLIR) ?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38C0B393" w14:textId="77777777" w:rsidR="00D64FFE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219161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53B5D283" w14:textId="77777777" w:rsidR="00D64FFE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343448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A1A6B" w14:paraId="758628AB" w14:textId="77777777" w:rsidTr="00A2367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6C9BB742" w14:textId="77777777" w:rsidR="00D64FFE" w:rsidRPr="00C44E8E" w:rsidRDefault="00D64FFE" w:rsidP="005F29E5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Format of anonymous From: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CD25A03" w14:textId="77777777" w:rsidR="00D64FFE" w:rsidRPr="00C44E8E" w:rsidRDefault="00000000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24006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Anonymous &lt;</w:t>
            </w:r>
            <w:proofErr w:type="spellStart"/>
            <w:proofErr w:type="gramStart"/>
            <w:r w:rsidR="00D64FFE" w:rsidRPr="00C44E8E">
              <w:rPr>
                <w:rFonts w:asciiTheme="minorHAnsi" w:hAnsiTheme="minorHAnsi" w:cs="Arial"/>
                <w:lang w:val="en-US"/>
              </w:rPr>
              <w:t>sip:anonymous@anonymous.invalid</w:t>
            </w:r>
            <w:proofErr w:type="spellEnd"/>
            <w:proofErr w:type="gramEnd"/>
            <w:r w:rsidR="00D64FFE" w:rsidRPr="00C44E8E">
              <w:rPr>
                <w:rFonts w:asciiTheme="minorHAnsi" w:hAnsiTheme="minorHAnsi" w:cs="Arial"/>
                <w:lang w:val="en-US"/>
              </w:rPr>
              <w:t>&gt;</w:t>
            </w:r>
          </w:p>
          <w:p w14:paraId="1CD3EDD9" w14:textId="77777777" w:rsidR="00D64FFE" w:rsidRPr="00C44E8E" w:rsidRDefault="00000000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35673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proofErr w:type="spellStart"/>
            <w:proofErr w:type="gramStart"/>
            <w:r w:rsidR="00D64FFE" w:rsidRPr="00C44E8E">
              <w:rPr>
                <w:rFonts w:asciiTheme="minorHAnsi" w:hAnsiTheme="minorHAnsi" w:cs="Arial"/>
                <w:lang w:val="en-US"/>
              </w:rPr>
              <w:t>sip:anonymous@anonymous.invalid</w:t>
            </w:r>
            <w:proofErr w:type="spellEnd"/>
            <w:proofErr w:type="gramEnd"/>
          </w:p>
          <w:p w14:paraId="09585F9F" w14:textId="77777777" w:rsidR="00D64FFE" w:rsidRPr="00C44E8E" w:rsidRDefault="00000000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209612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37C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proofErr w:type="gramStart"/>
            <w:r w:rsidR="00D64FFE" w:rsidRPr="00C44E8E">
              <w:rPr>
                <w:rFonts w:asciiTheme="minorHAnsi" w:hAnsiTheme="minorHAnsi" w:cs="Arial"/>
                <w:lang w:val="en-US"/>
              </w:rPr>
              <w:t>sip:anonymous@itsp.net</w:t>
            </w:r>
            <w:proofErr w:type="gramEnd"/>
          </w:p>
          <w:p w14:paraId="1E591CAC" w14:textId="77777777" w:rsidR="00D64FFE" w:rsidRDefault="00000000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19682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Anonymous &lt;</w:t>
            </w:r>
            <w:proofErr w:type="spellStart"/>
            <w:proofErr w:type="gramStart"/>
            <w:r w:rsidR="00D64FFE" w:rsidRPr="00C44E8E">
              <w:rPr>
                <w:rFonts w:asciiTheme="minorHAnsi" w:hAnsiTheme="minorHAnsi" w:cs="Arial"/>
                <w:lang w:val="en-US"/>
              </w:rPr>
              <w:t>sip:number</w:t>
            </w:r>
            <w:proofErr w:type="spellEnd"/>
            <w:proofErr w:type="gramEnd"/>
            <w:r w:rsidR="00D64FFE" w:rsidRPr="00C44E8E">
              <w:rPr>
                <w:rFonts w:asciiTheme="minorHAnsi" w:hAnsiTheme="minorHAnsi" w:cs="Arial"/>
                <w:lang w:val="en-US"/>
              </w:rPr>
              <w:t>@</w:t>
            </w:r>
            <w:r w:rsidR="00D64FFE" w:rsidRPr="00C44E8E">
              <w:rPr>
                <w:lang w:val="en-US"/>
              </w:rPr>
              <w:t xml:space="preserve"> 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>itsp.net &gt;</w:t>
            </w:r>
          </w:p>
          <w:p w14:paraId="5BADB804" w14:textId="77777777" w:rsidR="00C437C6" w:rsidRPr="00C44E8E" w:rsidRDefault="00000000" w:rsidP="00C437C6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783992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37C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C437C6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C437C6">
              <w:rPr>
                <w:rFonts w:asciiTheme="minorHAnsi" w:hAnsiTheme="minorHAnsi" w:cs="Arial"/>
                <w:lang w:val="en-US"/>
              </w:rPr>
              <w:t>no special formatting for CLIR</w:t>
            </w:r>
          </w:p>
          <w:p w14:paraId="327960DF" w14:textId="77777777" w:rsidR="00D64FFE" w:rsidRPr="00C44E8E" w:rsidRDefault="00000000" w:rsidP="00FA3568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70686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other: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>
              <w:rPr>
                <w:rFonts w:asciiTheme="minorHAnsi" w:hAnsiTheme="minorHAnsi" w:cs="Arial"/>
                <w:lang w:val="en-US"/>
              </w:rPr>
            </w:r>
            <w:r w:rsidR="00D64FF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44E8E" w14:paraId="0373CF43" w14:textId="77777777" w:rsidTr="00A2367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36D32A46" w14:textId="77777777" w:rsidR="00D64FFE" w:rsidRPr="00C44E8E" w:rsidRDefault="00D64FFE" w:rsidP="005F29E5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Privacy header field: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5E098689" w14:textId="77777777" w:rsidR="00D64FFE" w:rsidRPr="00C44E8E" w:rsidRDefault="00000000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12735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Privacy: id</w:t>
            </w:r>
          </w:p>
          <w:p w14:paraId="2E7B1E12" w14:textId="77777777" w:rsidR="00D64FFE" w:rsidRPr="00C44E8E" w:rsidRDefault="00000000" w:rsidP="001F3204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38053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Privacy: user, id</w:t>
            </w:r>
          </w:p>
          <w:p w14:paraId="443D6C62" w14:textId="77777777" w:rsidR="00D64FFE" w:rsidRPr="00C44E8E" w:rsidRDefault="00000000" w:rsidP="00FA3568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342131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other: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>
              <w:rPr>
                <w:rFonts w:asciiTheme="minorHAnsi" w:hAnsiTheme="minorHAnsi" w:cs="Arial"/>
                <w:lang w:val="en-US"/>
              </w:rPr>
            </w:r>
            <w:r w:rsidR="00D64FF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44E8E" w14:paraId="69372C5D" w14:textId="77777777" w:rsidTr="00A2367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0CE2E0C9" w14:textId="77777777" w:rsidR="00D64FFE" w:rsidRPr="00C44E8E" w:rsidRDefault="00D64FFE" w:rsidP="00BF44E1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Do you support CLIP no Screening (</w:t>
            </w:r>
            <w:r w:rsidRPr="00BF44E1">
              <w:rPr>
                <w:rFonts w:asciiTheme="minorHAnsi" w:hAnsiTheme="minorHAnsi" w:cs="Arial"/>
                <w:lang w:val="en-US"/>
              </w:rPr>
              <w:t xml:space="preserve">calling party number outside the customer's number range </w:t>
            </w:r>
            <w:r>
              <w:rPr>
                <w:rFonts w:asciiTheme="minorHAnsi" w:hAnsiTheme="minorHAnsi" w:cs="Arial"/>
                <w:lang w:val="en-US"/>
              </w:rPr>
              <w:t>known by the SSP)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76D62F45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041941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96341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11E0695F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698464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96341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44E8E" w14:paraId="37FCD525" w14:textId="77777777" w:rsidTr="00A2367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04ADD73C" w14:textId="77777777" w:rsidR="00D64FFE" w:rsidRDefault="00D64FFE" w:rsidP="005F29E5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CLIP no Screening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1C26DE68" w14:textId="77777777" w:rsidR="00D64FFE" w:rsidRPr="00C44E8E" w:rsidRDefault="00000000" w:rsidP="00D53BA0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35732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is available in SSP default configuration</w:t>
            </w:r>
          </w:p>
          <w:p w14:paraId="1A2F0BCF" w14:textId="77777777" w:rsidR="00D64FFE" w:rsidRDefault="00000000" w:rsidP="00D53BA0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46190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needs to be booked / configured on customer request</w:t>
            </w:r>
          </w:p>
          <w:p w14:paraId="19E4B761" w14:textId="77777777" w:rsidR="00D64FFE" w:rsidRDefault="00000000" w:rsidP="00D53BA0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982732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 xml:space="preserve">needs </w:t>
            </w:r>
            <w:proofErr w:type="spellStart"/>
            <w:r w:rsidR="00D64FFE">
              <w:rPr>
                <w:rFonts w:asciiTheme="minorHAnsi" w:hAnsiTheme="minorHAnsi" w:cs="Arial"/>
                <w:lang w:val="en-US"/>
              </w:rPr>
              <w:t>payed</w:t>
            </w:r>
            <w:proofErr w:type="spellEnd"/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</w:p>
          <w:p w14:paraId="765BBA09" w14:textId="77777777" w:rsidR="00D64FFE" w:rsidRDefault="00000000" w:rsidP="00D53BA0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366340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other: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>
              <w:rPr>
                <w:rFonts w:asciiTheme="minorHAnsi" w:hAnsiTheme="minorHAnsi" w:cs="Arial"/>
                <w:lang w:val="en-US"/>
              </w:rPr>
            </w:r>
            <w:r w:rsidR="00D64FF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44E8E" w14:paraId="66F3EBF0" w14:textId="77777777" w:rsidTr="00A2367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7989B93D" w14:textId="77777777" w:rsidR="00D64FFE" w:rsidRPr="00C44E8E" w:rsidRDefault="00D64FFE" w:rsidP="005F29E5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CLIP no Screening number is sent in From: and needs a trusted number in 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33946055" w14:textId="77777777" w:rsidR="00D64FFE" w:rsidRDefault="00000000" w:rsidP="0066321D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574860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hyperlink r:id="rId15" w:anchor="idx" w:history="1">
              <w:r w:rsidR="00D64FFE">
                <w:rPr>
                  <w:rFonts w:asciiTheme="minorHAnsi" w:hAnsiTheme="minorHAnsi" w:cs="Arial"/>
                  <w:lang w:val="en-US"/>
                </w:rPr>
                <w:t>no</w:t>
              </w:r>
            </w:hyperlink>
            <w:r w:rsidR="00D64FFE">
              <w:rPr>
                <w:rFonts w:asciiTheme="minorHAnsi" w:hAnsiTheme="minorHAnsi" w:cs="Arial"/>
                <w:lang w:val="en-US"/>
              </w:rPr>
              <w:t xml:space="preserve"> additional trusted information needed</w:t>
            </w:r>
          </w:p>
          <w:p w14:paraId="5E406A6E" w14:textId="77777777" w:rsidR="00D64FFE" w:rsidRPr="00C44E8E" w:rsidRDefault="00000000" w:rsidP="00BF44E1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06071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hyperlink r:id="rId16" w:anchor="idx" w:history="1">
              <w:r w:rsidR="00D64FFE" w:rsidRPr="00C44E8E">
                <w:rPr>
                  <w:rFonts w:asciiTheme="minorHAnsi" w:hAnsiTheme="minorHAnsi" w:cs="Arial"/>
                  <w:lang w:val="en-US"/>
                </w:rPr>
                <w:t>P</w:t>
              </w:r>
              <w:r w:rsidR="00D64FFE" w:rsidRPr="00C44E8E">
                <w:rPr>
                  <w:rFonts w:asciiTheme="minorHAnsi" w:hAnsiTheme="minorHAnsi" w:cs="Arial"/>
                  <w:lang w:val="en-US"/>
                </w:rPr>
                <w:noBreakHyphen/>
                <w:t>Asserted</w:t>
              </w:r>
              <w:r w:rsidR="00D64FFE" w:rsidRPr="00C44E8E">
                <w:rPr>
                  <w:rFonts w:asciiTheme="minorHAnsi" w:hAnsiTheme="minorHAnsi" w:cs="Arial"/>
                  <w:lang w:val="en-US"/>
                </w:rPr>
                <w:noBreakHyphen/>
                <w:t>Identity</w:t>
              </w:r>
            </w:hyperlink>
          </w:p>
          <w:p w14:paraId="683FD7B9" w14:textId="77777777" w:rsidR="00D64FFE" w:rsidRPr="00C44E8E" w:rsidRDefault="00000000" w:rsidP="0066321D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43062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hyperlink r:id="rId17" w:anchor="idx" w:history="1">
              <w:r w:rsidR="00D64FFE" w:rsidRPr="00C44E8E">
                <w:rPr>
                  <w:rFonts w:asciiTheme="minorHAnsi" w:hAnsiTheme="minorHAnsi" w:cs="Arial"/>
                  <w:lang w:val="en-US"/>
                </w:rPr>
                <w:t>P</w:t>
              </w:r>
              <w:r w:rsidR="00D64FFE" w:rsidRPr="00C44E8E">
                <w:rPr>
                  <w:rFonts w:asciiTheme="minorHAnsi" w:hAnsiTheme="minorHAnsi" w:cs="Arial"/>
                  <w:lang w:val="en-US"/>
                </w:rPr>
                <w:noBreakHyphen/>
                <w:t>Preferred</w:t>
              </w:r>
              <w:r w:rsidR="00D64FFE" w:rsidRPr="00C44E8E">
                <w:rPr>
                  <w:rFonts w:asciiTheme="minorHAnsi" w:hAnsiTheme="minorHAnsi" w:cs="Arial"/>
                  <w:lang w:val="en-US"/>
                </w:rPr>
                <w:noBreakHyphen/>
                <w:t>Identity</w:t>
              </w:r>
            </w:hyperlink>
          </w:p>
          <w:p w14:paraId="7443C545" w14:textId="77777777" w:rsidR="00D64FFE" w:rsidRPr="00C44E8E" w:rsidRDefault="00000000" w:rsidP="00FA3568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6835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>other:</w:t>
            </w:r>
            <w:r w:rsidR="00D64FFE"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>
              <w:rPr>
                <w:rFonts w:asciiTheme="minorHAnsi" w:hAnsiTheme="minorHAnsi" w:cs="Arial"/>
                <w:lang w:val="en-US"/>
              </w:rPr>
            </w:r>
            <w:r w:rsidR="00D64FF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44E8E" w14:paraId="37D1EB30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36AF4A67" w14:textId="77777777" w:rsidR="00D64FFE" w:rsidRPr="00C44E8E" w:rsidRDefault="00D64FFE" w:rsidP="00AA6E81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Is session timer required </w:t>
            </w:r>
            <w:r>
              <w:rPr>
                <w:rFonts w:asciiTheme="minorHAnsi" w:hAnsiTheme="minorHAnsi" w:cs="Arial"/>
                <w:lang w:val="en-US"/>
              </w:rPr>
              <w:br/>
              <w:t>include: supported: timer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C620B0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122988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4E106E2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997221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A1A6B" w14:paraId="44CFE348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0B38572C" w14:textId="77777777" w:rsidR="00D64FFE" w:rsidRPr="00C44E8E" w:rsidRDefault="00D64FFE" w:rsidP="005F29E5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if yes: is a specific value for session expires required </w:t>
            </w:r>
            <w:r>
              <w:rPr>
                <w:rFonts w:asciiTheme="minorHAnsi" w:hAnsiTheme="minorHAnsi" w:cs="Arial"/>
                <w:lang w:val="en-US"/>
              </w:rPr>
              <w:br/>
            </w:r>
            <w:r w:rsidRPr="000657B6">
              <w:rPr>
                <w:rFonts w:asciiTheme="minorHAnsi" w:hAnsiTheme="minorHAnsi" w:cs="Arial"/>
                <w:bCs/>
                <w:lang w:val="en-US"/>
              </w:rPr>
              <w:t xml:space="preserve">Session-Expires: </w:t>
            </w:r>
            <w:r>
              <w:rPr>
                <w:rFonts w:asciiTheme="minorHAnsi" w:hAnsiTheme="minorHAnsi" w:cs="Arial"/>
                <w:bCs/>
                <w:lang w:val="en-US"/>
              </w:rPr>
              <w:t>1800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B74F872" w14:textId="77777777" w:rsidR="00D64FFE" w:rsidRDefault="00000000" w:rsidP="00AA6E81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01341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proofErr w:type="spellStart"/>
            <w:r w:rsidR="00D64FFE">
              <w:rPr>
                <w:rFonts w:asciiTheme="minorHAnsi" w:hAnsiTheme="minorHAnsi" w:cs="Arial"/>
                <w:lang w:val="en-US"/>
              </w:rPr>
              <w:t>no</w:t>
            </w:r>
            <w:proofErr w:type="spellEnd"/>
            <w:r w:rsidR="00D64FFE">
              <w:rPr>
                <w:rFonts w:asciiTheme="minorHAnsi" w:hAnsiTheme="minorHAnsi" w:cs="Arial"/>
                <w:lang w:val="en-US"/>
              </w:rPr>
              <w:t>, default (1800) is accepted</w:t>
            </w:r>
          </w:p>
          <w:p w14:paraId="216BEF81" w14:textId="77777777" w:rsidR="00D64FFE" w:rsidRPr="00C44E8E" w:rsidRDefault="00000000" w:rsidP="00FA3568">
            <w:pPr>
              <w:tabs>
                <w:tab w:val="left" w:pos="2339"/>
              </w:tabs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525515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</w:t>
            </w:r>
            <w:r w:rsidR="00D64FFE">
              <w:rPr>
                <w:rFonts w:asciiTheme="minorHAnsi" w:hAnsiTheme="minorHAnsi" w:cs="Arial"/>
                <w:lang w:val="en-US"/>
              </w:rPr>
              <w:t xml:space="preserve">Session expires 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>
              <w:rPr>
                <w:rFonts w:asciiTheme="minorHAnsi" w:hAnsiTheme="minorHAnsi" w:cs="Arial"/>
                <w:lang w:val="en-US"/>
              </w:rPr>
            </w:r>
            <w:r w:rsidR="00D64FF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lang w:val="en-US"/>
              </w:rPr>
              <w:fldChar w:fldCharType="end"/>
            </w:r>
            <w:r w:rsidR="00D64FFE">
              <w:rPr>
                <w:rFonts w:asciiTheme="minorHAnsi" w:hAnsiTheme="minorHAnsi" w:cs="Arial"/>
                <w:lang w:val="en-US"/>
              </w:rPr>
              <w:t xml:space="preserve"> required</w:t>
            </w:r>
          </w:p>
        </w:tc>
      </w:tr>
      <w:tr w:rsidR="00D64FFE" w:rsidRPr="00C44E8E" w14:paraId="6C426EB5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764F1C91" w14:textId="77777777" w:rsidR="00D64FFE" w:rsidRPr="00C44E8E" w:rsidRDefault="00D64FFE" w:rsidP="00537F35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Is </w:t>
            </w:r>
            <w:r>
              <w:rPr>
                <w:rFonts w:asciiTheme="minorHAnsi" w:hAnsiTheme="minorHAnsi" w:cs="Arial"/>
                <w:lang w:val="en-US"/>
              </w:rPr>
              <w:t xml:space="preserve">PRACK required </w:t>
            </w:r>
            <w:r>
              <w:rPr>
                <w:rFonts w:asciiTheme="minorHAnsi" w:hAnsiTheme="minorHAnsi" w:cs="Arial"/>
                <w:lang w:val="en-US"/>
              </w:rPr>
              <w:br/>
              <w:t xml:space="preserve">include: supported: 100rel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07D798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2038690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BE6B1DE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813327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44E8E" w14:paraId="2D37F182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4B9E0685" w14:textId="77777777" w:rsidR="00D64FFE" w:rsidRPr="00C44E8E" w:rsidRDefault="00D64FFE" w:rsidP="00537F35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Is </w:t>
            </w:r>
            <w:r>
              <w:rPr>
                <w:rFonts w:asciiTheme="minorHAnsi" w:hAnsiTheme="minorHAnsi" w:cs="Arial"/>
                <w:lang w:val="en-US"/>
              </w:rPr>
              <w:t xml:space="preserve">P-Early-Media required </w:t>
            </w:r>
            <w:r>
              <w:rPr>
                <w:rFonts w:asciiTheme="minorHAnsi" w:hAnsiTheme="minorHAnsi" w:cs="Arial"/>
                <w:lang w:val="en-US"/>
              </w:rPr>
              <w:br/>
              <w:t xml:space="preserve">include: </w:t>
            </w:r>
            <w:r w:rsidRPr="00537F35">
              <w:rPr>
                <w:rFonts w:asciiTheme="minorHAnsi" w:hAnsiTheme="minorHAnsi" w:cs="Arial"/>
                <w:lang w:val="en-US"/>
              </w:rPr>
              <w:t>P-Early-Media: supported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6D0465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97698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94E55A1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482612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44E8E" w14:paraId="22A62F80" w14:textId="77777777" w:rsidTr="00D64FFE">
        <w:trPr>
          <w:cantSplit/>
          <w:trHeight w:val="159"/>
        </w:trPr>
        <w:tc>
          <w:tcPr>
            <w:tcW w:w="51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5638D0E8" w14:textId="77777777" w:rsidR="00D64FFE" w:rsidRPr="00C44E8E" w:rsidRDefault="00D64FFE" w:rsidP="00CE4ADC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Is </w:t>
            </w:r>
            <w:r>
              <w:rPr>
                <w:rFonts w:asciiTheme="minorHAnsi" w:hAnsiTheme="minorHAnsi" w:cs="Arial"/>
                <w:lang w:val="en-US"/>
              </w:rPr>
              <w:t>COLP/TIP supported, 200 OK has a PAI header containing the connected B-Party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B33576" w14:textId="77777777" w:rsidR="00D64FFE" w:rsidRPr="00C44E8E" w:rsidRDefault="00000000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042200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216E042" w14:textId="77777777" w:rsidR="00D64FFE" w:rsidRPr="00C44E8E" w:rsidRDefault="00000000" w:rsidP="0038334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600241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</w:tbl>
    <w:p w14:paraId="5C790E13" w14:textId="77777777" w:rsidR="00537F35" w:rsidRDefault="00537F35">
      <w:pPr>
        <w:rPr>
          <w:rStyle w:val="Strong"/>
          <w:lang w:val="en-US"/>
        </w:rPr>
      </w:pPr>
    </w:p>
    <w:p w14:paraId="2B1DE12B" w14:textId="77777777" w:rsidR="00382CBC" w:rsidRPr="00C44E8E" w:rsidRDefault="00A37AF9" w:rsidP="00382CBC">
      <w:pPr>
        <w:keepNext/>
        <w:spacing w:before="120" w:after="120"/>
        <w:rPr>
          <w:rStyle w:val="Strong"/>
          <w:lang w:val="en-US"/>
        </w:rPr>
      </w:pPr>
      <w:r>
        <w:rPr>
          <w:rStyle w:val="Strong"/>
          <w:lang w:val="en-US"/>
        </w:rPr>
        <w:t xml:space="preserve">Call signaling </w:t>
      </w:r>
      <w:r w:rsidR="00382CBC" w:rsidRPr="00C44E8E">
        <w:rPr>
          <w:rStyle w:val="Strong"/>
          <w:lang w:val="en-US"/>
        </w:rPr>
        <w:t>PBX -&gt; SSP</w:t>
      </w:r>
      <w:r w:rsidR="000A4C61">
        <w:rPr>
          <w:rStyle w:val="Strong"/>
          <w:lang w:val="en-US"/>
        </w:rPr>
        <w:t xml:space="preserve"> (SSP is supporting the following in receiving direction)</w:t>
      </w: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275"/>
        <w:gridCol w:w="1844"/>
      </w:tblGrid>
      <w:tr w:rsidR="00D64FFE" w:rsidRPr="00C44E8E" w14:paraId="025EB96B" w14:textId="77777777" w:rsidTr="00D64FFE">
        <w:trPr>
          <w:cantSplit/>
          <w:trHeight w:val="159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34540889" w14:textId="77777777" w:rsidR="00D64FFE" w:rsidRDefault="00D64FFE" w:rsidP="00422883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6D8486A" w14:textId="77777777" w:rsidR="00D64FFE" w:rsidRDefault="00D64FFE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</w:tr>
      <w:tr w:rsidR="0056313A" w:rsidRPr="000235A5" w14:paraId="7ABC983C" w14:textId="77777777" w:rsidTr="0078096F">
        <w:trPr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6FBE61D" w14:textId="77777777" w:rsidR="0056313A" w:rsidRPr="00C109CF" w:rsidRDefault="0056313A" w:rsidP="0078096F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Do you support </w:t>
            </w:r>
            <w:r>
              <w:rPr>
                <w:rFonts w:asciiTheme="minorHAnsi" w:hAnsiTheme="minorHAnsi" w:cs="Arial"/>
                <w:lang w:val="en-US"/>
              </w:rPr>
              <w:t>receiving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of Emergency Location Information</w:t>
            </w:r>
            <w:r w:rsidRPr="00C109CF"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B78869" w14:textId="77777777" w:rsidR="0056313A" w:rsidRPr="00C109CF" w:rsidRDefault="00000000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95389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13A" w:rsidRPr="00C109C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56313A" w:rsidRPr="00C109CF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3F8CC27" w14:textId="77777777" w:rsidR="0056313A" w:rsidRDefault="00000000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750697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13A" w:rsidRPr="00C109C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56313A" w:rsidRPr="00C109CF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56313A" w:rsidRPr="00C44E8E" w14:paraId="51AA4A0C" w14:textId="77777777" w:rsidTr="0078096F">
        <w:trPr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30292535" w14:textId="77777777" w:rsidR="0056313A" w:rsidRPr="00C44E8E" w:rsidRDefault="0056313A" w:rsidP="0056313A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If </w:t>
            </w:r>
            <w:r>
              <w:rPr>
                <w:rFonts w:asciiTheme="minorHAnsi" w:hAnsiTheme="minorHAnsi" w:cs="Arial"/>
                <w:lang w:val="en-US"/>
              </w:rPr>
              <w:t>yes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, </w:t>
            </w:r>
            <w:r>
              <w:rPr>
                <w:rFonts w:asciiTheme="minorHAnsi" w:hAnsiTheme="minorHAnsi" w:cs="Arial"/>
                <w:lang w:val="en-US"/>
              </w:rPr>
              <w:t xml:space="preserve">in 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which SIP fields do you </w:t>
            </w:r>
            <w:r>
              <w:rPr>
                <w:rFonts w:asciiTheme="minorHAnsi" w:hAnsiTheme="minorHAnsi" w:cs="Arial"/>
                <w:lang w:val="en-US"/>
              </w:rPr>
              <w:t xml:space="preserve">expect this information ? 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8530B4" w14:textId="77777777" w:rsidR="0056313A" w:rsidRPr="00C44E8E" w:rsidRDefault="0056313A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56313A" w:rsidRPr="000235A5" w14:paraId="356E7D72" w14:textId="77777777" w:rsidTr="0078096F">
        <w:trPr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CE79457" w14:textId="77777777" w:rsidR="0056313A" w:rsidRPr="00C109CF" w:rsidRDefault="0056313A" w:rsidP="0056313A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Is the use of PIDF-LO supported </w:t>
            </w:r>
            <w:r w:rsidRPr="00C109CF"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328940" w14:textId="77777777" w:rsidR="0056313A" w:rsidRPr="00C109CF" w:rsidRDefault="00000000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7950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13A" w:rsidRPr="00C109C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56313A" w:rsidRPr="00C109CF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C82634" w14:textId="77777777" w:rsidR="0056313A" w:rsidRDefault="00000000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286164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13A" w:rsidRPr="00C109C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56313A" w:rsidRPr="00C109CF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56313A" w:rsidRPr="000235A5" w14:paraId="20618422" w14:textId="77777777" w:rsidTr="0078096F">
        <w:trPr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ACF4F1C" w14:textId="77777777" w:rsidR="0056313A" w:rsidRPr="00C109CF" w:rsidRDefault="0056313A" w:rsidP="0078096F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109CF">
              <w:rPr>
                <w:rFonts w:asciiTheme="minorHAnsi" w:hAnsiTheme="minorHAnsi" w:cs="Arial"/>
                <w:lang w:val="en-US"/>
              </w:rPr>
              <w:t>Is mid-session 3PCC call retargeting using re-INVITE without SDP supported?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1AD710" w14:textId="77777777" w:rsidR="0056313A" w:rsidRPr="00C109CF" w:rsidRDefault="00000000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67332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13A" w:rsidRPr="00C109C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56313A" w:rsidRPr="00C109CF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B95E3F" w14:textId="77777777" w:rsidR="0056313A" w:rsidRDefault="00000000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7574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313A" w:rsidRPr="00C109C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56313A" w:rsidRPr="00C109CF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44E8E" w14:paraId="5D36111E" w14:textId="77777777" w:rsidTr="00D64FFE">
        <w:trPr>
          <w:cantSplit/>
          <w:trHeight w:val="159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5816DFBF" w14:textId="77777777" w:rsidR="00D64FFE" w:rsidRPr="00C44E8E" w:rsidRDefault="00D64FFE" w:rsidP="00422883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Do you support </w:t>
            </w:r>
            <w:r>
              <w:rPr>
                <w:rFonts w:asciiTheme="minorHAnsi" w:hAnsiTheme="minorHAnsi" w:cs="Arial"/>
                <w:lang w:val="en-US"/>
              </w:rPr>
              <w:t>receiving UPDATE</w:t>
            </w:r>
            <w:r w:rsidRPr="00C44E8E"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928299" w14:textId="77777777" w:rsidR="00D64FFE" w:rsidRPr="00C44E8E" w:rsidRDefault="00000000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827853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F3715B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FA8E3C1" w14:textId="77777777" w:rsidR="00D64FFE" w:rsidRPr="00C44E8E" w:rsidRDefault="00000000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703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F3715B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56313A" w:rsidRPr="00C44E8E" w14:paraId="5147CE99" w14:textId="77777777" w:rsidTr="0078096F">
        <w:trPr>
          <w:cantSplit/>
          <w:trHeight w:val="159"/>
        </w:trPr>
        <w:tc>
          <w:tcPr>
            <w:tcW w:w="1006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E3BA577" w14:textId="77777777" w:rsidR="0056313A" w:rsidRPr="00C44E8E" w:rsidRDefault="0056313A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Additional notes/remarks: </w:t>
            </w: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4ACDB3E6" w14:textId="77777777" w:rsidR="00C44E8E" w:rsidRDefault="00C44E8E">
      <w:pPr>
        <w:rPr>
          <w:rStyle w:val="Strong"/>
          <w:lang w:val="en-US"/>
        </w:rPr>
      </w:pPr>
    </w:p>
    <w:p w14:paraId="507B631C" w14:textId="77777777" w:rsidR="00A37AF9" w:rsidRPr="00C44E8E" w:rsidRDefault="00A37AF9" w:rsidP="00A37AF9">
      <w:pPr>
        <w:keepNext/>
        <w:spacing w:before="120" w:after="120"/>
        <w:rPr>
          <w:rStyle w:val="Strong"/>
          <w:lang w:val="en-US"/>
        </w:rPr>
      </w:pPr>
      <w:r>
        <w:rPr>
          <w:rStyle w:val="Strong"/>
          <w:lang w:val="en-US"/>
        </w:rPr>
        <w:t>Call signaling SSP</w:t>
      </w:r>
      <w:r w:rsidRPr="00C44E8E">
        <w:rPr>
          <w:rStyle w:val="Strong"/>
          <w:lang w:val="en-US"/>
        </w:rPr>
        <w:t xml:space="preserve"> -&gt; </w:t>
      </w:r>
      <w:r>
        <w:rPr>
          <w:rStyle w:val="Strong"/>
          <w:lang w:val="en-US"/>
        </w:rPr>
        <w:t>PBX</w:t>
      </w:r>
      <w:r w:rsidR="000A4C61">
        <w:rPr>
          <w:rStyle w:val="Strong"/>
          <w:lang w:val="en-US"/>
        </w:rPr>
        <w:t xml:space="preserve"> (SSP is supporting the following in sending direction)</w:t>
      </w: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275"/>
        <w:gridCol w:w="1844"/>
      </w:tblGrid>
      <w:tr w:rsidR="00D64FFE" w:rsidRPr="00C44E8E" w14:paraId="3484AA92" w14:textId="77777777" w:rsidTr="00D64FFE">
        <w:trPr>
          <w:cantSplit/>
          <w:trHeight w:val="159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2895F9DF" w14:textId="77777777" w:rsidR="00D64FFE" w:rsidRDefault="00D64FFE" w:rsidP="00422883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C9FAB8B" w14:textId="77777777" w:rsidR="00D64FFE" w:rsidRDefault="00D64FFE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</w:tr>
      <w:tr w:rsidR="00D64FFE" w:rsidRPr="00C109CF" w14:paraId="519730B2" w14:textId="77777777" w:rsidTr="00D64FFE">
        <w:trPr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09069EB" w14:textId="77777777" w:rsidR="00D64FFE" w:rsidRPr="00C109CF" w:rsidRDefault="00D64FFE" w:rsidP="00A37AF9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109CF">
              <w:rPr>
                <w:rFonts w:asciiTheme="minorHAnsi" w:hAnsiTheme="minorHAnsi" w:cs="Arial"/>
                <w:lang w:val="en-US"/>
              </w:rPr>
              <w:t xml:space="preserve">Is REFER used </w:t>
            </w:r>
            <w:r w:rsidR="000A4C61">
              <w:rPr>
                <w:rFonts w:asciiTheme="minorHAnsi" w:hAnsiTheme="minorHAnsi" w:cs="Arial"/>
                <w:lang w:val="en-US"/>
              </w:rPr>
              <w:t xml:space="preserve">by the SSP </w:t>
            </w:r>
            <w:r w:rsidRPr="00C109CF">
              <w:rPr>
                <w:rFonts w:asciiTheme="minorHAnsi" w:hAnsiTheme="minorHAnsi" w:cs="Arial"/>
                <w:lang w:val="en-US"/>
              </w:rPr>
              <w:t>to initate a transfer?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3C5622" w14:textId="77777777" w:rsidR="00D64FFE" w:rsidRPr="00C109CF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08498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109C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109CF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8C11032" w14:textId="77777777" w:rsidR="00D64FFE" w:rsidRPr="00C109CF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50699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109C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109CF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A37AF9" w14:paraId="2755F552" w14:textId="77777777" w:rsidTr="00D64FFE">
        <w:trPr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3033F109" w14:textId="77777777" w:rsidR="00D64FFE" w:rsidRPr="00C109CF" w:rsidRDefault="00D64FFE" w:rsidP="00A37AF9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109CF">
              <w:rPr>
                <w:rFonts w:asciiTheme="minorHAnsi" w:hAnsiTheme="minorHAnsi" w:cs="Arial"/>
                <w:lang w:val="en-US"/>
              </w:rPr>
              <w:t xml:space="preserve">Is 302 used </w:t>
            </w:r>
            <w:r w:rsidR="000A4C61">
              <w:rPr>
                <w:rFonts w:asciiTheme="minorHAnsi" w:hAnsiTheme="minorHAnsi" w:cs="Arial"/>
                <w:lang w:val="en-US"/>
              </w:rPr>
              <w:t xml:space="preserve">by the SSP </w:t>
            </w:r>
            <w:r w:rsidRPr="00C109CF">
              <w:rPr>
                <w:rFonts w:asciiTheme="minorHAnsi" w:hAnsiTheme="minorHAnsi" w:cs="Arial"/>
                <w:lang w:val="en-US"/>
              </w:rPr>
              <w:t>to redirect a call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B2ADFA" w14:textId="77777777" w:rsidR="00D64FFE" w:rsidRPr="00C109CF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405737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109C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109CF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C92325" w14:textId="77777777" w:rsidR="00D64FFE" w:rsidRPr="00C109CF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538937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109C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109CF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44E8E" w14:paraId="594CE59A" w14:textId="77777777" w:rsidTr="00D64FFE">
        <w:trPr>
          <w:cantSplit/>
          <w:trHeight w:val="159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27B10B14" w14:textId="77777777" w:rsidR="00D64FFE" w:rsidRPr="00C44E8E" w:rsidRDefault="00D64FFE" w:rsidP="00422883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Do you support </w:t>
            </w:r>
            <w:r>
              <w:rPr>
                <w:rFonts w:asciiTheme="minorHAnsi" w:hAnsiTheme="minorHAnsi" w:cs="Arial"/>
                <w:lang w:val="en-US"/>
              </w:rPr>
              <w:t>sending UPDATE</w:t>
            </w:r>
            <w:r w:rsidRPr="00C44E8E"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02D242" w14:textId="77777777" w:rsidR="00D64FFE" w:rsidRPr="00C44E8E" w:rsidRDefault="00000000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142119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F3715B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D491F91" w14:textId="77777777" w:rsidR="00D64FFE" w:rsidRPr="00C44E8E" w:rsidRDefault="00000000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257126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F3715B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56313A" w:rsidRPr="00C44E8E" w14:paraId="0977FAF6" w14:textId="77777777" w:rsidTr="0078096F">
        <w:trPr>
          <w:cantSplit/>
          <w:trHeight w:val="159"/>
        </w:trPr>
        <w:tc>
          <w:tcPr>
            <w:tcW w:w="1006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111C4F" w14:textId="77777777" w:rsidR="0056313A" w:rsidRPr="00C44E8E" w:rsidRDefault="0056313A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Additional notes/remarks: </w:t>
            </w: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5AE3775F" w14:textId="77777777" w:rsidR="00A37AF9" w:rsidRDefault="00A37AF9" w:rsidP="00A37AF9">
      <w:pPr>
        <w:rPr>
          <w:rStyle w:val="Strong"/>
          <w:lang w:val="en-US"/>
        </w:rPr>
      </w:pPr>
    </w:p>
    <w:p w14:paraId="636766B4" w14:textId="77777777" w:rsidR="00382CBC" w:rsidRDefault="00382CBC">
      <w:pPr>
        <w:rPr>
          <w:rStyle w:val="Strong"/>
          <w:lang w:val="en-US"/>
        </w:rPr>
      </w:pPr>
    </w:p>
    <w:p w14:paraId="10DBF683" w14:textId="77777777" w:rsidR="00382CBC" w:rsidRDefault="00382CBC">
      <w:pPr>
        <w:rPr>
          <w:rStyle w:val="Strong"/>
          <w:lang w:val="en-US"/>
        </w:rPr>
      </w:pPr>
      <w:r>
        <w:rPr>
          <w:rStyle w:val="Strong"/>
          <w:lang w:val="en-US"/>
        </w:rPr>
        <w:br w:type="page"/>
      </w:r>
    </w:p>
    <w:p w14:paraId="618CC160" w14:textId="77777777" w:rsidR="001F3204" w:rsidRDefault="001F3204" w:rsidP="007D63A1">
      <w:pPr>
        <w:keepNext/>
        <w:spacing w:before="120" w:after="120"/>
        <w:rPr>
          <w:rStyle w:val="Strong"/>
          <w:lang w:val="en-US"/>
        </w:rPr>
      </w:pPr>
      <w:r w:rsidRPr="00C44E8E">
        <w:rPr>
          <w:rStyle w:val="Strong"/>
          <w:lang w:val="en-US"/>
        </w:rPr>
        <w:lastRenderedPageBreak/>
        <w:t>Media related</w:t>
      </w: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843"/>
        <w:gridCol w:w="1276"/>
      </w:tblGrid>
      <w:tr w:rsidR="00D64FFE" w:rsidRPr="00C44E8E" w14:paraId="02C4D9AA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6FE36C25" w14:textId="77777777" w:rsidR="00D64FFE" w:rsidRDefault="00D64FFE" w:rsidP="00533EAD">
            <w:pPr>
              <w:pStyle w:val="Header"/>
              <w:keepNext/>
              <w:spacing w:after="60"/>
              <w:ind w:left="360" w:hanging="3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2B8B358" w14:textId="77777777" w:rsidR="00D64FFE" w:rsidRDefault="00D64FFE" w:rsidP="00422883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</w:tr>
      <w:tr w:rsidR="00D64FFE" w:rsidRPr="00C44E8E" w14:paraId="6FD0FCB2" w14:textId="77777777" w:rsidTr="00A2367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54DF060E" w14:textId="77777777" w:rsidR="00D64FFE" w:rsidRPr="00C44E8E" w:rsidRDefault="00D64FFE" w:rsidP="00BF44E1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Codec support 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0AF839E0" w14:textId="77777777" w:rsidR="00D64FFE" w:rsidRPr="00C44E8E" w:rsidRDefault="00D64FFE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D64FFE" w:rsidRPr="00C44E8E" w14:paraId="1296F7D9" w14:textId="77777777" w:rsidTr="00A2367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3F7B2CF4" w14:textId="77777777" w:rsidR="00D64FFE" w:rsidRPr="00C44E8E" w:rsidRDefault="00D64FFE" w:rsidP="00D32534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G.711A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rtpmap:8 PCMA/8000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737862E1" w14:textId="77777777" w:rsidR="00D64FFE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73346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6C765490" w14:textId="77777777" w:rsidR="00D64FFE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998803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C44E8E" w14:paraId="0469F1CA" w14:textId="77777777" w:rsidTr="00A2367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44AF0A16" w14:textId="77777777" w:rsidR="00D64FFE" w:rsidRPr="00C44E8E" w:rsidRDefault="00D64FFE" w:rsidP="00D32534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G.711U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rtpmap:0 PCMU/8000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0A22C80F" w14:textId="77777777" w:rsidR="00D64FFE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232966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7361A7A9" w14:textId="77777777" w:rsidR="00D64FFE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11596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C44E8E" w14:paraId="6A829C40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F6D7B5E" w14:textId="77777777" w:rsidR="00D64FFE" w:rsidRPr="00C44E8E" w:rsidRDefault="00D64FFE" w:rsidP="00D32534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G.729AB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rtpmap:18 G729/8000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fmtp:18 annexb=yes  (default, if not send formally)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22ACB3" w14:textId="77777777" w:rsidR="00D64FFE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0072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B482A12" w14:textId="77777777" w:rsidR="00D64FFE" w:rsidRPr="00C44E8E" w:rsidRDefault="00000000" w:rsidP="001F320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85656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C44E8E" w14:paraId="78750107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FB1276E" w14:textId="77777777" w:rsidR="00D64FFE" w:rsidRPr="00C44E8E" w:rsidRDefault="00D64FFE" w:rsidP="00D32534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G.729A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rtpmap:18 G729/8000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fmtp:18 annexb=no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427B2E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5181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7C73D9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45255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C44E8E" w14:paraId="0AAB4A93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3BB56866" w14:textId="77777777" w:rsidR="00D64FFE" w:rsidRPr="00C44E8E" w:rsidRDefault="00D64FFE" w:rsidP="00D32534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Is ISDN data codec/ clearmode/ clearchannel supported as shown?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rtpmap:96 CLEARMODE/8000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72D876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317660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E704AE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9655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C44E8E" w14:paraId="2BA14C07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858A831" w14:textId="77777777" w:rsidR="00D64FFE" w:rsidRPr="00C44E8E" w:rsidRDefault="00D64FFE" w:rsidP="00D32534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Are there other mandatory codecs ?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3941E2" w14:textId="77777777" w:rsidR="00D64FFE" w:rsidRPr="00C44E8E" w:rsidRDefault="00D64FFE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44E8E" w14:paraId="4213818B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5EE629C" w14:textId="77777777" w:rsidR="00D64FFE" w:rsidRPr="00C44E8E" w:rsidRDefault="00D64FFE" w:rsidP="00B03A34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Is silence suppression for G.711 supported?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49F21D" w14:textId="77777777" w:rsidR="00D64FFE" w:rsidRPr="00C44E8E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399824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D9E42F" w14:textId="77777777" w:rsidR="00D64FFE" w:rsidRPr="00C44E8E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845155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44E8E" w14:paraId="49DC0ADC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15D7A42" w14:textId="77777777" w:rsidR="00D64FFE" w:rsidRPr="00C44E8E" w:rsidRDefault="00D64FFE" w:rsidP="00D32534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silence suppression is signalled as 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silenceSupp:on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27DCDC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407651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50EE8A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674533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C44E8E" w14:paraId="77CE8972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99974E3" w14:textId="77777777" w:rsidR="00D64FFE" w:rsidRPr="00C44E8E" w:rsidRDefault="00D64FFE" w:rsidP="00D32534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silence suppression is signalled as 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rtpmap:13 CN/8000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25EF93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980697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649C56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514880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D53BA0" w14:paraId="2D37CF08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97BE46F" w14:textId="77777777" w:rsidR="00D64FFE" w:rsidRPr="00C44E8E" w:rsidRDefault="00D64FFE" w:rsidP="00D53BA0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if silence suppresion is not supported, is the SDP attribute supported?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silenceSupp:o</w:t>
            </w:r>
            <w:r>
              <w:rPr>
                <w:rFonts w:asciiTheme="minorHAnsi" w:hAnsiTheme="minorHAnsi" w:cs="Arial"/>
                <w:lang w:val="en-US"/>
              </w:rPr>
              <w:t>ff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F74048" w14:textId="77777777" w:rsidR="00D64FF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53068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69C859" w14:textId="77777777" w:rsidR="00D64FF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637717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D53BA0" w14:paraId="15BEDB9B" w14:textId="77777777" w:rsidTr="00A2367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510E316F" w14:textId="77777777" w:rsidR="00D64FFE" w:rsidRDefault="00D64FFE" w:rsidP="00D53BA0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RFC2833/4733 telefone events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288B4CC3" w14:textId="77777777" w:rsidR="00D64FFE" w:rsidRDefault="00D64FFE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030C9BBA" w14:textId="77777777" w:rsidR="00D64FFE" w:rsidRDefault="00D64FFE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D64FFE" w:rsidRPr="00EF6518" w14:paraId="1A065133" w14:textId="77777777" w:rsidTr="00A2367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55FB8328" w14:textId="77777777" w:rsidR="00D64FFE" w:rsidRDefault="00D64FFE" w:rsidP="00E232CA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Are </w:t>
            </w:r>
            <w:r>
              <w:rPr>
                <w:rFonts w:asciiTheme="minorHAnsi" w:hAnsiTheme="minorHAnsi" w:cs="Arial"/>
                <w:lang w:val="en-US"/>
              </w:rPr>
              <w:t>DTMF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tones supported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fmtp:</w:t>
            </w:r>
            <w:r>
              <w:rPr>
                <w:rFonts w:asciiTheme="minorHAnsi" w:hAnsiTheme="minorHAnsi" w:cs="Arial"/>
                <w:lang w:val="en-US"/>
              </w:rPr>
              <w:t>0-15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2CE368B4" w14:textId="77777777" w:rsidR="00D64FF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47044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E62A6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E62A6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2B348CB2" w14:textId="77777777" w:rsidR="00D64FF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488937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E62A6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E62A6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44E8E" w14:paraId="1EB00A98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7F65BE68" w14:textId="77777777" w:rsidR="00D64FFE" w:rsidRPr="00C44E8E" w:rsidRDefault="00D64FFE" w:rsidP="00D53BA0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Are Fax tones supported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fmtp:98 32-36,49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46946A" w14:textId="77777777" w:rsidR="00D64FFE" w:rsidRPr="00C44E8E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21415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7B8916F" w14:textId="77777777" w:rsidR="00D64FFE" w:rsidRPr="00C44E8E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364797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44E8E" w14:paraId="289E9170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29336B1" w14:textId="77777777" w:rsidR="00D64FFE" w:rsidRPr="00C44E8E" w:rsidRDefault="00D64FFE" w:rsidP="00D32534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is payload type (96-127) negotiated and supported as shown: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Media Attribute (a): fmtp:98 0-15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A61D76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159230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Arial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3C506B1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82333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C44E8E" w14:paraId="691BEB39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63E470F" w14:textId="77777777" w:rsidR="00D64FFE" w:rsidRPr="00C44E8E" w:rsidRDefault="00D64FFE" w:rsidP="00E232CA">
            <w:pPr>
              <w:pStyle w:val="Header"/>
              <w:keepNext/>
              <w:numPr>
                <w:ilvl w:val="2"/>
                <w:numId w:val="19"/>
              </w:numPr>
              <w:spacing w:after="60"/>
              <w:ind w:left="923" w:hanging="567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if no please specify which payload type MUST be used (e.g. 101)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38EE53" w14:textId="77777777" w:rsidR="00D64FFE" w:rsidRPr="00C44E8E" w:rsidRDefault="00D64FFE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Payload type: </w:t>
            </w: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44E8E" w14:paraId="59866AB7" w14:textId="77777777" w:rsidTr="00A2367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6F1BDA52" w14:textId="77777777" w:rsidR="00D64FFE" w:rsidRPr="00C44E8E" w:rsidRDefault="00D64FFE" w:rsidP="00B03A34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Is T38 fax supported</w:t>
            </w:r>
            <w:r>
              <w:rPr>
                <w:rFonts w:asciiTheme="minorHAnsi" w:hAnsiTheme="minorHAnsi" w:cs="Arial"/>
                <w:lang w:val="en-US"/>
              </w:rPr>
              <w:t xml:space="preserve"> </w:t>
            </w:r>
            <w:r w:rsidRPr="00C44E8E">
              <w:rPr>
                <w:rFonts w:asciiTheme="minorHAnsi" w:hAnsiTheme="minorHAnsi" w:cs="Arial"/>
                <w:lang w:val="en-US"/>
              </w:rPr>
              <w:t>?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AF1DD" w:themeFill="accent3" w:themeFillTint="33"/>
          </w:tcPr>
          <w:p w14:paraId="1A937C38" w14:textId="77777777" w:rsidR="00D64FFE" w:rsidRPr="00C44E8E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934735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F1DD" w:themeFill="accent3" w:themeFillTint="33"/>
          </w:tcPr>
          <w:p w14:paraId="271130B6" w14:textId="77777777" w:rsidR="00D64FFE" w:rsidRPr="00C44E8E" w:rsidRDefault="00000000" w:rsidP="00B03A34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96408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D64FFE" w:rsidRPr="00C44E8E" w14:paraId="6DF94A53" w14:textId="77777777" w:rsidTr="00D64FFE">
        <w:trPr>
          <w:cantSplit/>
          <w:trHeight w:val="159"/>
          <w:tblHeader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4B8DBF4" w14:textId="77777777" w:rsidR="00D64FFE" w:rsidRPr="00F3715B" w:rsidRDefault="00D64FFE" w:rsidP="00D32534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F3715B">
              <w:rPr>
                <w:rFonts w:asciiTheme="minorHAnsi" w:hAnsiTheme="minorHAnsi" w:cs="Arial"/>
                <w:lang w:val="en-US"/>
              </w:rPr>
              <w:t>Is media inactivity detection used ?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DAE195" w14:textId="77777777" w:rsidR="00D64FFE" w:rsidRPr="00F3715B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798825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F3715B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F3715B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20CBE9C" w14:textId="77777777" w:rsidR="00D64FFE" w:rsidRPr="00C44E8E" w:rsidRDefault="00000000" w:rsidP="00AA6E81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85315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F3715B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F3715B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56313A" w:rsidRPr="00C44E8E" w14:paraId="51F3DA39" w14:textId="77777777" w:rsidTr="0078096F">
        <w:trPr>
          <w:cantSplit/>
          <w:trHeight w:val="159"/>
        </w:trPr>
        <w:tc>
          <w:tcPr>
            <w:tcW w:w="1006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FA54279" w14:textId="77777777" w:rsidR="0056313A" w:rsidRPr="00C44E8E" w:rsidRDefault="0056313A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Additional notes/remarks: </w:t>
            </w: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13079460" w14:textId="77777777" w:rsidR="006435E8" w:rsidRDefault="006435E8">
      <w:pPr>
        <w:rPr>
          <w:rFonts w:asciiTheme="minorHAnsi" w:hAnsiTheme="minorHAnsi" w:cs="Arial"/>
          <w:b/>
          <w:noProof/>
          <w:sz w:val="24"/>
          <w:szCs w:val="22"/>
          <w:lang w:val="en-US"/>
        </w:rPr>
      </w:pPr>
      <w:r>
        <w:rPr>
          <w:rFonts w:asciiTheme="minorHAnsi" w:hAnsiTheme="minorHAnsi"/>
          <w:bCs/>
          <w:noProof/>
          <w:sz w:val="24"/>
          <w:szCs w:val="22"/>
        </w:rPr>
        <w:br w:type="page"/>
      </w:r>
    </w:p>
    <w:p w14:paraId="24D3EE49" w14:textId="77777777" w:rsidR="00C44E8E" w:rsidRDefault="00D64FFE" w:rsidP="000657B6">
      <w:pPr>
        <w:pStyle w:val="Heading1"/>
        <w:numPr>
          <w:ilvl w:val="0"/>
          <w:numId w:val="18"/>
        </w:numPr>
        <w:ind w:hanging="720"/>
        <w:rPr>
          <w:rFonts w:asciiTheme="minorHAnsi" w:hAnsiTheme="minorHAnsi"/>
          <w:noProof/>
          <w:sz w:val="24"/>
          <w:szCs w:val="22"/>
        </w:rPr>
      </w:pPr>
      <w:bookmarkStart w:id="3" w:name="_Toc10459853"/>
      <w:r>
        <w:rPr>
          <w:rFonts w:asciiTheme="minorHAnsi" w:hAnsiTheme="minorHAnsi"/>
          <w:bCs w:val="0"/>
          <w:noProof/>
          <w:sz w:val="24"/>
          <w:szCs w:val="22"/>
        </w:rPr>
        <w:lastRenderedPageBreak/>
        <w:t xml:space="preserve">Optional </w:t>
      </w:r>
      <w:r w:rsidR="000657B6" w:rsidRPr="000657B6">
        <w:rPr>
          <w:rFonts w:asciiTheme="minorHAnsi" w:hAnsiTheme="minorHAnsi"/>
          <w:bCs w:val="0"/>
          <w:noProof/>
          <w:sz w:val="24"/>
          <w:szCs w:val="22"/>
        </w:rPr>
        <w:t>Technical Questions</w:t>
      </w:r>
      <w:bookmarkEnd w:id="3"/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559"/>
        <w:gridCol w:w="1134"/>
        <w:gridCol w:w="426"/>
      </w:tblGrid>
      <w:tr w:rsidR="00A857D9" w:rsidRPr="00C44E8E" w14:paraId="2E60255F" w14:textId="77777777" w:rsidTr="0056313A"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71691DF7" w14:textId="77777777" w:rsidR="00A857D9" w:rsidRDefault="00A857D9" w:rsidP="002B42E5">
            <w:pPr>
              <w:pStyle w:val="Header"/>
              <w:keepNext/>
              <w:spacing w:after="60"/>
              <w:ind w:left="360" w:hanging="3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8AF7674" w14:textId="77777777" w:rsidR="00A857D9" w:rsidRDefault="00A857D9" w:rsidP="00713DCE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</w:tr>
      <w:tr w:rsidR="00A857D9" w:rsidRPr="00C44E8E" w14:paraId="758A7452" w14:textId="77777777" w:rsidTr="0056313A">
        <w:trPr>
          <w:gridAfter w:val="1"/>
          <w:wAfter w:w="426" w:type="dxa"/>
          <w:cantSplit/>
          <w:trHeight w:val="277"/>
        </w:trPr>
        <w:tc>
          <w:tcPr>
            <w:tcW w:w="6946" w:type="dxa"/>
            <w:tcBorders>
              <w:top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</w:tcPr>
          <w:p w14:paraId="39867033" w14:textId="77777777" w:rsidR="00A857D9" w:rsidRPr="00C44E8E" w:rsidRDefault="00A857D9" w:rsidP="00372217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Transport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2F2F2" w:themeFill="background1" w:themeFillShade="F2"/>
          </w:tcPr>
          <w:p w14:paraId="758B2153" w14:textId="77777777" w:rsidR="00A857D9" w:rsidRPr="00C44E8E" w:rsidRDefault="00A857D9" w:rsidP="00A41292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C44E8E" w14:paraId="7FEBDA32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5B9D61B4" w14:textId="77777777" w:rsidR="00A857D9" w:rsidRPr="00C109CF" w:rsidRDefault="00A857D9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deliver an access device?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BA103B" w14:textId="77777777" w:rsidR="00A857D9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557352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0D791B" w14:textId="77777777" w:rsidR="00A857D9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82312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AC0F54" w14:paraId="03A24FA1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61EA4C1" w14:textId="77777777" w:rsidR="00A857D9" w:rsidRPr="00C44E8E" w:rsidRDefault="00A857D9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If yes, specify the device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A34BDE" w14:textId="77777777" w:rsidR="00A857D9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A857D9" w:rsidRPr="00AC0F54" w14:paraId="4764497C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4D58E03" w14:textId="77777777" w:rsidR="00A857D9" w:rsidRPr="00C44E8E" w:rsidRDefault="00A857D9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If yes, access device is acting as a router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B5B740" w14:textId="77777777" w:rsidR="00A857D9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949310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43C188" w14:textId="77777777" w:rsidR="00A857D9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32435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AC0F54" w14:paraId="3E5BF771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D63F409" w14:textId="77777777" w:rsidR="00A857D9" w:rsidRDefault="00A857D9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If yes, access device is acting as a SBC (terminating the SIP/media traffic)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95DCE1" w14:textId="77777777" w:rsidR="00A857D9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566146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857D9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4774E3" w14:textId="77777777" w:rsidR="00A857D9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510408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C44E8E" w14:paraId="0E0595E1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69306EC2" w14:textId="77777777" w:rsidR="00A857D9" w:rsidRPr="00C44E8E" w:rsidRDefault="00A857D9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NAT Traversal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15F7F9" w14:textId="77777777" w:rsidR="00A857D9" w:rsidRPr="00C44E8E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D6C9BA" w14:textId="77777777" w:rsidR="00A857D9" w:rsidRPr="00C44E8E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C44E8E" w14:paraId="2EDE0D0B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075390CA" w14:textId="77777777" w:rsidR="00A857D9" w:rsidRPr="00C44E8E" w:rsidRDefault="00A857D9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expect public routable addresses in SIP/SDP ?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E643C4" w14:textId="77777777" w:rsidR="00A857D9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356731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A857D9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C27A63" w14:textId="77777777" w:rsidR="00A857D9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361012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A857D9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A857D9" w:rsidRPr="00C44E8E" w14:paraId="094BDB3B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17A73A1D" w14:textId="77777777" w:rsidR="00A857D9" w:rsidRPr="00972177" w:rsidRDefault="00A857D9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If yes, d</w:t>
            </w:r>
            <w:r w:rsidRPr="00C44E8E">
              <w:rPr>
                <w:rFonts w:asciiTheme="minorHAnsi" w:hAnsiTheme="minorHAnsi" w:cs="Arial"/>
                <w:lang w:val="en-US"/>
              </w:rPr>
              <w:t>o provide a STUN server ?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6D1938" w14:textId="77777777" w:rsidR="00A857D9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176222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A857D9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>
              <w:rPr>
                <w:rFonts w:asciiTheme="minorHAnsi" w:hAnsiTheme="minorHAnsi" w:cs="Arial"/>
                <w:lang w:val="en-US"/>
              </w:rPr>
              <w:t xml:space="preserve">  Yes 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6D330A" w14:textId="77777777" w:rsidR="00A857D9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68440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A857D9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A857D9" w:rsidRPr="00972177" w14:paraId="14E437C6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3E261CAF" w14:textId="77777777" w:rsidR="00A857D9" w:rsidRDefault="0072244E" w:rsidP="0072244E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If yes, </w:t>
            </w:r>
            <w:r w:rsidR="00A857D9" w:rsidRPr="00C44E8E">
              <w:rPr>
                <w:rFonts w:asciiTheme="minorHAnsi" w:hAnsiTheme="minorHAnsi" w:cs="Arial"/>
                <w:lang w:val="en-US"/>
              </w:rPr>
              <w:t xml:space="preserve">please specify the </w:t>
            </w:r>
            <w:r w:rsidR="00A857D9">
              <w:rPr>
                <w:rFonts w:asciiTheme="minorHAnsi" w:hAnsiTheme="minorHAnsi" w:cs="Arial"/>
                <w:lang w:val="en-US"/>
              </w:rPr>
              <w:t>FQDN/</w:t>
            </w:r>
            <w:r w:rsidR="00A857D9" w:rsidRPr="00C44E8E">
              <w:rPr>
                <w:rFonts w:asciiTheme="minorHAnsi" w:hAnsiTheme="minorHAnsi" w:cs="Arial"/>
                <w:lang w:val="en-US"/>
              </w:rPr>
              <w:t>ad</w:t>
            </w:r>
            <w:r w:rsidR="00A857D9">
              <w:rPr>
                <w:rFonts w:asciiTheme="minorHAnsi" w:hAnsiTheme="minorHAnsi" w:cs="Arial"/>
                <w:lang w:val="en-US"/>
              </w:rPr>
              <w:t>d</w:t>
            </w:r>
            <w:r w:rsidR="00A857D9" w:rsidRPr="00C44E8E">
              <w:rPr>
                <w:rFonts w:asciiTheme="minorHAnsi" w:hAnsiTheme="minorHAnsi" w:cs="Arial"/>
                <w:lang w:val="en-US"/>
              </w:rPr>
              <w:t>ress</w:t>
            </w:r>
            <w:r w:rsidR="00526B12">
              <w:rPr>
                <w:rFonts w:asciiTheme="minorHAnsi" w:hAnsiTheme="minorHAnsi" w:cs="Arial"/>
                <w:lang w:val="en-US"/>
              </w:rPr>
              <w:t xml:space="preserve"> to be used</w:t>
            </w:r>
            <w:r w:rsidR="00A857D9" w:rsidRPr="00C44E8E">
              <w:rPr>
                <w:rFonts w:asciiTheme="minorHAnsi" w:hAnsiTheme="minorHAnsi" w:cs="Arial"/>
                <w:lang w:val="en-US"/>
              </w:rPr>
              <w:t>: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7272C88" w14:textId="77777777" w:rsidR="00A857D9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A857D9" w:rsidRPr="00972177" w14:paraId="1EA5A5B7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3C5CA8" w14:textId="77777777" w:rsidR="00A857D9" w:rsidRDefault="00A857D9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QOS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BB5593" w14:textId="77777777" w:rsidR="00A857D9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EB941" w14:textId="77777777" w:rsidR="00A857D9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972177" w14:paraId="209FF3A2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D332AC" w14:textId="77777777" w:rsidR="00A857D9" w:rsidRDefault="00A857D9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Do you require a specific QOS tagging for Signalling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4BDE7A" w14:textId="77777777" w:rsidR="00A857D9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86582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2E109" w14:textId="77777777" w:rsidR="00A857D9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A857D9" w:rsidRPr="00972177" w14:paraId="058A23FB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524DC4" w14:textId="77777777" w:rsidR="00A857D9" w:rsidRDefault="00A857D9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Do you require a specific QOS tagging for Media (RTP)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7E2FB7" w14:textId="77777777" w:rsidR="00A857D9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095623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985AD" w14:textId="77777777" w:rsidR="00A857D9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A857D9" w:rsidRPr="008B2698" w14:paraId="3754934B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92F767" w14:textId="77777777" w:rsidR="00A857D9" w:rsidRDefault="00A857D9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What kind of E2E QoS Management do you have in place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9EC21" w14:textId="77777777" w:rsidR="00A857D9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A857D9" w:rsidRPr="00C44E8E" w14:paraId="099E363C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2A36DE7" w14:textId="77777777" w:rsidR="00A857D9" w:rsidRPr="00C44E8E" w:rsidRDefault="00A857D9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support IPV6?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2BBFF9A" w14:textId="77777777" w:rsidR="00A857D9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37597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110CBE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514971C3" w14:textId="77777777" w:rsidR="00A857D9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687184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110CBE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010867D3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59360F5" w14:textId="77777777" w:rsidR="00372217" w:rsidRPr="00C109CF" w:rsidRDefault="00372217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have any limitation in regard of port range you support?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1FB6394" w14:textId="77777777" w:rsidR="00372217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67202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372217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372217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34281708" w14:textId="77777777" w:rsidR="00372217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2856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372217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109CF" w14:paraId="31A790C0" w14:textId="77777777" w:rsidTr="0056313A">
        <w:tblPrEx>
          <w:tblLook w:val="0020" w:firstRow="1" w:lastRow="0" w:firstColumn="0" w:lastColumn="0" w:noHBand="0" w:noVBand="0"/>
        </w:tblPrEx>
        <w:trPr>
          <w:gridAfter w:val="1"/>
          <w:wAfter w:w="426" w:type="dxa"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3A83BBEE" w14:textId="77777777" w:rsidR="00372217" w:rsidRDefault="00372217" w:rsidP="00EF6518">
            <w:pPr>
              <w:pStyle w:val="Header"/>
              <w:keepNext/>
              <w:numPr>
                <w:ilvl w:val="1"/>
                <w:numId w:val="19"/>
              </w:numPr>
              <w:tabs>
                <w:tab w:val="clear" w:pos="4536"/>
                <w:tab w:val="right" w:pos="6593"/>
              </w:tabs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If yes, please </w:t>
            </w:r>
            <w:r>
              <w:rPr>
                <w:rFonts w:asciiTheme="minorHAnsi" w:hAnsiTheme="minorHAnsi" w:cs="Arial"/>
                <w:lang w:val="en-US"/>
              </w:rPr>
              <w:t>listen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 the port range </w:t>
            </w:r>
            <w:r>
              <w:rPr>
                <w:rFonts w:asciiTheme="minorHAnsi" w:hAnsiTheme="minorHAnsi" w:cs="Arial"/>
                <w:lang w:val="en-US"/>
              </w:rPr>
              <w:tab/>
              <w:t>Media:</w:t>
            </w:r>
          </w:p>
          <w:p w14:paraId="6ACD6EBA" w14:textId="77777777" w:rsidR="00372217" w:rsidRPr="00501677" w:rsidRDefault="00372217" w:rsidP="00EF6518">
            <w:pPr>
              <w:pStyle w:val="Header"/>
              <w:keepNext/>
              <w:tabs>
                <w:tab w:val="clear" w:pos="4536"/>
                <w:tab w:val="right" w:pos="6593"/>
              </w:tabs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ab/>
              <w:t>Signalling: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1DD5FF" w14:textId="77777777" w:rsidR="00372217" w:rsidRDefault="00372217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  <w:p w14:paraId="21A77E5E" w14:textId="77777777" w:rsidR="00372217" w:rsidRDefault="00372217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372217" w:rsidRPr="00BA11C5" w14:paraId="3C568EDC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468DCDC" w14:textId="77777777" w:rsidR="00372217" w:rsidRDefault="00372217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Is media routed to the same address as the SIP signalling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EDA5DC" w14:textId="77777777" w:rsidR="00372217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647706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00BCC4" w14:textId="77777777" w:rsidR="00372217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063096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A9457F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45AC8F17" w14:textId="77777777" w:rsidTr="0056313A">
        <w:trPr>
          <w:gridAfter w:val="1"/>
          <w:wAfter w:w="426" w:type="dxa"/>
          <w:trHeight w:val="277"/>
        </w:trPr>
        <w:tc>
          <w:tcPr>
            <w:tcW w:w="6946" w:type="dxa"/>
            <w:tcBorders>
              <w:top w:val="nil"/>
              <w:bottom w:val="single" w:sz="8" w:space="0" w:color="auto"/>
              <w:right w:val="nil"/>
            </w:tcBorders>
          </w:tcPr>
          <w:p w14:paraId="5FB357BA" w14:textId="77777777" w:rsidR="00372217" w:rsidRPr="00C44E8E" w:rsidRDefault="00372217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Do you terminate the payload over your media gateway?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39512F" w14:textId="77777777" w:rsidR="00372217" w:rsidRPr="00C44E8E" w:rsidRDefault="00000000" w:rsidP="00EF6518">
            <w:pPr>
              <w:spacing w:after="60"/>
              <w:ind w:right="-7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828062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EC7760" w14:textId="77777777" w:rsidR="00372217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677082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6AB2DC49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07FA50E2" w14:textId="77777777" w:rsidR="00372217" w:rsidRPr="00C44E8E" w:rsidRDefault="00372217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Do you support SIP trunk connectivity directly over the public Internet  (vs managed circuit such as MPLS and metro ethernet).   </w:t>
            </w:r>
          </w:p>
          <w:p w14:paraId="28FD9451" w14:textId="77777777" w:rsidR="00372217" w:rsidRPr="00C44E8E" w:rsidRDefault="00372217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639" w:hanging="425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Which other types of access presentation do you support (e.ge MPLS, Ethernet)?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232FB355" w14:textId="77777777" w:rsidR="00372217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51757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Yes </w:t>
            </w:r>
            <w:r w:rsidR="00372217" w:rsidRPr="00C44E8E">
              <w:rPr>
                <w:rFonts w:asciiTheme="minorHAnsi" w:hAnsiTheme="minorHAnsi" w:cs="Arial"/>
                <w:lang w:val="en-US"/>
              </w:rPr>
              <w:br/>
            </w:r>
          </w:p>
          <w:p w14:paraId="77FF776D" w14:textId="77777777" w:rsidR="00372217" w:rsidRPr="00C44E8E" w:rsidRDefault="00372217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Pr="00C44E8E">
              <w:rPr>
                <w:rFonts w:asciiTheme="minorHAnsi" w:hAnsiTheme="minorHAnsi" w:cs="Arial"/>
                <w:lang w:val="en-US"/>
              </w:rPr>
            </w:r>
            <w:r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DE9D9" w:themeFill="accent6" w:themeFillTint="33"/>
          </w:tcPr>
          <w:p w14:paraId="1E958F9A" w14:textId="77777777" w:rsidR="00372217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49310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217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372217" w:rsidRPr="00C44E8E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56313A" w:rsidRPr="00C44E8E" w14:paraId="76B19E3F" w14:textId="77777777" w:rsidTr="0056313A">
        <w:trPr>
          <w:cantSplit/>
          <w:trHeight w:val="159"/>
        </w:trPr>
        <w:tc>
          <w:tcPr>
            <w:tcW w:w="1006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AB9D873" w14:textId="77777777" w:rsidR="0056313A" w:rsidRPr="00C44E8E" w:rsidRDefault="0056313A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Additional notes/remarks: </w:t>
            </w: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1710DB5D" w14:textId="77777777" w:rsidR="00A857D9" w:rsidRDefault="00A857D9" w:rsidP="00A857D9">
      <w:pPr>
        <w:pStyle w:val="ucfbodytext"/>
        <w:keepNext/>
      </w:pP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559"/>
        <w:gridCol w:w="1134"/>
        <w:gridCol w:w="426"/>
      </w:tblGrid>
      <w:tr w:rsidR="00A857D9" w:rsidRPr="00C44E8E" w14:paraId="4BD3DD40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7CBC37A7" w14:textId="77777777" w:rsidR="00A857D9" w:rsidRPr="00C44E8E" w:rsidRDefault="00A857D9" w:rsidP="00EF6518">
            <w:pPr>
              <w:pStyle w:val="Header"/>
              <w:keepNext/>
              <w:spacing w:after="60"/>
              <w:ind w:left="360" w:hanging="3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5BAFFCB3" w14:textId="77777777" w:rsidR="00A857D9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97E42C3" w14:textId="77777777" w:rsidR="00A857D9" w:rsidRDefault="00A857D9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372217" w:rsidRPr="00372217" w14:paraId="6EF11AA5" w14:textId="77777777" w:rsidTr="0056313A">
        <w:trPr>
          <w:gridAfter w:val="1"/>
          <w:wAfter w:w="426" w:type="dxa"/>
          <w:cantSplit/>
          <w:trHeight w:val="277"/>
        </w:trPr>
        <w:tc>
          <w:tcPr>
            <w:tcW w:w="6946" w:type="dxa"/>
            <w:tcBorders>
              <w:top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</w:tcPr>
          <w:p w14:paraId="19DBB2C0" w14:textId="77777777" w:rsidR="00372217" w:rsidRPr="00C44E8E" w:rsidRDefault="00372217" w:rsidP="00372217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Multi customer / Multi Site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2F2F2" w:themeFill="background1" w:themeFillShade="F2"/>
          </w:tcPr>
          <w:p w14:paraId="1C6522B4" w14:textId="77777777" w:rsidR="00372217" w:rsidRPr="00C44E8E" w:rsidRDefault="00372217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716C80" w14:paraId="7A092922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3298222E" w14:textId="77777777" w:rsidR="00A857D9" w:rsidRPr="00716C80" w:rsidRDefault="00A857D9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716C80">
              <w:rPr>
                <w:rFonts w:asciiTheme="minorHAnsi" w:hAnsiTheme="minorHAnsi" w:cs="Arial"/>
                <w:lang w:val="en-US"/>
              </w:rPr>
              <w:t>Do you support peering through your network with multiple customer domains as a SIP Proxy?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11640A77" w14:textId="77777777" w:rsidR="00A857D9" w:rsidRPr="00716C80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40953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716C80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FDE9D9" w:themeFill="accent6" w:themeFillTint="33"/>
          </w:tcPr>
          <w:p w14:paraId="45F24335" w14:textId="77777777" w:rsidR="00A857D9" w:rsidRPr="00716C80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469475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716C80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A857D9" w:rsidRPr="00716C80" w14:paraId="6C8FE0FA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4C7BF83C" w14:textId="77777777" w:rsidR="00A857D9" w:rsidRPr="00716C80" w:rsidRDefault="00A857D9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716C80">
              <w:rPr>
                <w:rFonts w:asciiTheme="minorHAnsi" w:hAnsiTheme="minorHAnsi" w:cs="Arial"/>
                <w:lang w:val="en-US"/>
              </w:rPr>
              <w:t>If multiple customer domain peering is not supported, does your access gateway support an SBC terminating signaling and media flows?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4AEEEB71" w14:textId="77777777" w:rsidR="00A857D9" w:rsidRPr="00716C80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929193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716C80">
              <w:rPr>
                <w:rFonts w:asciiTheme="minorHAnsi" w:hAnsiTheme="minorHAnsi" w:cs="Arial"/>
                <w:lang w:val="en-US"/>
              </w:rPr>
              <w:t xml:space="preserve">  Yes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FDE9D9" w:themeFill="accent6" w:themeFillTint="33"/>
          </w:tcPr>
          <w:p w14:paraId="4ACB1921" w14:textId="77777777" w:rsidR="00A857D9" w:rsidRPr="00716C80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1264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716C80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372217" w:rsidRPr="00C44E8E" w14:paraId="21F6E026" w14:textId="77777777" w:rsidTr="0056313A"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6B6B66D" w14:textId="77777777" w:rsidR="00372217" w:rsidRPr="00C44E8E" w:rsidRDefault="00372217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If 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multiple registrations from a single IP address </w:t>
            </w:r>
            <w:r>
              <w:rPr>
                <w:rFonts w:asciiTheme="minorHAnsi" w:hAnsiTheme="minorHAnsi" w:cs="Arial"/>
                <w:lang w:val="en-US"/>
              </w:rPr>
              <w:t xml:space="preserve">are not supported: </w:t>
            </w:r>
            <w:r w:rsidRPr="00F85800">
              <w:rPr>
                <w:rFonts w:asciiTheme="minorHAnsi" w:hAnsiTheme="minorHAnsi" w:cs="Arial"/>
                <w:lang w:val="en-US"/>
              </w:rPr>
              <w:t xml:space="preserve">Please prove us with the information for which purpose </w:t>
            </w:r>
            <w:r>
              <w:rPr>
                <w:rFonts w:asciiTheme="minorHAnsi" w:hAnsiTheme="minorHAnsi" w:cs="Arial"/>
                <w:lang w:val="en-US"/>
              </w:rPr>
              <w:t xml:space="preserve">a dedicated IP-address (or port) is needed </w:t>
            </w:r>
            <w:r w:rsidRPr="00C44E8E">
              <w:rPr>
                <w:rFonts w:asciiTheme="minorHAnsi" w:hAnsiTheme="minorHAnsi" w:cs="Arial"/>
                <w:lang w:val="en-US"/>
              </w:rPr>
              <w:t>(e,g. CDR, emergency location….)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816B1D" w14:textId="77777777" w:rsidR="00372217" w:rsidRPr="00C44E8E" w:rsidRDefault="00372217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56313A" w:rsidRPr="00C44E8E" w14:paraId="3C8F4F15" w14:textId="77777777" w:rsidTr="0056313A">
        <w:trPr>
          <w:cantSplit/>
          <w:trHeight w:val="159"/>
        </w:trPr>
        <w:tc>
          <w:tcPr>
            <w:tcW w:w="1006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701D684" w14:textId="77777777" w:rsidR="0056313A" w:rsidRPr="00C44E8E" w:rsidRDefault="0056313A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Additional notes/remarks: </w:t>
            </w: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60D9BD42" w14:textId="77777777" w:rsidR="00A2367E" w:rsidRDefault="00A2367E" w:rsidP="00EF6518">
      <w:pPr>
        <w:spacing w:after="60"/>
        <w:rPr>
          <w:rFonts w:asciiTheme="minorHAnsi" w:hAnsiTheme="minorHAnsi" w:cs="Arial"/>
          <w:lang w:val="en-US"/>
        </w:rPr>
      </w:pP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559"/>
        <w:gridCol w:w="1134"/>
        <w:gridCol w:w="426"/>
      </w:tblGrid>
      <w:tr w:rsidR="00A2367E" w:rsidRPr="00C44E8E" w14:paraId="4E566FCD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1C3E64A5" w14:textId="77777777" w:rsidR="00A2367E" w:rsidRPr="00C44E8E" w:rsidRDefault="00A2367E" w:rsidP="00E9734C">
            <w:pPr>
              <w:pStyle w:val="Header"/>
              <w:keepNext/>
              <w:spacing w:after="60"/>
              <w:ind w:left="360" w:hanging="3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lastRenderedPageBreak/>
              <w:t>Question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20A7D55A" w14:textId="77777777" w:rsidR="00A2367E" w:rsidRDefault="00A2367E" w:rsidP="00E9734C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Answer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1B09524" w14:textId="77777777" w:rsidR="00A2367E" w:rsidRDefault="00A2367E" w:rsidP="00E9734C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372217" w:rsidRPr="00372217" w14:paraId="26B01E2E" w14:textId="77777777" w:rsidTr="0056313A">
        <w:trPr>
          <w:gridAfter w:val="1"/>
          <w:wAfter w:w="426" w:type="dxa"/>
          <w:cantSplit/>
          <w:trHeight w:val="277"/>
        </w:trPr>
        <w:tc>
          <w:tcPr>
            <w:tcW w:w="6946" w:type="dxa"/>
            <w:tcBorders>
              <w:top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</w:tcPr>
          <w:p w14:paraId="650BF0A0" w14:textId="77777777" w:rsidR="00372217" w:rsidRPr="00C44E8E" w:rsidRDefault="00372217" w:rsidP="00372217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Redundancy / Failover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2F2F2" w:themeFill="background1" w:themeFillShade="F2"/>
          </w:tcPr>
          <w:p w14:paraId="161B0C36" w14:textId="77777777" w:rsidR="00372217" w:rsidRPr="00C44E8E" w:rsidRDefault="00372217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A857D9" w:rsidRPr="00C44E8E" w14:paraId="0DECAC5C" w14:textId="77777777" w:rsidTr="0056313A">
        <w:trPr>
          <w:gridAfter w:val="1"/>
          <w:wAfter w:w="426" w:type="dxa"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4D8284C8" w14:textId="77777777" w:rsidR="00A857D9" w:rsidRPr="00C44E8E" w:rsidRDefault="00A857D9" w:rsidP="00F17140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Redundancy / Fail-over</w:t>
            </w:r>
            <w:r w:rsidRPr="00C44E8E">
              <w:rPr>
                <w:rFonts w:asciiTheme="minorHAnsi" w:hAnsiTheme="minorHAnsi" w:cs="Arial"/>
                <w:lang w:val="en-US"/>
              </w:rPr>
              <w:br/>
              <w:t>How do you support fail-over of SIP trunks from one Data Center to a redundant Data Center, which in gener</w:t>
            </w:r>
            <w:r w:rsidR="00F17140">
              <w:rPr>
                <w:rFonts w:asciiTheme="minorHAnsi" w:hAnsiTheme="minorHAnsi" w:cs="Arial"/>
                <w:lang w:val="en-US"/>
              </w:rPr>
              <w:t xml:space="preserve">al cannot be connected via L2.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DE9D9" w:themeFill="accent6" w:themeFillTint="33"/>
          </w:tcPr>
          <w:p w14:paraId="232CBDBB" w14:textId="77777777" w:rsidR="00F17140" w:rsidRDefault="00000000" w:rsidP="00F17140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32557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7140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F17140" w:rsidRPr="00716C80">
              <w:rPr>
                <w:rFonts w:asciiTheme="minorHAnsi" w:hAnsiTheme="minorHAnsi" w:cs="Arial"/>
                <w:lang w:val="en-US"/>
              </w:rPr>
              <w:t xml:space="preserve">  </w:t>
            </w:r>
            <w:r w:rsidR="00F17140" w:rsidRPr="00C44E8E">
              <w:rPr>
                <w:rFonts w:asciiTheme="minorHAnsi" w:hAnsiTheme="minorHAnsi" w:cs="Arial"/>
                <w:lang w:val="en-US"/>
              </w:rPr>
              <w:t>DNS-SRV</w:t>
            </w:r>
          </w:p>
          <w:p w14:paraId="067776F2" w14:textId="77777777" w:rsidR="00A857D9" w:rsidRPr="00C44E8E" w:rsidRDefault="00000000" w:rsidP="00F17140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2014874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7140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F17140" w:rsidRPr="00716C80">
              <w:rPr>
                <w:rFonts w:asciiTheme="minorHAnsi" w:hAnsiTheme="minorHAnsi" w:cs="Arial"/>
                <w:lang w:val="en-US"/>
              </w:rPr>
              <w:t xml:space="preserve">  </w:t>
            </w:r>
            <w:r w:rsidR="00F17140" w:rsidRPr="00C44E8E">
              <w:rPr>
                <w:rFonts w:asciiTheme="minorHAnsi" w:hAnsiTheme="minorHAnsi" w:cs="Arial"/>
                <w:lang w:val="en-US"/>
              </w:rPr>
              <w:t>Active-Standby SIP Trunks</w:t>
            </w:r>
          </w:p>
          <w:p w14:paraId="301AC462" w14:textId="77777777" w:rsidR="00A857D9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32400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7140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F17140" w:rsidRPr="00716C80">
              <w:rPr>
                <w:rFonts w:asciiTheme="minorHAnsi" w:hAnsiTheme="minorHAnsi" w:cs="Arial"/>
                <w:lang w:val="en-US"/>
              </w:rPr>
              <w:t xml:space="preserve">  </w:t>
            </w:r>
            <w:r w:rsidR="00A857D9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A857D9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A857D9">
              <w:rPr>
                <w:rFonts w:asciiTheme="minorHAnsi" w:hAnsiTheme="minorHAnsi" w:cs="Arial"/>
                <w:lang w:val="en-US"/>
              </w:rPr>
            </w:r>
            <w:r w:rsidR="00A857D9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A857D9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A857D9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A857D9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A857D9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A857D9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A857D9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  <w:tr w:rsidR="00D64FFE" w:rsidRPr="00CA1A6B" w14:paraId="56339ED2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4B9D0735" w14:textId="77777777" w:rsidR="00D64FFE" w:rsidRPr="00716C80" w:rsidRDefault="00D64FFE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716C80">
              <w:rPr>
                <w:rFonts w:asciiTheme="minorHAnsi" w:hAnsiTheme="minorHAnsi" w:cs="Arial"/>
                <w:lang w:val="en-US"/>
              </w:rPr>
              <w:t>Does your interface support redundancy? If so how is it supported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FDE9D9" w:themeFill="accent6" w:themeFillTint="33"/>
          </w:tcPr>
          <w:p w14:paraId="622A6886" w14:textId="77777777" w:rsidR="00D64FF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598096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7140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64FFE" w:rsidRPr="00716C80">
              <w:rPr>
                <w:rFonts w:asciiTheme="minorHAnsi" w:hAnsiTheme="minorHAnsi" w:cs="Arial"/>
                <w:lang w:val="en-US"/>
              </w:rPr>
              <w:t xml:space="preserve">  transparent VIP failover</w:t>
            </w:r>
          </w:p>
          <w:p w14:paraId="0FF8C894" w14:textId="77777777" w:rsidR="00D64FFE" w:rsidRPr="00716C80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113918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D64FFE" w:rsidRPr="00716C80">
              <w:rPr>
                <w:rFonts w:asciiTheme="minorHAnsi" w:hAnsiTheme="minorHAnsi" w:cs="Arial"/>
                <w:lang w:val="en-US"/>
              </w:rPr>
              <w:t xml:space="preserve">  peer failover detection</w:t>
            </w:r>
          </w:p>
        </w:tc>
      </w:tr>
      <w:tr w:rsidR="00D64FFE" w:rsidRPr="00CA1A6B" w14:paraId="48519696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1560BBF4" w14:textId="77777777" w:rsidR="00D64FFE" w:rsidRPr="00716C80" w:rsidRDefault="00D64FFE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716C80">
              <w:rPr>
                <w:rFonts w:asciiTheme="minorHAnsi" w:hAnsiTheme="minorHAnsi" w:cs="Arial"/>
                <w:lang w:val="en-US"/>
              </w:rPr>
              <w:t>Does your interface support high availability (HA)?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FDE9D9" w:themeFill="accent6" w:themeFillTint="33"/>
          </w:tcPr>
          <w:p w14:paraId="3B173511" w14:textId="77777777" w:rsidR="00D64FF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563842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D64FFE" w:rsidRPr="00716C80">
              <w:rPr>
                <w:rFonts w:asciiTheme="minorHAnsi" w:hAnsiTheme="minorHAnsi" w:cs="Arial"/>
                <w:lang w:val="en-US"/>
              </w:rPr>
              <w:t xml:space="preserve"> multiple servers addressed</w:t>
            </w:r>
          </w:p>
          <w:p w14:paraId="045B9436" w14:textId="77777777" w:rsidR="00D64FFE" w:rsidRPr="00716C80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20942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D64FFE" w:rsidRPr="00716C80">
              <w:rPr>
                <w:rFonts w:asciiTheme="minorHAnsi" w:hAnsiTheme="minorHAnsi" w:cs="Arial"/>
                <w:lang w:val="en-US"/>
              </w:rPr>
              <w:t xml:space="preserve">  SIP load balancer</w:t>
            </w:r>
          </w:p>
        </w:tc>
      </w:tr>
      <w:tr w:rsidR="00A857D9" w14:paraId="4153CA10" w14:textId="77777777" w:rsidTr="0056313A">
        <w:trPr>
          <w:gridAfter w:val="1"/>
          <w:wAfter w:w="426" w:type="dxa"/>
        </w:trPr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7D0AD074" w14:textId="77777777" w:rsidR="00A857D9" w:rsidRPr="00716C80" w:rsidRDefault="00A857D9" w:rsidP="00D64FFE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716C80">
              <w:rPr>
                <w:rFonts w:asciiTheme="minorHAnsi" w:hAnsiTheme="minorHAnsi" w:cs="Arial"/>
                <w:lang w:val="en-US"/>
              </w:rPr>
              <w:t>If HA SIP load balancer used, is it transparent or operate at Layer 7</w:t>
            </w:r>
            <w:r w:rsidRPr="00716C80">
              <w:rPr>
                <w:rFonts w:asciiTheme="minorHAnsi" w:hAnsiTheme="minorHAnsi" w:cs="Arial"/>
                <w:lang w:val="en-US"/>
              </w:rPr>
              <w:br/>
              <w:t xml:space="preserve">If Layer 7, is it using SIP 3xx redirection 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DE9D9" w:themeFill="accent6" w:themeFillTint="33"/>
          </w:tcPr>
          <w:p w14:paraId="22EBFBC9" w14:textId="77777777" w:rsidR="00A857D9" w:rsidRPr="00716C80" w:rsidRDefault="00000000" w:rsidP="00D64FFE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280761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716C80">
              <w:rPr>
                <w:rFonts w:asciiTheme="minorHAnsi" w:hAnsiTheme="minorHAnsi" w:cs="Arial"/>
                <w:lang w:val="en-US"/>
              </w:rPr>
              <w:t xml:space="preserve">  Yes </w:t>
            </w:r>
            <w:r w:rsidR="00A857D9" w:rsidRPr="00716C80">
              <w:rPr>
                <w:rFonts w:asciiTheme="minorHAnsi" w:hAnsiTheme="minorHAnsi" w:cs="Arial"/>
                <w:lang w:val="en-US"/>
              </w:rPr>
              <w:br/>
            </w:r>
            <w:r w:rsidR="00A857D9" w:rsidRPr="00716C80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A857D9" w:rsidRPr="00716C80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A857D9" w:rsidRPr="00716C80">
              <w:rPr>
                <w:rFonts w:asciiTheme="minorHAnsi" w:hAnsiTheme="minorHAnsi" w:cs="Arial"/>
                <w:lang w:val="en-US"/>
              </w:rPr>
            </w:r>
            <w:r w:rsidR="00A857D9" w:rsidRPr="00716C80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A857D9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A857D9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A857D9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A857D9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A857D9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A857D9" w:rsidRPr="00716C80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FDE9D9" w:themeFill="accent6" w:themeFillTint="33"/>
          </w:tcPr>
          <w:p w14:paraId="52271B6B" w14:textId="77777777" w:rsidR="00A857D9" w:rsidRPr="00716C80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68844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57D9" w:rsidRPr="00716C80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A857D9" w:rsidRPr="00716C80">
              <w:rPr>
                <w:rFonts w:asciiTheme="minorHAnsi" w:hAnsiTheme="minorHAnsi" w:cs="Arial"/>
                <w:lang w:val="en-US"/>
              </w:rPr>
              <w:t xml:space="preserve">  No </w:t>
            </w:r>
          </w:p>
        </w:tc>
      </w:tr>
      <w:tr w:rsidR="00D64FFE" w:rsidRPr="00372217" w14:paraId="3089B60E" w14:textId="77777777" w:rsidTr="0056313A">
        <w:trPr>
          <w:gridAfter w:val="1"/>
          <w:wAfter w:w="426" w:type="dxa"/>
          <w:cantSplit/>
          <w:trHeight w:val="277"/>
        </w:trPr>
        <w:tc>
          <w:tcPr>
            <w:tcW w:w="6946" w:type="dxa"/>
            <w:tcBorders>
              <w:top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</w:tcPr>
          <w:p w14:paraId="467B9AC2" w14:textId="77777777" w:rsidR="00D64FFE" w:rsidRPr="00C44E8E" w:rsidRDefault="00D64FFE" w:rsidP="00D64FFE">
            <w:pPr>
              <w:pStyle w:val="Header"/>
              <w:keepNext/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Security 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2F2F2" w:themeFill="background1" w:themeFillShade="F2"/>
          </w:tcPr>
          <w:p w14:paraId="0EECE13E" w14:textId="77777777" w:rsidR="00D64FFE" w:rsidRPr="00C44E8E" w:rsidRDefault="00D64FFE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</w:p>
        </w:tc>
      </w:tr>
      <w:tr w:rsidR="00D64FFE" w:rsidRPr="00C44E8E" w14:paraId="61D4D42E" w14:textId="77777777" w:rsidTr="0056313A">
        <w:trPr>
          <w:gridAfter w:val="1"/>
          <w:wAfter w:w="426" w:type="dxa"/>
          <w:cantSplit/>
          <w:trHeight w:val="159"/>
        </w:trPr>
        <w:tc>
          <w:tcPr>
            <w:tcW w:w="694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E1A0935" w14:textId="77777777" w:rsidR="00D64FFE" w:rsidRPr="00C44E8E" w:rsidRDefault="00D64FFE" w:rsidP="00EF6518">
            <w:pPr>
              <w:pStyle w:val="Header"/>
              <w:keepNext/>
              <w:numPr>
                <w:ilvl w:val="0"/>
                <w:numId w:val="19"/>
              </w:numPr>
              <w:spacing w:after="60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 xml:space="preserve">Do you take measures to prohibit or restrict </w:t>
            </w:r>
            <w:r w:rsidRPr="00C44E8E">
              <w:rPr>
                <w:rFonts w:asciiTheme="minorHAnsi" w:hAnsiTheme="minorHAnsi" w:cs="Arial"/>
                <w:b/>
                <w:lang w:val="en-US"/>
              </w:rPr>
              <w:t>toll fraud</w:t>
            </w:r>
            <w:r w:rsidRPr="00C44E8E">
              <w:rPr>
                <w:rFonts w:asciiTheme="minorHAnsi" w:hAnsiTheme="minorHAnsi" w:cs="Arial"/>
                <w:lang w:val="en-US"/>
              </w:rPr>
              <w:t xml:space="preserve">: e.g. monitor for abuse, limit the costs over a period, restrict premium lines ...   </w:t>
            </w:r>
          </w:p>
          <w:p w14:paraId="37E01317" w14:textId="77777777" w:rsidR="00D64FFE" w:rsidRPr="00C44E8E" w:rsidRDefault="00D64FFE" w:rsidP="00EF6518">
            <w:pPr>
              <w:pStyle w:val="Header"/>
              <w:keepNext/>
              <w:numPr>
                <w:ilvl w:val="1"/>
                <w:numId w:val="19"/>
              </w:numPr>
              <w:spacing w:after="60"/>
              <w:ind w:left="716"/>
              <w:rPr>
                <w:rFonts w:asciiTheme="minorHAnsi" w:hAnsiTheme="minorHAnsi" w:cs="Arial"/>
                <w:lang w:val="en-US"/>
              </w:rPr>
            </w:pPr>
            <w:r w:rsidRPr="00C44E8E">
              <w:rPr>
                <w:rFonts w:asciiTheme="minorHAnsi" w:hAnsiTheme="minorHAnsi" w:cs="Arial"/>
                <w:lang w:val="en-US"/>
              </w:rPr>
              <w:t>If yes, please describe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493538" w14:textId="77777777" w:rsidR="00D64FFE" w:rsidRPr="00C44E8E" w:rsidRDefault="00000000" w:rsidP="00EF6518">
            <w:pPr>
              <w:spacing w:after="60"/>
              <w:ind w:right="-7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-501967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Yes</w:t>
            </w:r>
            <w:r w:rsidR="00D64FFE" w:rsidRPr="00C44E8E">
              <w:rPr>
                <w:rFonts w:asciiTheme="minorHAnsi" w:hAnsiTheme="minorHAnsi" w:cs="Arial"/>
                <w:lang w:val="en-US"/>
              </w:rPr>
              <w:br/>
            </w:r>
            <w:r w:rsidR="00D64FFE" w:rsidRPr="00C44E8E">
              <w:rPr>
                <w:rFonts w:asciiTheme="minorHAnsi" w:hAnsiTheme="minorHAnsi" w:cs="Arial"/>
                <w:lang w:val="en-US"/>
              </w:rPr>
              <w:br/>
            </w:r>
            <w:r w:rsidR="00D64FFE" w:rsidRPr="00C44E8E"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="00D64FFE" w:rsidRPr="00C44E8E"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 w:rsidR="00D64FFE" w:rsidRPr="00C44E8E">
              <w:rPr>
                <w:rFonts w:asciiTheme="minorHAnsi" w:hAnsiTheme="minorHAnsi" w:cs="Arial"/>
                <w:lang w:val="en-US"/>
              </w:rPr>
            </w:r>
            <w:r w:rsidR="00D64FFE" w:rsidRPr="00C44E8E">
              <w:rPr>
                <w:rFonts w:asciiTheme="minorHAnsi" w:hAnsiTheme="minorHAnsi" w:cs="Arial"/>
                <w:lang w:val="en-US"/>
              </w:rPr>
              <w:fldChar w:fldCharType="separate"/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>
              <w:rPr>
                <w:rFonts w:asciiTheme="minorHAnsi" w:hAnsiTheme="minorHAnsi" w:cs="Arial"/>
                <w:noProof/>
                <w:lang w:val="en-US"/>
              </w:rPr>
              <w:t> </w:t>
            </w:r>
            <w:r w:rsidR="00D64FFE" w:rsidRPr="00C44E8E"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58B7358" w14:textId="77777777" w:rsidR="00D64FFE" w:rsidRPr="00C44E8E" w:rsidRDefault="00000000" w:rsidP="00EF6518">
            <w:pPr>
              <w:spacing w:after="60"/>
              <w:rPr>
                <w:rFonts w:asciiTheme="minorHAnsi" w:hAnsiTheme="minorHAnsi" w:cs="Arial"/>
                <w:lang w:val="en-US"/>
              </w:rPr>
            </w:pPr>
            <w:sdt>
              <w:sdtPr>
                <w:rPr>
                  <w:rFonts w:asciiTheme="minorHAnsi" w:hAnsiTheme="minorHAnsi" w:cs="Arial"/>
                  <w:lang w:val="en-US"/>
                </w:rPr>
                <w:id w:val="1125580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FFE" w:rsidRPr="00C44E8E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D64FFE" w:rsidRPr="00C44E8E">
              <w:rPr>
                <w:rFonts w:asciiTheme="minorHAnsi" w:hAnsiTheme="minorHAnsi" w:cs="Arial"/>
                <w:lang w:val="en-US"/>
              </w:rPr>
              <w:t xml:space="preserve">  No</w:t>
            </w:r>
          </w:p>
        </w:tc>
      </w:tr>
      <w:tr w:rsidR="0056313A" w:rsidRPr="00C44E8E" w14:paraId="7BE6EF7A" w14:textId="77777777" w:rsidTr="0056313A">
        <w:trPr>
          <w:cantSplit/>
          <w:trHeight w:val="159"/>
        </w:trPr>
        <w:tc>
          <w:tcPr>
            <w:tcW w:w="1006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CDCC10D" w14:textId="77777777" w:rsidR="0056313A" w:rsidRPr="00C44E8E" w:rsidRDefault="0056313A" w:rsidP="0078096F">
            <w:pPr>
              <w:spacing w:after="6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Additional notes/remarks: </w:t>
            </w:r>
            <w:r>
              <w:rPr>
                <w:rFonts w:asciiTheme="minorHAnsi" w:hAnsiTheme="minorHAnsi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>
              <w:rPr>
                <w:rFonts w:asciiTheme="minorHAnsi" w:hAnsiTheme="minorHAnsi" w:cs="Arial"/>
                <w:lang w:val="en-US"/>
              </w:rPr>
              <w:instrText xml:space="preserve"> FORMTEXT </w:instrText>
            </w:r>
            <w:r>
              <w:rPr>
                <w:rFonts w:asciiTheme="minorHAnsi" w:hAnsiTheme="minorHAnsi" w:cs="Arial"/>
                <w:lang w:val="en-US"/>
              </w:rPr>
            </w:r>
            <w:r>
              <w:rPr>
                <w:rFonts w:asciiTheme="minorHAnsi" w:hAnsiTheme="minorHAnsi" w:cs="Arial"/>
                <w:lang w:val="en-U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noProof/>
                <w:lang w:val="en-US"/>
              </w:rPr>
              <w:t> </w:t>
            </w:r>
            <w:r>
              <w:rPr>
                <w:rFonts w:asciiTheme="minorHAnsi" w:hAnsiTheme="minorHAnsi" w:cs="Arial"/>
                <w:lang w:val="en-US"/>
              </w:rPr>
              <w:fldChar w:fldCharType="end"/>
            </w:r>
          </w:p>
        </w:tc>
      </w:tr>
    </w:tbl>
    <w:p w14:paraId="657E20C4" w14:textId="77777777" w:rsidR="00A857D9" w:rsidRDefault="00A857D9" w:rsidP="00233ADA">
      <w:pPr>
        <w:rPr>
          <w:rFonts w:asciiTheme="minorHAnsi" w:hAnsiTheme="minorHAnsi" w:cs="Arial"/>
          <w:noProof/>
          <w:lang w:val="en-US"/>
        </w:rPr>
      </w:pPr>
    </w:p>
    <w:p w14:paraId="32BBEC60" w14:textId="77777777" w:rsidR="00D64FFE" w:rsidRDefault="00D64FFE">
      <w:pPr>
        <w:rPr>
          <w:rFonts w:asciiTheme="minorHAnsi" w:hAnsiTheme="minorHAnsi" w:cs="Arial"/>
          <w:b/>
          <w:noProof/>
          <w:sz w:val="24"/>
          <w:szCs w:val="22"/>
          <w:lang w:val="en-US"/>
        </w:rPr>
      </w:pPr>
      <w:r>
        <w:rPr>
          <w:rFonts w:asciiTheme="minorHAnsi" w:hAnsiTheme="minorHAnsi"/>
          <w:bCs/>
          <w:noProof/>
          <w:sz w:val="24"/>
          <w:szCs w:val="22"/>
        </w:rPr>
        <w:br w:type="page"/>
      </w:r>
    </w:p>
    <w:p w14:paraId="6E67EB4D" w14:textId="77777777" w:rsidR="00CE4ADC" w:rsidRPr="000657B6" w:rsidRDefault="00CE4ADC" w:rsidP="000D660A">
      <w:pPr>
        <w:pStyle w:val="Heading1"/>
        <w:keepNext w:val="0"/>
        <w:numPr>
          <w:ilvl w:val="0"/>
          <w:numId w:val="18"/>
        </w:numPr>
        <w:ind w:hanging="720"/>
        <w:rPr>
          <w:rFonts w:asciiTheme="minorHAnsi" w:hAnsiTheme="minorHAnsi"/>
          <w:noProof/>
          <w:sz w:val="24"/>
          <w:szCs w:val="22"/>
        </w:rPr>
      </w:pPr>
      <w:bookmarkStart w:id="4" w:name="_Toc10459854"/>
      <w:r>
        <w:rPr>
          <w:rFonts w:asciiTheme="minorHAnsi" w:hAnsiTheme="minorHAnsi"/>
          <w:bCs w:val="0"/>
          <w:noProof/>
          <w:sz w:val="24"/>
          <w:szCs w:val="22"/>
        </w:rPr>
        <w:lastRenderedPageBreak/>
        <w:t>Background information / Feature descripiton</w:t>
      </w:r>
      <w:bookmarkEnd w:id="4"/>
    </w:p>
    <w:p w14:paraId="23BACD4E" w14:textId="77777777" w:rsidR="00CE4ADC" w:rsidRPr="00A56A75" w:rsidRDefault="00CE4ADC" w:rsidP="00A56A75">
      <w:pPr>
        <w:pStyle w:val="Header"/>
        <w:spacing w:after="120"/>
        <w:rPr>
          <w:rFonts w:asciiTheme="minorHAnsi" w:hAnsiTheme="minorHAnsi" w:cs="Arial"/>
          <w:b/>
          <w:sz w:val="22"/>
          <w:szCs w:val="22"/>
          <w:lang w:val="en-US"/>
        </w:rPr>
      </w:pPr>
      <w:r w:rsidRPr="00A56A75">
        <w:rPr>
          <w:rFonts w:asciiTheme="minorHAnsi" w:hAnsiTheme="minorHAnsi" w:cs="Arial"/>
          <w:b/>
          <w:sz w:val="22"/>
          <w:szCs w:val="22"/>
          <w:lang w:val="en-US"/>
        </w:rPr>
        <w:t>COLP / TIP supported</w:t>
      </w:r>
    </w:p>
    <w:p w14:paraId="5062E534" w14:textId="77777777" w:rsidR="00CE4ADC" w:rsidRPr="000D660A" w:rsidRDefault="00CE4ADC" w:rsidP="000D660A">
      <w:pPr>
        <w:pStyle w:val="Header"/>
        <w:spacing w:after="120"/>
        <w:rPr>
          <w:rFonts w:asciiTheme="minorHAnsi" w:hAnsiTheme="minorHAnsi" w:cs="Arial"/>
          <w:sz w:val="22"/>
          <w:szCs w:val="22"/>
          <w:lang w:val="en-US"/>
        </w:rPr>
      </w:pPr>
      <w:r w:rsidRPr="000D660A">
        <w:rPr>
          <w:rFonts w:asciiTheme="minorHAnsi" w:hAnsiTheme="minorHAnsi" w:cs="Arial"/>
          <w:sz w:val="22"/>
          <w:szCs w:val="22"/>
          <w:lang w:val="en-US"/>
        </w:rPr>
        <w:t xml:space="preserve">In ISDN the feature COLP (Connect Line Identification Presentation) was introduced. In SIP this feature is sometimes referred to as TIP (Termination Identification Presentation). </w:t>
      </w:r>
    </w:p>
    <w:p w14:paraId="7CFFDABF" w14:textId="77777777" w:rsidR="00CE4ADC" w:rsidRDefault="0022199D" w:rsidP="0022199D">
      <w:pPr>
        <w:jc w:val="center"/>
      </w:pPr>
      <w:r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7678B393" wp14:editId="0F8DF86E">
            <wp:extent cx="4660710" cy="1475586"/>
            <wp:effectExtent l="0" t="0" r="6985" b="0"/>
            <wp:docPr id="2" name="Grafik 2" descr="\\mchp2n2a.global-ad.net\FS000002164\Public\Team-SIP\ITSP Certification process\Datacollection_Testlist_Configguide\UnifyQuestionnaire\COL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mchp2n2a.global-ad.net\FS000002164\Public\Team-SIP\ITSP Certification process\Datacollection_Testlist_Configguide\UnifyQuestionnaire\COLP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154" cy="1475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7CFF0" w14:textId="77777777" w:rsidR="00CE4ADC" w:rsidRDefault="00CE4ADC" w:rsidP="000D660A">
      <w:pPr>
        <w:rPr>
          <w:rFonts w:asciiTheme="minorHAnsi" w:hAnsiTheme="minorHAnsi" w:cs="Arial"/>
          <w:noProof/>
          <w:sz w:val="22"/>
          <w:szCs w:val="22"/>
          <w:lang w:val="en-US"/>
        </w:rPr>
      </w:pPr>
      <w:r w:rsidRPr="0022199D">
        <w:rPr>
          <w:rFonts w:asciiTheme="minorHAnsi" w:hAnsiTheme="minorHAnsi" w:cs="Arial"/>
          <w:noProof/>
          <w:sz w:val="22"/>
          <w:szCs w:val="22"/>
          <w:lang w:val="en-US"/>
        </w:rPr>
        <w:t>RFC3324(section 5.) defines a mechanism to transport the identity of the accepting party (C) in the P-Asserted-Identity head</w:t>
      </w:r>
      <w:r w:rsidR="006C6AC1">
        <w:rPr>
          <w:rFonts w:asciiTheme="minorHAnsi" w:hAnsiTheme="minorHAnsi" w:cs="Arial"/>
          <w:noProof/>
          <w:sz w:val="22"/>
          <w:szCs w:val="22"/>
          <w:lang w:val="en-US"/>
        </w:rPr>
        <w:t>er field of the 200 OK response.</w:t>
      </w:r>
    </w:p>
    <w:p w14:paraId="55712272" w14:textId="77777777" w:rsidR="006C6AC1" w:rsidRDefault="006C6AC1" w:rsidP="000D660A">
      <w:pPr>
        <w:rPr>
          <w:rFonts w:asciiTheme="minorHAnsi" w:hAnsiTheme="minorHAnsi" w:cs="Arial"/>
          <w:noProof/>
          <w:sz w:val="22"/>
          <w:szCs w:val="22"/>
          <w:lang w:val="en-US"/>
        </w:rPr>
      </w:pPr>
    </w:p>
    <w:p w14:paraId="70435DC8" w14:textId="77777777" w:rsidR="006C6AC1" w:rsidRDefault="006C6AC1" w:rsidP="006C6AC1">
      <w:pPr>
        <w:pStyle w:val="Heading1"/>
        <w:keepNext w:val="0"/>
        <w:numPr>
          <w:ilvl w:val="0"/>
          <w:numId w:val="18"/>
        </w:numPr>
        <w:ind w:hanging="720"/>
        <w:rPr>
          <w:rFonts w:asciiTheme="minorHAnsi" w:hAnsiTheme="minorHAnsi"/>
          <w:bCs w:val="0"/>
          <w:noProof/>
          <w:sz w:val="24"/>
          <w:szCs w:val="22"/>
        </w:rPr>
      </w:pPr>
      <w:bookmarkStart w:id="5" w:name="_Toc10459855"/>
      <w:r>
        <w:rPr>
          <w:rFonts w:asciiTheme="minorHAnsi" w:hAnsiTheme="minorHAnsi"/>
          <w:bCs w:val="0"/>
          <w:noProof/>
          <w:sz w:val="24"/>
          <w:szCs w:val="22"/>
        </w:rPr>
        <w:t>History of Change</w:t>
      </w:r>
      <w:bookmarkEnd w:id="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842"/>
        <w:gridCol w:w="6602"/>
      </w:tblGrid>
      <w:tr w:rsidR="006C6AC1" w14:paraId="5282C6DE" w14:textId="77777777" w:rsidTr="00E9734C">
        <w:tc>
          <w:tcPr>
            <w:tcW w:w="1101" w:type="dxa"/>
          </w:tcPr>
          <w:p w14:paraId="6371B0D9" w14:textId="77777777" w:rsidR="006C6AC1" w:rsidRDefault="006C6AC1" w:rsidP="00E9734C">
            <w:pPr>
              <w:pStyle w:val="ucfbodytext"/>
            </w:pPr>
            <w:r>
              <w:t>Date</w:t>
            </w:r>
          </w:p>
        </w:tc>
        <w:tc>
          <w:tcPr>
            <w:tcW w:w="1842" w:type="dxa"/>
          </w:tcPr>
          <w:p w14:paraId="1B9A63F4" w14:textId="77777777" w:rsidR="006C6AC1" w:rsidRDefault="006C6AC1" w:rsidP="00E9734C">
            <w:pPr>
              <w:pStyle w:val="ucfbodytext"/>
            </w:pPr>
            <w:r>
              <w:t>Author</w:t>
            </w:r>
          </w:p>
        </w:tc>
        <w:tc>
          <w:tcPr>
            <w:tcW w:w="6602" w:type="dxa"/>
          </w:tcPr>
          <w:p w14:paraId="0CF9496E" w14:textId="77777777" w:rsidR="006C6AC1" w:rsidRDefault="006C6AC1" w:rsidP="00E9734C">
            <w:pPr>
              <w:pStyle w:val="ucfbodytext"/>
            </w:pPr>
          </w:p>
        </w:tc>
      </w:tr>
      <w:tr w:rsidR="006C6AC1" w14:paraId="383482C8" w14:textId="77777777" w:rsidTr="00E9734C">
        <w:tc>
          <w:tcPr>
            <w:tcW w:w="1101" w:type="dxa"/>
          </w:tcPr>
          <w:p w14:paraId="7E141E8B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1842" w:type="dxa"/>
          </w:tcPr>
          <w:p w14:paraId="64E4A9EA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6602" w:type="dxa"/>
          </w:tcPr>
          <w:p w14:paraId="335753BF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</w:tr>
      <w:tr w:rsidR="006C6AC1" w14:paraId="1717D409" w14:textId="77777777" w:rsidTr="00E9734C">
        <w:tc>
          <w:tcPr>
            <w:tcW w:w="1101" w:type="dxa"/>
          </w:tcPr>
          <w:p w14:paraId="5189F591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1842" w:type="dxa"/>
          </w:tcPr>
          <w:p w14:paraId="349E9D62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6602" w:type="dxa"/>
          </w:tcPr>
          <w:p w14:paraId="44088D0C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</w:tr>
      <w:tr w:rsidR="006C6AC1" w14:paraId="01E1B26F" w14:textId="77777777" w:rsidTr="00E9734C">
        <w:tc>
          <w:tcPr>
            <w:tcW w:w="1101" w:type="dxa"/>
          </w:tcPr>
          <w:p w14:paraId="082E2C79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1842" w:type="dxa"/>
          </w:tcPr>
          <w:p w14:paraId="6E6CD135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6602" w:type="dxa"/>
          </w:tcPr>
          <w:p w14:paraId="5FA2C162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</w:tr>
      <w:tr w:rsidR="006C6AC1" w14:paraId="3A1DBB4A" w14:textId="77777777" w:rsidTr="00E9734C">
        <w:tc>
          <w:tcPr>
            <w:tcW w:w="1101" w:type="dxa"/>
          </w:tcPr>
          <w:p w14:paraId="4A86FA08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1842" w:type="dxa"/>
          </w:tcPr>
          <w:p w14:paraId="3732D71B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6602" w:type="dxa"/>
          </w:tcPr>
          <w:p w14:paraId="3472FB41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</w:tr>
      <w:tr w:rsidR="006C6AC1" w14:paraId="1A5EA56C" w14:textId="77777777" w:rsidTr="00E9734C">
        <w:tc>
          <w:tcPr>
            <w:tcW w:w="1101" w:type="dxa"/>
          </w:tcPr>
          <w:p w14:paraId="21A6D516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1842" w:type="dxa"/>
          </w:tcPr>
          <w:p w14:paraId="1849603F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  <w:tc>
          <w:tcPr>
            <w:tcW w:w="6602" w:type="dxa"/>
          </w:tcPr>
          <w:p w14:paraId="51FE0DA7" w14:textId="77777777" w:rsidR="006C6AC1" w:rsidRDefault="006C6AC1" w:rsidP="00E9734C">
            <w:pPr>
              <w:pStyle w:val="ucfbodytext"/>
            </w:pPr>
            <w:r w:rsidRPr="00716C80">
              <w:rPr>
                <w:rFonts w:asciiTheme="minorHAnsi" w:hAnsiTheme="minorHAnsi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das Datum an, wann die/der Reisende im Hotel abreist; beachten Sie die neue Datum-Schreibweise."/>
                  <w:textInput/>
                </w:ffData>
              </w:fldChar>
            </w:r>
            <w:r w:rsidRPr="00716C80">
              <w:rPr>
                <w:rFonts w:asciiTheme="minorHAnsi" w:hAnsiTheme="minorHAnsi" w:cs="Arial"/>
              </w:rPr>
              <w:instrText xml:space="preserve"> FORMTEXT </w:instrText>
            </w:r>
            <w:r w:rsidRPr="00716C80">
              <w:rPr>
                <w:rFonts w:asciiTheme="minorHAnsi" w:hAnsiTheme="minorHAnsi" w:cs="Arial"/>
              </w:rPr>
            </w:r>
            <w:r w:rsidRPr="00716C80">
              <w:rPr>
                <w:rFonts w:asciiTheme="minorHAnsi" w:hAnsiTheme="minorHAnsi"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>
              <w:rPr>
                <w:rFonts w:asciiTheme="minorHAnsi" w:hAnsiTheme="minorHAnsi" w:cs="Arial"/>
                <w:noProof/>
              </w:rPr>
              <w:t> </w:t>
            </w:r>
            <w:r w:rsidRPr="00716C80">
              <w:rPr>
                <w:rFonts w:asciiTheme="minorHAnsi" w:hAnsiTheme="minorHAnsi" w:cs="Arial"/>
              </w:rPr>
              <w:fldChar w:fldCharType="end"/>
            </w:r>
          </w:p>
        </w:tc>
      </w:tr>
    </w:tbl>
    <w:p w14:paraId="3BFCED56" w14:textId="77777777" w:rsidR="006C6AC1" w:rsidRPr="0022199D" w:rsidRDefault="006C6AC1" w:rsidP="006C6AC1">
      <w:pPr>
        <w:rPr>
          <w:rFonts w:asciiTheme="minorHAnsi" w:hAnsiTheme="minorHAnsi" w:cs="Arial"/>
          <w:noProof/>
          <w:sz w:val="22"/>
          <w:szCs w:val="22"/>
          <w:lang w:val="en-US"/>
        </w:rPr>
      </w:pPr>
    </w:p>
    <w:p w14:paraId="7129D28F" w14:textId="77777777" w:rsidR="006C6AC1" w:rsidRPr="0022199D" w:rsidRDefault="006C6AC1" w:rsidP="000D660A">
      <w:pPr>
        <w:rPr>
          <w:rFonts w:asciiTheme="minorHAnsi" w:hAnsiTheme="minorHAnsi" w:cs="Arial"/>
          <w:noProof/>
          <w:sz w:val="22"/>
          <w:szCs w:val="22"/>
          <w:lang w:val="en-US"/>
        </w:rPr>
      </w:pPr>
    </w:p>
    <w:p w14:paraId="6C7F9B60" w14:textId="77777777" w:rsidR="00CE4ADC" w:rsidRPr="0022199D" w:rsidRDefault="00CE4ADC" w:rsidP="00233ADA">
      <w:pPr>
        <w:rPr>
          <w:rFonts w:asciiTheme="minorHAnsi" w:hAnsiTheme="minorHAnsi" w:cs="Arial"/>
          <w:noProof/>
          <w:sz w:val="22"/>
          <w:szCs w:val="22"/>
          <w:lang w:val="en-US"/>
        </w:rPr>
      </w:pPr>
    </w:p>
    <w:sectPr w:rsidR="00CE4ADC" w:rsidRPr="0022199D" w:rsidSect="00E74ACB">
      <w:headerReference w:type="default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503" w:bottom="851" w:left="99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498A0" w14:textId="77777777" w:rsidR="006428FF" w:rsidRDefault="006428FF">
      <w:r>
        <w:separator/>
      </w:r>
    </w:p>
  </w:endnote>
  <w:endnote w:type="continuationSeparator" w:id="0">
    <w:p w14:paraId="2CA06FC4" w14:textId="77777777" w:rsidR="006428FF" w:rsidRDefault="0064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3936"/>
      <w:gridCol w:w="3118"/>
      <w:gridCol w:w="3260"/>
    </w:tblGrid>
    <w:tr w:rsidR="00C437C6" w:rsidRPr="00CA1A6B" w14:paraId="19A0A602" w14:textId="77777777" w:rsidTr="00D64FFE">
      <w:tc>
        <w:tcPr>
          <w:tcW w:w="3936" w:type="dxa"/>
        </w:tcPr>
        <w:p w14:paraId="626E4F72" w14:textId="2588264D" w:rsidR="00C437C6" w:rsidRPr="0045618A" w:rsidRDefault="00C437C6" w:rsidP="00E74ACB">
          <w:pPr>
            <w:pStyle w:val="Header"/>
            <w:tabs>
              <w:tab w:val="clear" w:pos="4536"/>
              <w:tab w:val="clear" w:pos="9072"/>
            </w:tabs>
            <w:rPr>
              <w:rFonts w:ascii="Calibri" w:hAnsi="Calibri" w:cs="Arial"/>
              <w:lang w:val="en-GB"/>
            </w:rPr>
          </w:pPr>
        </w:p>
      </w:tc>
      <w:tc>
        <w:tcPr>
          <w:tcW w:w="3118" w:type="dxa"/>
        </w:tcPr>
        <w:p w14:paraId="3CEAB0B7" w14:textId="1E72648D" w:rsidR="00C437C6" w:rsidRPr="005548E1" w:rsidRDefault="00C437C6" w:rsidP="006A38E1">
          <w:pPr>
            <w:pStyle w:val="Header"/>
            <w:jc w:val="center"/>
            <w:rPr>
              <w:rFonts w:ascii="Calibri" w:hAnsi="Calibri"/>
              <w:lang w:val="en-US"/>
            </w:rPr>
          </w:pPr>
          <w:r>
            <w:rPr>
              <w:rFonts w:ascii="Calibri" w:hAnsi="Calibri"/>
              <w:lang w:val="en-GB"/>
            </w:rPr>
            <w:t xml:space="preserve">Issued: </w:t>
          </w:r>
          <w:r w:rsidR="00413E58">
            <w:rPr>
              <w:rFonts w:ascii="Calibri" w:hAnsi="Calibri"/>
              <w:lang w:val="en-GB"/>
            </w:rPr>
            <w:t>09</w:t>
          </w:r>
          <w:r>
            <w:rPr>
              <w:rFonts w:ascii="Calibri" w:hAnsi="Calibri"/>
              <w:lang w:val="en-GB"/>
            </w:rPr>
            <w:t>.</w:t>
          </w:r>
          <w:r w:rsidR="00413E58">
            <w:rPr>
              <w:rFonts w:ascii="Calibri" w:hAnsi="Calibri"/>
              <w:lang w:val="en-GB"/>
            </w:rPr>
            <w:t xml:space="preserve"> July</w:t>
          </w:r>
          <w:r>
            <w:rPr>
              <w:rFonts w:ascii="Calibri" w:hAnsi="Calibri"/>
              <w:lang w:val="en-GB"/>
            </w:rPr>
            <w:t xml:space="preserve"> 20</w:t>
          </w:r>
          <w:r w:rsidR="00413E58">
            <w:rPr>
              <w:rFonts w:ascii="Calibri" w:hAnsi="Calibri"/>
              <w:lang w:val="en-GB"/>
            </w:rPr>
            <w:t>25</w:t>
          </w:r>
        </w:p>
      </w:tc>
      <w:tc>
        <w:tcPr>
          <w:tcW w:w="3260" w:type="dxa"/>
        </w:tcPr>
        <w:p w14:paraId="128A3054" w14:textId="77777777" w:rsidR="00C437C6" w:rsidRPr="001D4A43" w:rsidRDefault="00C437C6" w:rsidP="00A41292">
          <w:pPr>
            <w:pStyle w:val="Header"/>
            <w:jc w:val="right"/>
            <w:rPr>
              <w:rStyle w:val="PageNumber"/>
              <w:rFonts w:ascii="Calibri" w:hAnsi="Calibri"/>
              <w:lang w:val="en-US"/>
            </w:rPr>
          </w:pPr>
          <w:r w:rsidRPr="001D4A43">
            <w:rPr>
              <w:rFonts w:ascii="Calibri" w:hAnsi="Calibri"/>
              <w:lang w:val="en-US"/>
            </w:rPr>
            <w:t xml:space="preserve">page </w:t>
          </w:r>
          <w:r w:rsidRPr="00B17A61">
            <w:rPr>
              <w:rStyle w:val="PageNumber"/>
              <w:rFonts w:ascii="Calibri" w:hAnsi="Calibri"/>
            </w:rPr>
            <w:fldChar w:fldCharType="begin"/>
          </w:r>
          <w:r w:rsidRPr="001D4A43">
            <w:rPr>
              <w:rStyle w:val="PageNumber"/>
              <w:rFonts w:ascii="Calibri" w:hAnsi="Calibri"/>
              <w:lang w:val="en-US"/>
            </w:rPr>
            <w:instrText xml:space="preserve"> PAGE </w:instrText>
          </w:r>
          <w:r w:rsidRPr="00B17A61">
            <w:rPr>
              <w:rStyle w:val="PageNumber"/>
              <w:rFonts w:ascii="Calibri" w:hAnsi="Calibri"/>
            </w:rPr>
            <w:fldChar w:fldCharType="separate"/>
          </w:r>
          <w:r w:rsidR="00393597">
            <w:rPr>
              <w:rStyle w:val="PageNumber"/>
              <w:rFonts w:ascii="Calibri" w:hAnsi="Calibri"/>
              <w:lang w:val="en-US"/>
            </w:rPr>
            <w:t>13</w:t>
          </w:r>
          <w:r w:rsidRPr="00B17A61">
            <w:rPr>
              <w:rStyle w:val="PageNumber"/>
              <w:rFonts w:ascii="Calibri" w:hAnsi="Calibri"/>
            </w:rPr>
            <w:fldChar w:fldCharType="end"/>
          </w:r>
          <w:r w:rsidRPr="001D4A43">
            <w:rPr>
              <w:rStyle w:val="PageNumber"/>
              <w:rFonts w:ascii="Calibri" w:hAnsi="Calibri"/>
              <w:lang w:val="en-US"/>
            </w:rPr>
            <w:t xml:space="preserve"> of </w:t>
          </w:r>
          <w:r w:rsidRPr="00B17A61">
            <w:rPr>
              <w:rStyle w:val="PageNumber"/>
              <w:rFonts w:ascii="Calibri" w:hAnsi="Calibri"/>
            </w:rPr>
            <w:fldChar w:fldCharType="begin"/>
          </w:r>
          <w:r w:rsidRPr="001D4A43">
            <w:rPr>
              <w:rStyle w:val="PageNumber"/>
              <w:rFonts w:ascii="Calibri" w:hAnsi="Calibri"/>
              <w:lang w:val="en-US"/>
            </w:rPr>
            <w:instrText xml:space="preserve"> NUMPAGES </w:instrText>
          </w:r>
          <w:r w:rsidRPr="00B17A61">
            <w:rPr>
              <w:rStyle w:val="PageNumber"/>
              <w:rFonts w:ascii="Calibri" w:hAnsi="Calibri"/>
            </w:rPr>
            <w:fldChar w:fldCharType="separate"/>
          </w:r>
          <w:r w:rsidR="00393597">
            <w:rPr>
              <w:rStyle w:val="PageNumber"/>
              <w:rFonts w:ascii="Calibri" w:hAnsi="Calibri"/>
              <w:lang w:val="en-US"/>
            </w:rPr>
            <w:t>13</w:t>
          </w:r>
          <w:r w:rsidRPr="00B17A61">
            <w:rPr>
              <w:rStyle w:val="PageNumber"/>
              <w:rFonts w:ascii="Calibri" w:hAnsi="Calibri"/>
            </w:rPr>
            <w:fldChar w:fldCharType="end"/>
          </w:r>
        </w:p>
        <w:p w14:paraId="5A6CC3CE" w14:textId="77777777" w:rsidR="00C437C6" w:rsidRPr="007D1DA8" w:rsidRDefault="00C437C6" w:rsidP="00A41292">
          <w:pPr>
            <w:pStyle w:val="Header"/>
            <w:jc w:val="right"/>
            <w:rPr>
              <w:rFonts w:ascii="Calibri" w:hAnsi="Calibri"/>
              <w:lang w:val="en-GB"/>
            </w:rPr>
          </w:pPr>
          <w:r w:rsidRPr="00B17A61">
            <w:rPr>
              <w:rStyle w:val="PageNumber"/>
              <w:rFonts w:ascii="Calibri" w:hAnsi="Calibri" w:cs="Arial"/>
              <w:lang w:val="en-GB"/>
            </w:rPr>
            <w:t>Data For Internal Use Only</w:t>
          </w:r>
        </w:p>
      </w:tc>
    </w:tr>
  </w:tbl>
  <w:p w14:paraId="430D4AFB" w14:textId="77777777" w:rsidR="00C437C6" w:rsidRDefault="00C437C6" w:rsidP="00EE4394">
    <w:pPr>
      <w:pStyle w:val="ucforgli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4219"/>
      <w:gridCol w:w="3260"/>
      <w:gridCol w:w="2835"/>
    </w:tblGrid>
    <w:tr w:rsidR="00C437C6" w:rsidRPr="00CA1A6B" w14:paraId="48AABFB5" w14:textId="77777777" w:rsidTr="00C3160B">
      <w:tc>
        <w:tcPr>
          <w:tcW w:w="4219" w:type="dxa"/>
        </w:tcPr>
        <w:p w14:paraId="5C29A606" w14:textId="77777777" w:rsidR="00C437C6" w:rsidRPr="0045618A" w:rsidRDefault="00C437C6" w:rsidP="00A41292">
          <w:pPr>
            <w:pStyle w:val="Header"/>
            <w:rPr>
              <w:rFonts w:ascii="Calibri" w:hAnsi="Calibri" w:cs="Arial"/>
              <w:lang w:val="en-GB"/>
            </w:rPr>
          </w:pPr>
          <w:r w:rsidRPr="00427211">
            <w:rPr>
              <w:rFonts w:ascii="Calibri" w:hAnsi="Calibri"/>
              <w:lang w:val="en-US"/>
            </w:rPr>
            <w:t xml:space="preserve">Unify Software and Solutions GmbH &amp; Co. </w:t>
          </w:r>
          <w:r w:rsidRPr="0045618A">
            <w:rPr>
              <w:rFonts w:ascii="Calibri" w:hAnsi="Calibri"/>
              <w:lang w:val="en-GB"/>
            </w:rPr>
            <w:t>KG</w:t>
          </w:r>
        </w:p>
      </w:tc>
      <w:tc>
        <w:tcPr>
          <w:tcW w:w="3260" w:type="dxa"/>
        </w:tcPr>
        <w:p w14:paraId="44D321F3" w14:textId="77777777" w:rsidR="00C437C6" w:rsidRPr="005548E1" w:rsidRDefault="00C437C6" w:rsidP="0075057A">
          <w:pPr>
            <w:pStyle w:val="Header"/>
            <w:jc w:val="center"/>
            <w:rPr>
              <w:rFonts w:ascii="Calibri" w:hAnsi="Calibri"/>
              <w:lang w:val="en-US"/>
            </w:rPr>
          </w:pPr>
          <w:r>
            <w:rPr>
              <w:rFonts w:ascii="Calibri" w:hAnsi="Calibri"/>
              <w:lang w:val="en-GB"/>
            </w:rPr>
            <w:t>Issued: 07/12/2017</w:t>
          </w:r>
        </w:p>
      </w:tc>
      <w:tc>
        <w:tcPr>
          <w:tcW w:w="2835" w:type="dxa"/>
        </w:tcPr>
        <w:p w14:paraId="72CA4516" w14:textId="77777777" w:rsidR="00C437C6" w:rsidRPr="001D4A43" w:rsidRDefault="00C437C6" w:rsidP="00A41292">
          <w:pPr>
            <w:pStyle w:val="Header"/>
            <w:jc w:val="right"/>
            <w:rPr>
              <w:rStyle w:val="PageNumber"/>
              <w:rFonts w:ascii="Calibri" w:hAnsi="Calibri"/>
              <w:lang w:val="en-US"/>
            </w:rPr>
          </w:pPr>
          <w:r w:rsidRPr="001D4A43">
            <w:rPr>
              <w:rFonts w:ascii="Calibri" w:hAnsi="Calibri"/>
              <w:lang w:val="en-US"/>
            </w:rPr>
            <w:t xml:space="preserve">page </w:t>
          </w:r>
          <w:r w:rsidRPr="00B17A61">
            <w:rPr>
              <w:rStyle w:val="PageNumber"/>
              <w:rFonts w:ascii="Calibri" w:hAnsi="Calibri"/>
            </w:rPr>
            <w:fldChar w:fldCharType="begin"/>
          </w:r>
          <w:r w:rsidRPr="001D4A43">
            <w:rPr>
              <w:rStyle w:val="PageNumber"/>
              <w:rFonts w:ascii="Calibri" w:hAnsi="Calibri"/>
              <w:lang w:val="en-US"/>
            </w:rPr>
            <w:instrText xml:space="preserve"> PAGE </w:instrText>
          </w:r>
          <w:r w:rsidRPr="00B17A61">
            <w:rPr>
              <w:rStyle w:val="PageNumber"/>
              <w:rFonts w:ascii="Calibri" w:hAnsi="Calibri"/>
            </w:rPr>
            <w:fldChar w:fldCharType="separate"/>
          </w:r>
          <w:r>
            <w:rPr>
              <w:rStyle w:val="PageNumber"/>
              <w:rFonts w:ascii="Calibri" w:hAnsi="Calibri"/>
              <w:lang w:val="en-US"/>
            </w:rPr>
            <w:t>10</w:t>
          </w:r>
          <w:r w:rsidRPr="00B17A61">
            <w:rPr>
              <w:rStyle w:val="PageNumber"/>
              <w:rFonts w:ascii="Calibri" w:hAnsi="Calibri"/>
            </w:rPr>
            <w:fldChar w:fldCharType="end"/>
          </w:r>
          <w:r w:rsidRPr="001D4A43">
            <w:rPr>
              <w:rStyle w:val="PageNumber"/>
              <w:rFonts w:ascii="Calibri" w:hAnsi="Calibri"/>
              <w:lang w:val="en-US"/>
            </w:rPr>
            <w:t xml:space="preserve"> of </w:t>
          </w:r>
          <w:r w:rsidRPr="00B17A61">
            <w:rPr>
              <w:rStyle w:val="PageNumber"/>
              <w:rFonts w:ascii="Calibri" w:hAnsi="Calibri"/>
            </w:rPr>
            <w:fldChar w:fldCharType="begin"/>
          </w:r>
          <w:r w:rsidRPr="001D4A43">
            <w:rPr>
              <w:rStyle w:val="PageNumber"/>
              <w:rFonts w:ascii="Calibri" w:hAnsi="Calibri"/>
              <w:lang w:val="en-US"/>
            </w:rPr>
            <w:instrText xml:space="preserve"> NUMPAGES </w:instrText>
          </w:r>
          <w:r w:rsidRPr="00B17A61">
            <w:rPr>
              <w:rStyle w:val="PageNumber"/>
              <w:rFonts w:ascii="Calibri" w:hAnsi="Calibri"/>
            </w:rPr>
            <w:fldChar w:fldCharType="separate"/>
          </w:r>
          <w:r>
            <w:rPr>
              <w:rStyle w:val="PageNumber"/>
              <w:rFonts w:ascii="Calibri" w:hAnsi="Calibri"/>
              <w:lang w:val="en-US"/>
            </w:rPr>
            <w:t>10</w:t>
          </w:r>
          <w:r w:rsidRPr="00B17A61">
            <w:rPr>
              <w:rStyle w:val="PageNumber"/>
              <w:rFonts w:ascii="Calibri" w:hAnsi="Calibri"/>
            </w:rPr>
            <w:fldChar w:fldCharType="end"/>
          </w:r>
        </w:p>
        <w:p w14:paraId="54C946B7" w14:textId="77777777" w:rsidR="00C437C6" w:rsidRPr="007D1DA8" w:rsidRDefault="00C437C6" w:rsidP="00A41292">
          <w:pPr>
            <w:pStyle w:val="Header"/>
            <w:jc w:val="right"/>
            <w:rPr>
              <w:rFonts w:ascii="Calibri" w:hAnsi="Calibri"/>
              <w:lang w:val="en-GB"/>
            </w:rPr>
          </w:pPr>
          <w:r w:rsidRPr="00B17A61">
            <w:rPr>
              <w:rStyle w:val="PageNumber"/>
              <w:rFonts w:ascii="Calibri" w:hAnsi="Calibri" w:cs="Arial"/>
              <w:lang w:val="en-GB"/>
            </w:rPr>
            <w:t>Data For Internal Use Only</w:t>
          </w:r>
        </w:p>
      </w:tc>
    </w:tr>
  </w:tbl>
  <w:p w14:paraId="59896BCD" w14:textId="77777777" w:rsidR="00C437C6" w:rsidRPr="001D4A43" w:rsidRDefault="00C437C6" w:rsidP="0099171A">
    <w:pPr>
      <w:pStyle w:val="ucforglin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E5CE9" w14:textId="77777777" w:rsidR="006428FF" w:rsidRDefault="006428FF">
      <w:r>
        <w:separator/>
      </w:r>
    </w:p>
  </w:footnote>
  <w:footnote w:type="continuationSeparator" w:id="0">
    <w:p w14:paraId="4CE29158" w14:textId="77777777" w:rsidR="006428FF" w:rsidRDefault="00642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30680" w14:textId="3028AE79" w:rsidR="00C437C6" w:rsidRDefault="00C437C6" w:rsidP="00CD1081">
    <w:pPr>
      <w:pStyle w:val="ucfheader2"/>
      <w:spacing w:line="14" w:lineRule="exact"/>
    </w:pPr>
    <w:r>
      <w:t>---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8E68" w14:textId="77777777" w:rsidR="00C437C6" w:rsidRDefault="00C437C6" w:rsidP="00A24E17">
    <w:pPr>
      <w:pStyle w:val="ucfstandard"/>
      <w:spacing w:line="14" w:lineRule="exact"/>
    </w:pPr>
    <w:r>
      <w:rPr>
        <w:lang w:val="de-DE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11ED5BE2" wp14:editId="59EAB22F">
              <wp:simplePos x="0" y="0"/>
              <wp:positionH relativeFrom="page">
                <wp:posOffset>521970</wp:posOffset>
              </wp:positionH>
              <wp:positionV relativeFrom="page">
                <wp:posOffset>3431540</wp:posOffset>
              </wp:positionV>
              <wp:extent cx="75565" cy="179705"/>
              <wp:effectExtent l="0" t="254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C2A10C" w14:textId="77777777" w:rsidR="00C437C6" w:rsidRDefault="00C437C6">
                          <w:r>
                            <w:t>_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ED5B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.1pt;margin-top:270.2pt;width:5.95pt;height:14.1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" stroked="f">
              <v:textbox inset="0,0,0,0">
                <w:txbxContent>
                  <w:p w14:paraId="1BC2A10C" w14:textId="77777777" w:rsidR="00C437C6" w:rsidRDefault="00C437C6">
                    <w:r>
                      <w:t>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DA9FC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723B8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6F4725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35CE6F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84A18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322AE6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CE57F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7A4ED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04869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88AF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046B3"/>
    <w:multiLevelType w:val="multilevel"/>
    <w:tmpl w:val="48B6F312"/>
    <w:lvl w:ilvl="0">
      <w:start w:val="1"/>
      <w:numFmt w:val="decimal"/>
      <w:lvlText w:val="%1."/>
      <w:lvlJc w:val="left"/>
      <w:pPr>
        <w:ind w:left="288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  <w:lang w:val="de-DE"/>
      </w:rPr>
    </w:lvl>
    <w:lvl w:ilvl="2">
      <w:start w:val="1"/>
      <w:numFmt w:val="decimal"/>
      <w:lvlText w:val="%1.%2.%3."/>
      <w:lvlJc w:val="left"/>
      <w:pPr>
        <w:ind w:left="115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656" w:hanging="648"/>
      </w:pPr>
    </w:lvl>
    <w:lvl w:ilvl="4">
      <w:start w:val="1"/>
      <w:numFmt w:val="decimal"/>
      <w:lvlText w:val="%1.%2.%3.%4.%5."/>
      <w:lvlJc w:val="left"/>
      <w:pPr>
        <w:ind w:left="2160" w:hanging="792"/>
      </w:pPr>
    </w:lvl>
    <w:lvl w:ilvl="5">
      <w:start w:val="1"/>
      <w:numFmt w:val="decimal"/>
      <w:lvlText w:val="%1.%2.%3.%4.%5.%6."/>
      <w:lvlJc w:val="left"/>
      <w:pPr>
        <w:ind w:left="2664" w:hanging="936"/>
      </w:pPr>
    </w:lvl>
    <w:lvl w:ilvl="6">
      <w:start w:val="1"/>
      <w:numFmt w:val="decimal"/>
      <w:lvlText w:val="%1.%2.%3.%4.%5.%6.%7."/>
      <w:lvlJc w:val="left"/>
      <w:pPr>
        <w:ind w:left="3168" w:hanging="1080"/>
      </w:pPr>
    </w:lvl>
    <w:lvl w:ilvl="7">
      <w:start w:val="1"/>
      <w:numFmt w:val="decimal"/>
      <w:lvlText w:val="%1.%2.%3.%4.%5.%6.%7.%8."/>
      <w:lvlJc w:val="left"/>
      <w:pPr>
        <w:ind w:left="3672" w:hanging="1224"/>
      </w:pPr>
    </w:lvl>
    <w:lvl w:ilvl="8">
      <w:start w:val="1"/>
      <w:numFmt w:val="decimal"/>
      <w:lvlText w:val="%1.%2.%3.%4.%5.%6.%7.%8.%9."/>
      <w:lvlJc w:val="left"/>
      <w:pPr>
        <w:ind w:left="4248" w:hanging="1440"/>
      </w:pPr>
    </w:lvl>
  </w:abstractNum>
  <w:abstractNum w:abstractNumId="11" w15:restartNumberingAfterBreak="0">
    <w:nsid w:val="083E69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A2B48"/>
    <w:multiLevelType w:val="multilevel"/>
    <w:tmpl w:val="04090023"/>
    <w:styleLink w:val="ArticleSection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4CD431F"/>
    <w:multiLevelType w:val="multilevel"/>
    <w:tmpl w:val="A736500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9927AD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3312E1"/>
    <w:multiLevelType w:val="hybridMultilevel"/>
    <w:tmpl w:val="EA5694C2"/>
    <w:lvl w:ilvl="0" w:tplc="0407000F">
      <w:start w:val="1"/>
      <w:numFmt w:val="decimal"/>
      <w:lvlText w:val="%1."/>
      <w:lvlJc w:val="left"/>
      <w:pPr>
        <w:ind w:left="792" w:hanging="360"/>
      </w:pPr>
    </w:lvl>
    <w:lvl w:ilvl="1" w:tplc="04070019" w:tentative="1">
      <w:start w:val="1"/>
      <w:numFmt w:val="lowerLetter"/>
      <w:lvlText w:val="%2."/>
      <w:lvlJc w:val="left"/>
      <w:pPr>
        <w:ind w:left="1512" w:hanging="360"/>
      </w:pPr>
    </w:lvl>
    <w:lvl w:ilvl="2" w:tplc="0407001B" w:tentative="1">
      <w:start w:val="1"/>
      <w:numFmt w:val="lowerRoman"/>
      <w:lvlText w:val="%3."/>
      <w:lvlJc w:val="right"/>
      <w:pPr>
        <w:ind w:left="2232" w:hanging="180"/>
      </w:pPr>
    </w:lvl>
    <w:lvl w:ilvl="3" w:tplc="0407000F" w:tentative="1">
      <w:start w:val="1"/>
      <w:numFmt w:val="decimal"/>
      <w:lvlText w:val="%4."/>
      <w:lvlJc w:val="left"/>
      <w:pPr>
        <w:ind w:left="2952" w:hanging="360"/>
      </w:pPr>
    </w:lvl>
    <w:lvl w:ilvl="4" w:tplc="04070019" w:tentative="1">
      <w:start w:val="1"/>
      <w:numFmt w:val="lowerLetter"/>
      <w:lvlText w:val="%5."/>
      <w:lvlJc w:val="left"/>
      <w:pPr>
        <w:ind w:left="3672" w:hanging="360"/>
      </w:pPr>
    </w:lvl>
    <w:lvl w:ilvl="5" w:tplc="0407001B" w:tentative="1">
      <w:start w:val="1"/>
      <w:numFmt w:val="lowerRoman"/>
      <w:lvlText w:val="%6."/>
      <w:lvlJc w:val="right"/>
      <w:pPr>
        <w:ind w:left="4392" w:hanging="180"/>
      </w:pPr>
    </w:lvl>
    <w:lvl w:ilvl="6" w:tplc="0407000F" w:tentative="1">
      <w:start w:val="1"/>
      <w:numFmt w:val="decimal"/>
      <w:lvlText w:val="%7."/>
      <w:lvlJc w:val="left"/>
      <w:pPr>
        <w:ind w:left="5112" w:hanging="360"/>
      </w:pPr>
    </w:lvl>
    <w:lvl w:ilvl="7" w:tplc="04070019" w:tentative="1">
      <w:start w:val="1"/>
      <w:numFmt w:val="lowerLetter"/>
      <w:lvlText w:val="%8."/>
      <w:lvlJc w:val="left"/>
      <w:pPr>
        <w:ind w:left="5832" w:hanging="360"/>
      </w:pPr>
    </w:lvl>
    <w:lvl w:ilvl="8" w:tplc="0407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 w15:restartNumberingAfterBreak="0">
    <w:nsid w:val="309D375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D65C6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873593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38098A"/>
    <w:multiLevelType w:val="multilevel"/>
    <w:tmpl w:val="48B6F312"/>
    <w:lvl w:ilvl="0">
      <w:start w:val="1"/>
      <w:numFmt w:val="decimal"/>
      <w:lvlText w:val="%1."/>
      <w:lvlJc w:val="left"/>
      <w:pPr>
        <w:ind w:left="288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  <w:lang w:val="de-DE"/>
      </w:rPr>
    </w:lvl>
    <w:lvl w:ilvl="2">
      <w:start w:val="1"/>
      <w:numFmt w:val="decimal"/>
      <w:lvlText w:val="%1.%2.%3."/>
      <w:lvlJc w:val="left"/>
      <w:pPr>
        <w:ind w:left="115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656" w:hanging="648"/>
      </w:pPr>
    </w:lvl>
    <w:lvl w:ilvl="4">
      <w:start w:val="1"/>
      <w:numFmt w:val="decimal"/>
      <w:lvlText w:val="%1.%2.%3.%4.%5."/>
      <w:lvlJc w:val="left"/>
      <w:pPr>
        <w:ind w:left="2160" w:hanging="792"/>
      </w:pPr>
    </w:lvl>
    <w:lvl w:ilvl="5">
      <w:start w:val="1"/>
      <w:numFmt w:val="decimal"/>
      <w:lvlText w:val="%1.%2.%3.%4.%5.%6."/>
      <w:lvlJc w:val="left"/>
      <w:pPr>
        <w:ind w:left="2664" w:hanging="936"/>
      </w:pPr>
    </w:lvl>
    <w:lvl w:ilvl="6">
      <w:start w:val="1"/>
      <w:numFmt w:val="decimal"/>
      <w:lvlText w:val="%1.%2.%3.%4.%5.%6.%7."/>
      <w:lvlJc w:val="left"/>
      <w:pPr>
        <w:ind w:left="3168" w:hanging="1080"/>
      </w:pPr>
    </w:lvl>
    <w:lvl w:ilvl="7">
      <w:start w:val="1"/>
      <w:numFmt w:val="decimal"/>
      <w:lvlText w:val="%1.%2.%3.%4.%5.%6.%7.%8."/>
      <w:lvlJc w:val="left"/>
      <w:pPr>
        <w:ind w:left="3672" w:hanging="1224"/>
      </w:pPr>
    </w:lvl>
    <w:lvl w:ilvl="8">
      <w:start w:val="1"/>
      <w:numFmt w:val="decimal"/>
      <w:lvlText w:val="%1.%2.%3.%4.%5.%6.%7.%8.%9."/>
      <w:lvlJc w:val="left"/>
      <w:pPr>
        <w:ind w:left="4248" w:hanging="1440"/>
      </w:pPr>
    </w:lvl>
  </w:abstractNum>
  <w:abstractNum w:abstractNumId="20" w15:restartNumberingAfterBreak="0">
    <w:nsid w:val="3F7F315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6B0BC7"/>
    <w:multiLevelType w:val="hybridMultilevel"/>
    <w:tmpl w:val="179ABE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338F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2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37820DA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6C94184"/>
    <w:multiLevelType w:val="multilevel"/>
    <w:tmpl w:val="48B6F312"/>
    <w:lvl w:ilvl="0">
      <w:start w:val="1"/>
      <w:numFmt w:val="decimal"/>
      <w:lvlText w:val="%1."/>
      <w:lvlJc w:val="left"/>
      <w:pPr>
        <w:ind w:left="288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  <w:lang w:val="de-DE"/>
      </w:rPr>
    </w:lvl>
    <w:lvl w:ilvl="2">
      <w:start w:val="1"/>
      <w:numFmt w:val="decimal"/>
      <w:lvlText w:val="%1.%2.%3."/>
      <w:lvlJc w:val="left"/>
      <w:pPr>
        <w:ind w:left="115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656" w:hanging="648"/>
      </w:pPr>
    </w:lvl>
    <w:lvl w:ilvl="4">
      <w:start w:val="1"/>
      <w:numFmt w:val="decimal"/>
      <w:lvlText w:val="%1.%2.%3.%4.%5."/>
      <w:lvlJc w:val="left"/>
      <w:pPr>
        <w:ind w:left="2160" w:hanging="792"/>
      </w:pPr>
    </w:lvl>
    <w:lvl w:ilvl="5">
      <w:start w:val="1"/>
      <w:numFmt w:val="decimal"/>
      <w:lvlText w:val="%1.%2.%3.%4.%5.%6."/>
      <w:lvlJc w:val="left"/>
      <w:pPr>
        <w:ind w:left="2664" w:hanging="936"/>
      </w:pPr>
    </w:lvl>
    <w:lvl w:ilvl="6">
      <w:start w:val="1"/>
      <w:numFmt w:val="decimal"/>
      <w:lvlText w:val="%1.%2.%3.%4.%5.%6.%7."/>
      <w:lvlJc w:val="left"/>
      <w:pPr>
        <w:ind w:left="3168" w:hanging="1080"/>
      </w:pPr>
    </w:lvl>
    <w:lvl w:ilvl="7">
      <w:start w:val="1"/>
      <w:numFmt w:val="decimal"/>
      <w:lvlText w:val="%1.%2.%3.%4.%5.%6.%7.%8."/>
      <w:lvlJc w:val="left"/>
      <w:pPr>
        <w:ind w:left="3672" w:hanging="1224"/>
      </w:pPr>
    </w:lvl>
    <w:lvl w:ilvl="8">
      <w:start w:val="1"/>
      <w:numFmt w:val="decimal"/>
      <w:lvlText w:val="%1.%2.%3.%4.%5.%6.%7.%8.%9."/>
      <w:lvlJc w:val="left"/>
      <w:pPr>
        <w:ind w:left="4248" w:hanging="1440"/>
      </w:pPr>
    </w:lvl>
  </w:abstractNum>
  <w:abstractNum w:abstractNumId="25" w15:restartNumberingAfterBreak="0">
    <w:nsid w:val="4C9534B2"/>
    <w:multiLevelType w:val="hybridMultilevel"/>
    <w:tmpl w:val="D6AE7A84"/>
    <w:lvl w:ilvl="0" w:tplc="9652436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04F0A"/>
    <w:multiLevelType w:val="hybridMultilevel"/>
    <w:tmpl w:val="38546B9C"/>
    <w:lvl w:ilvl="0" w:tplc="A5CE4BB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35F36"/>
    <w:multiLevelType w:val="hybridMultilevel"/>
    <w:tmpl w:val="CD2EEC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947722"/>
    <w:multiLevelType w:val="multilevel"/>
    <w:tmpl w:val="48B6F312"/>
    <w:lvl w:ilvl="0">
      <w:start w:val="1"/>
      <w:numFmt w:val="decimal"/>
      <w:lvlText w:val="%1."/>
      <w:lvlJc w:val="left"/>
      <w:pPr>
        <w:ind w:left="288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  <w:lang w:val="de-DE"/>
      </w:rPr>
    </w:lvl>
    <w:lvl w:ilvl="2">
      <w:start w:val="1"/>
      <w:numFmt w:val="decimal"/>
      <w:lvlText w:val="%1.%2.%3."/>
      <w:lvlJc w:val="left"/>
      <w:pPr>
        <w:ind w:left="115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656" w:hanging="648"/>
      </w:pPr>
    </w:lvl>
    <w:lvl w:ilvl="4">
      <w:start w:val="1"/>
      <w:numFmt w:val="decimal"/>
      <w:lvlText w:val="%1.%2.%3.%4.%5."/>
      <w:lvlJc w:val="left"/>
      <w:pPr>
        <w:ind w:left="2160" w:hanging="792"/>
      </w:pPr>
    </w:lvl>
    <w:lvl w:ilvl="5">
      <w:start w:val="1"/>
      <w:numFmt w:val="decimal"/>
      <w:lvlText w:val="%1.%2.%3.%4.%5.%6."/>
      <w:lvlJc w:val="left"/>
      <w:pPr>
        <w:ind w:left="2664" w:hanging="936"/>
      </w:pPr>
    </w:lvl>
    <w:lvl w:ilvl="6">
      <w:start w:val="1"/>
      <w:numFmt w:val="decimal"/>
      <w:lvlText w:val="%1.%2.%3.%4.%5.%6.%7."/>
      <w:lvlJc w:val="left"/>
      <w:pPr>
        <w:ind w:left="3168" w:hanging="1080"/>
      </w:pPr>
    </w:lvl>
    <w:lvl w:ilvl="7">
      <w:start w:val="1"/>
      <w:numFmt w:val="decimal"/>
      <w:lvlText w:val="%1.%2.%3.%4.%5.%6.%7.%8."/>
      <w:lvlJc w:val="left"/>
      <w:pPr>
        <w:ind w:left="3672" w:hanging="1224"/>
      </w:pPr>
    </w:lvl>
    <w:lvl w:ilvl="8">
      <w:start w:val="1"/>
      <w:numFmt w:val="decimal"/>
      <w:lvlText w:val="%1.%2.%3.%4.%5.%6.%7.%8.%9."/>
      <w:lvlJc w:val="left"/>
      <w:pPr>
        <w:ind w:left="4248" w:hanging="1440"/>
      </w:pPr>
    </w:lvl>
  </w:abstractNum>
  <w:abstractNum w:abstractNumId="29" w15:restartNumberingAfterBreak="0">
    <w:nsid w:val="681546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CD51B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B77060"/>
    <w:multiLevelType w:val="multilevel"/>
    <w:tmpl w:val="48B6F312"/>
    <w:lvl w:ilvl="0">
      <w:start w:val="1"/>
      <w:numFmt w:val="decimal"/>
      <w:lvlText w:val="%1."/>
      <w:lvlJc w:val="left"/>
      <w:pPr>
        <w:ind w:left="288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  <w:lang w:val="de-DE"/>
      </w:rPr>
    </w:lvl>
    <w:lvl w:ilvl="2">
      <w:start w:val="1"/>
      <w:numFmt w:val="decimal"/>
      <w:lvlText w:val="%1.%2.%3."/>
      <w:lvlJc w:val="left"/>
      <w:pPr>
        <w:ind w:left="5466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656" w:hanging="648"/>
      </w:pPr>
    </w:lvl>
    <w:lvl w:ilvl="4">
      <w:start w:val="1"/>
      <w:numFmt w:val="decimal"/>
      <w:lvlText w:val="%1.%2.%3.%4.%5."/>
      <w:lvlJc w:val="left"/>
      <w:pPr>
        <w:ind w:left="2160" w:hanging="792"/>
      </w:pPr>
    </w:lvl>
    <w:lvl w:ilvl="5">
      <w:start w:val="1"/>
      <w:numFmt w:val="decimal"/>
      <w:lvlText w:val="%1.%2.%3.%4.%5.%6."/>
      <w:lvlJc w:val="left"/>
      <w:pPr>
        <w:ind w:left="2664" w:hanging="936"/>
      </w:pPr>
    </w:lvl>
    <w:lvl w:ilvl="6">
      <w:start w:val="1"/>
      <w:numFmt w:val="decimal"/>
      <w:lvlText w:val="%1.%2.%3.%4.%5.%6.%7."/>
      <w:lvlJc w:val="left"/>
      <w:pPr>
        <w:ind w:left="3168" w:hanging="1080"/>
      </w:pPr>
    </w:lvl>
    <w:lvl w:ilvl="7">
      <w:start w:val="1"/>
      <w:numFmt w:val="decimal"/>
      <w:lvlText w:val="%1.%2.%3.%4.%5.%6.%7.%8."/>
      <w:lvlJc w:val="left"/>
      <w:pPr>
        <w:ind w:left="3672" w:hanging="1224"/>
      </w:pPr>
    </w:lvl>
    <w:lvl w:ilvl="8">
      <w:start w:val="1"/>
      <w:numFmt w:val="decimal"/>
      <w:lvlText w:val="%1.%2.%3.%4.%5.%6.%7.%8.%9."/>
      <w:lvlJc w:val="left"/>
      <w:pPr>
        <w:ind w:left="4248" w:hanging="1440"/>
      </w:pPr>
    </w:lvl>
  </w:abstractNum>
  <w:abstractNum w:abstractNumId="32" w15:restartNumberingAfterBreak="0">
    <w:nsid w:val="6D581DA3"/>
    <w:multiLevelType w:val="multilevel"/>
    <w:tmpl w:val="48B6F312"/>
    <w:lvl w:ilvl="0">
      <w:start w:val="1"/>
      <w:numFmt w:val="decimal"/>
      <w:lvlText w:val="%1."/>
      <w:lvlJc w:val="left"/>
      <w:pPr>
        <w:ind w:left="288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  <w:lang w:val="de-DE"/>
      </w:rPr>
    </w:lvl>
    <w:lvl w:ilvl="2">
      <w:start w:val="1"/>
      <w:numFmt w:val="decimal"/>
      <w:lvlText w:val="%1.%2.%3."/>
      <w:lvlJc w:val="left"/>
      <w:pPr>
        <w:ind w:left="115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656" w:hanging="648"/>
      </w:pPr>
    </w:lvl>
    <w:lvl w:ilvl="4">
      <w:start w:val="1"/>
      <w:numFmt w:val="decimal"/>
      <w:lvlText w:val="%1.%2.%3.%4.%5."/>
      <w:lvlJc w:val="left"/>
      <w:pPr>
        <w:ind w:left="2160" w:hanging="792"/>
      </w:pPr>
    </w:lvl>
    <w:lvl w:ilvl="5">
      <w:start w:val="1"/>
      <w:numFmt w:val="decimal"/>
      <w:lvlText w:val="%1.%2.%3.%4.%5.%6."/>
      <w:lvlJc w:val="left"/>
      <w:pPr>
        <w:ind w:left="2664" w:hanging="936"/>
      </w:pPr>
    </w:lvl>
    <w:lvl w:ilvl="6">
      <w:start w:val="1"/>
      <w:numFmt w:val="decimal"/>
      <w:lvlText w:val="%1.%2.%3.%4.%5.%6.%7."/>
      <w:lvlJc w:val="left"/>
      <w:pPr>
        <w:ind w:left="3168" w:hanging="1080"/>
      </w:pPr>
    </w:lvl>
    <w:lvl w:ilvl="7">
      <w:start w:val="1"/>
      <w:numFmt w:val="decimal"/>
      <w:lvlText w:val="%1.%2.%3.%4.%5.%6.%7.%8."/>
      <w:lvlJc w:val="left"/>
      <w:pPr>
        <w:ind w:left="3672" w:hanging="1224"/>
      </w:pPr>
    </w:lvl>
    <w:lvl w:ilvl="8">
      <w:start w:val="1"/>
      <w:numFmt w:val="decimal"/>
      <w:lvlText w:val="%1.%2.%3.%4.%5.%6.%7.%8.%9."/>
      <w:lvlJc w:val="left"/>
      <w:pPr>
        <w:ind w:left="4248" w:hanging="1440"/>
      </w:pPr>
    </w:lvl>
  </w:abstractNum>
  <w:abstractNum w:abstractNumId="33" w15:restartNumberingAfterBreak="0">
    <w:nsid w:val="73CE65B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A376F0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2888981">
    <w:abstractNumId w:val="9"/>
  </w:num>
  <w:num w:numId="2" w16cid:durableId="1115558071">
    <w:abstractNumId w:val="7"/>
  </w:num>
  <w:num w:numId="3" w16cid:durableId="2072657433">
    <w:abstractNumId w:val="6"/>
  </w:num>
  <w:num w:numId="4" w16cid:durableId="1052121444">
    <w:abstractNumId w:val="5"/>
  </w:num>
  <w:num w:numId="5" w16cid:durableId="1464889809">
    <w:abstractNumId w:val="4"/>
  </w:num>
  <w:num w:numId="6" w16cid:durableId="548384">
    <w:abstractNumId w:val="17"/>
  </w:num>
  <w:num w:numId="7" w16cid:durableId="2113159643">
    <w:abstractNumId w:val="23"/>
  </w:num>
  <w:num w:numId="8" w16cid:durableId="1138569065">
    <w:abstractNumId w:val="12"/>
  </w:num>
  <w:num w:numId="9" w16cid:durableId="1422945323">
    <w:abstractNumId w:val="8"/>
  </w:num>
  <w:num w:numId="10" w16cid:durableId="1012222683">
    <w:abstractNumId w:val="3"/>
  </w:num>
  <w:num w:numId="11" w16cid:durableId="1622148453">
    <w:abstractNumId w:val="2"/>
  </w:num>
  <w:num w:numId="12" w16cid:durableId="1664551328">
    <w:abstractNumId w:val="1"/>
  </w:num>
  <w:num w:numId="13" w16cid:durableId="1032876189">
    <w:abstractNumId w:val="0"/>
  </w:num>
  <w:num w:numId="14" w16cid:durableId="494951290">
    <w:abstractNumId w:val="26"/>
  </w:num>
  <w:num w:numId="15" w16cid:durableId="979386196">
    <w:abstractNumId w:val="25"/>
  </w:num>
  <w:num w:numId="16" w16cid:durableId="2074889595">
    <w:abstractNumId w:val="24"/>
  </w:num>
  <w:num w:numId="17" w16cid:durableId="22446069">
    <w:abstractNumId w:val="15"/>
  </w:num>
  <w:num w:numId="18" w16cid:durableId="1274943604">
    <w:abstractNumId w:val="21"/>
  </w:num>
  <w:num w:numId="19" w16cid:durableId="138622362">
    <w:abstractNumId w:val="22"/>
  </w:num>
  <w:num w:numId="20" w16cid:durableId="1273365305">
    <w:abstractNumId w:val="16"/>
  </w:num>
  <w:num w:numId="21" w16cid:durableId="1659379130">
    <w:abstractNumId w:val="31"/>
  </w:num>
  <w:num w:numId="22" w16cid:durableId="2125348146">
    <w:abstractNumId w:val="32"/>
  </w:num>
  <w:num w:numId="23" w16cid:durableId="1083339240">
    <w:abstractNumId w:val="28"/>
  </w:num>
  <w:num w:numId="24" w16cid:durableId="1117680012">
    <w:abstractNumId w:val="10"/>
  </w:num>
  <w:num w:numId="25" w16cid:durableId="1486161350">
    <w:abstractNumId w:val="19"/>
  </w:num>
  <w:num w:numId="26" w16cid:durableId="269123264">
    <w:abstractNumId w:val="11"/>
  </w:num>
  <w:num w:numId="27" w16cid:durableId="1490294157">
    <w:abstractNumId w:val="34"/>
  </w:num>
  <w:num w:numId="28" w16cid:durableId="206451921">
    <w:abstractNumId w:val="33"/>
  </w:num>
  <w:num w:numId="29" w16cid:durableId="435251221">
    <w:abstractNumId w:val="30"/>
  </w:num>
  <w:num w:numId="30" w16cid:durableId="228536665">
    <w:abstractNumId w:val="14"/>
  </w:num>
  <w:num w:numId="31" w16cid:durableId="143399158">
    <w:abstractNumId w:val="29"/>
  </w:num>
  <w:num w:numId="32" w16cid:durableId="182473745">
    <w:abstractNumId w:val="20"/>
  </w:num>
  <w:num w:numId="33" w16cid:durableId="1748333881">
    <w:abstractNumId w:val="18"/>
  </w:num>
  <w:num w:numId="34" w16cid:durableId="1379546104">
    <w:abstractNumId w:val="27"/>
  </w:num>
  <w:num w:numId="35" w16cid:durableId="2346281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3C1A"/>
    <w:rsid w:val="00003287"/>
    <w:rsid w:val="00003FBF"/>
    <w:rsid w:val="000052A5"/>
    <w:rsid w:val="000138BF"/>
    <w:rsid w:val="00017283"/>
    <w:rsid w:val="00023E80"/>
    <w:rsid w:val="00031558"/>
    <w:rsid w:val="0004452D"/>
    <w:rsid w:val="000657B6"/>
    <w:rsid w:val="0007494E"/>
    <w:rsid w:val="00075262"/>
    <w:rsid w:val="00081397"/>
    <w:rsid w:val="00084A42"/>
    <w:rsid w:val="000859B9"/>
    <w:rsid w:val="000902A1"/>
    <w:rsid w:val="000965C2"/>
    <w:rsid w:val="000A0834"/>
    <w:rsid w:val="000A3885"/>
    <w:rsid w:val="000A4C61"/>
    <w:rsid w:val="000A6C40"/>
    <w:rsid w:val="000B60DF"/>
    <w:rsid w:val="000B6875"/>
    <w:rsid w:val="000C3A0E"/>
    <w:rsid w:val="000D03DF"/>
    <w:rsid w:val="000D1CF4"/>
    <w:rsid w:val="000D5DB8"/>
    <w:rsid w:val="000D660A"/>
    <w:rsid w:val="000F14BB"/>
    <w:rsid w:val="0010013F"/>
    <w:rsid w:val="00103A9C"/>
    <w:rsid w:val="00103CE4"/>
    <w:rsid w:val="00104C5A"/>
    <w:rsid w:val="0010583A"/>
    <w:rsid w:val="0010655A"/>
    <w:rsid w:val="00110CBE"/>
    <w:rsid w:val="001206F5"/>
    <w:rsid w:val="001272E7"/>
    <w:rsid w:val="001351BA"/>
    <w:rsid w:val="00136C79"/>
    <w:rsid w:val="001404B3"/>
    <w:rsid w:val="00146934"/>
    <w:rsid w:val="00151ACD"/>
    <w:rsid w:val="00156500"/>
    <w:rsid w:val="00160264"/>
    <w:rsid w:val="00163489"/>
    <w:rsid w:val="00165ECB"/>
    <w:rsid w:val="001750B3"/>
    <w:rsid w:val="001B13D1"/>
    <w:rsid w:val="001C0F18"/>
    <w:rsid w:val="001D142E"/>
    <w:rsid w:val="001D4A43"/>
    <w:rsid w:val="001F2252"/>
    <w:rsid w:val="001F3204"/>
    <w:rsid w:val="001F6D50"/>
    <w:rsid w:val="001F746B"/>
    <w:rsid w:val="00202A47"/>
    <w:rsid w:val="002156DE"/>
    <w:rsid w:val="0022199D"/>
    <w:rsid w:val="002300E5"/>
    <w:rsid w:val="00233ADA"/>
    <w:rsid w:val="00233CB8"/>
    <w:rsid w:val="00237285"/>
    <w:rsid w:val="00253954"/>
    <w:rsid w:val="002568D0"/>
    <w:rsid w:val="002613F5"/>
    <w:rsid w:val="00264998"/>
    <w:rsid w:val="002704E6"/>
    <w:rsid w:val="00275B72"/>
    <w:rsid w:val="002810FD"/>
    <w:rsid w:val="002A3FB3"/>
    <w:rsid w:val="002A5534"/>
    <w:rsid w:val="002A5F78"/>
    <w:rsid w:val="002B42E5"/>
    <w:rsid w:val="002C1D87"/>
    <w:rsid w:val="002C4AC7"/>
    <w:rsid w:val="002C70F4"/>
    <w:rsid w:val="002D221A"/>
    <w:rsid w:val="002E35EB"/>
    <w:rsid w:val="002E61D2"/>
    <w:rsid w:val="00321C8A"/>
    <w:rsid w:val="003220DF"/>
    <w:rsid w:val="00323857"/>
    <w:rsid w:val="00335108"/>
    <w:rsid w:val="003475EF"/>
    <w:rsid w:val="00356284"/>
    <w:rsid w:val="0036203B"/>
    <w:rsid w:val="00372217"/>
    <w:rsid w:val="00382CBC"/>
    <w:rsid w:val="0038334E"/>
    <w:rsid w:val="00393597"/>
    <w:rsid w:val="003A0537"/>
    <w:rsid w:val="003A0BD2"/>
    <w:rsid w:val="003A1BF8"/>
    <w:rsid w:val="003A5575"/>
    <w:rsid w:val="003A5FB8"/>
    <w:rsid w:val="003C4B38"/>
    <w:rsid w:val="003D1540"/>
    <w:rsid w:val="003D2F4C"/>
    <w:rsid w:val="003E0C47"/>
    <w:rsid w:val="003E6E0D"/>
    <w:rsid w:val="003F0601"/>
    <w:rsid w:val="003F6E8D"/>
    <w:rsid w:val="0040245C"/>
    <w:rsid w:val="00413E58"/>
    <w:rsid w:val="0042256C"/>
    <w:rsid w:val="00422883"/>
    <w:rsid w:val="00427211"/>
    <w:rsid w:val="00443D53"/>
    <w:rsid w:val="00455AD3"/>
    <w:rsid w:val="0046191B"/>
    <w:rsid w:val="004711AB"/>
    <w:rsid w:val="00472E7B"/>
    <w:rsid w:val="004755E7"/>
    <w:rsid w:val="00475BD5"/>
    <w:rsid w:val="00476216"/>
    <w:rsid w:val="004A1243"/>
    <w:rsid w:val="004A151F"/>
    <w:rsid w:val="004A739D"/>
    <w:rsid w:val="004C2BD4"/>
    <w:rsid w:val="004C51DA"/>
    <w:rsid w:val="004C7881"/>
    <w:rsid w:val="004D1E55"/>
    <w:rsid w:val="004D271E"/>
    <w:rsid w:val="004E3420"/>
    <w:rsid w:val="004E5CF3"/>
    <w:rsid w:val="004F46B9"/>
    <w:rsid w:val="004F5461"/>
    <w:rsid w:val="00501677"/>
    <w:rsid w:val="005171D7"/>
    <w:rsid w:val="00520ABA"/>
    <w:rsid w:val="00522FF8"/>
    <w:rsid w:val="00526B12"/>
    <w:rsid w:val="00533EAD"/>
    <w:rsid w:val="0053401D"/>
    <w:rsid w:val="00535FE8"/>
    <w:rsid w:val="00537F35"/>
    <w:rsid w:val="00540079"/>
    <w:rsid w:val="00541B09"/>
    <w:rsid w:val="005424F3"/>
    <w:rsid w:val="00542674"/>
    <w:rsid w:val="00547AC7"/>
    <w:rsid w:val="005531C4"/>
    <w:rsid w:val="005548E1"/>
    <w:rsid w:val="00556F13"/>
    <w:rsid w:val="0056313A"/>
    <w:rsid w:val="005840AD"/>
    <w:rsid w:val="00590AD2"/>
    <w:rsid w:val="005930B8"/>
    <w:rsid w:val="005956BC"/>
    <w:rsid w:val="00596533"/>
    <w:rsid w:val="00597263"/>
    <w:rsid w:val="005B12A1"/>
    <w:rsid w:val="005B3AAF"/>
    <w:rsid w:val="005B499E"/>
    <w:rsid w:val="005B5BE1"/>
    <w:rsid w:val="005C1D36"/>
    <w:rsid w:val="005C6213"/>
    <w:rsid w:val="005D2611"/>
    <w:rsid w:val="005D4A04"/>
    <w:rsid w:val="005F28FE"/>
    <w:rsid w:val="005F29E5"/>
    <w:rsid w:val="005F68D6"/>
    <w:rsid w:val="005F6A71"/>
    <w:rsid w:val="00623CBB"/>
    <w:rsid w:val="006251F9"/>
    <w:rsid w:val="00632DB0"/>
    <w:rsid w:val="00641302"/>
    <w:rsid w:val="00641FFE"/>
    <w:rsid w:val="006428FF"/>
    <w:rsid w:val="006435E8"/>
    <w:rsid w:val="00650AB0"/>
    <w:rsid w:val="0065614E"/>
    <w:rsid w:val="0066321D"/>
    <w:rsid w:val="00663460"/>
    <w:rsid w:val="00666BA2"/>
    <w:rsid w:val="00670F2C"/>
    <w:rsid w:val="00680A65"/>
    <w:rsid w:val="00682D0B"/>
    <w:rsid w:val="00683FB4"/>
    <w:rsid w:val="00687BBE"/>
    <w:rsid w:val="006A0F63"/>
    <w:rsid w:val="006A38E1"/>
    <w:rsid w:val="006B4384"/>
    <w:rsid w:val="006B451F"/>
    <w:rsid w:val="006B5207"/>
    <w:rsid w:val="006C3A2D"/>
    <w:rsid w:val="006C6AC1"/>
    <w:rsid w:val="006D614D"/>
    <w:rsid w:val="006E4F8E"/>
    <w:rsid w:val="006E5F33"/>
    <w:rsid w:val="006E6137"/>
    <w:rsid w:val="00707F05"/>
    <w:rsid w:val="00713DCE"/>
    <w:rsid w:val="00714434"/>
    <w:rsid w:val="00716C80"/>
    <w:rsid w:val="00721935"/>
    <w:rsid w:val="0072244E"/>
    <w:rsid w:val="00727897"/>
    <w:rsid w:val="00727DA9"/>
    <w:rsid w:val="007305FF"/>
    <w:rsid w:val="00737BC4"/>
    <w:rsid w:val="0075057A"/>
    <w:rsid w:val="0075132E"/>
    <w:rsid w:val="00760443"/>
    <w:rsid w:val="00774531"/>
    <w:rsid w:val="00790EF5"/>
    <w:rsid w:val="007B0798"/>
    <w:rsid w:val="007B1D3B"/>
    <w:rsid w:val="007C1E07"/>
    <w:rsid w:val="007C2237"/>
    <w:rsid w:val="007D63A1"/>
    <w:rsid w:val="007E08A3"/>
    <w:rsid w:val="007F0C7D"/>
    <w:rsid w:val="007F4982"/>
    <w:rsid w:val="00802BA6"/>
    <w:rsid w:val="00802C3E"/>
    <w:rsid w:val="00802F9C"/>
    <w:rsid w:val="00804C92"/>
    <w:rsid w:val="00827AA7"/>
    <w:rsid w:val="008315F8"/>
    <w:rsid w:val="00831A59"/>
    <w:rsid w:val="00836975"/>
    <w:rsid w:val="00850C26"/>
    <w:rsid w:val="00853DB1"/>
    <w:rsid w:val="00855E01"/>
    <w:rsid w:val="0086277B"/>
    <w:rsid w:val="0086338A"/>
    <w:rsid w:val="00872637"/>
    <w:rsid w:val="00873ABE"/>
    <w:rsid w:val="00883C71"/>
    <w:rsid w:val="008B2698"/>
    <w:rsid w:val="008B40C7"/>
    <w:rsid w:val="008C5D60"/>
    <w:rsid w:val="008D44D1"/>
    <w:rsid w:val="008E47E0"/>
    <w:rsid w:val="00901A3C"/>
    <w:rsid w:val="009143CB"/>
    <w:rsid w:val="00932AE6"/>
    <w:rsid w:val="00937545"/>
    <w:rsid w:val="00950388"/>
    <w:rsid w:val="00954B57"/>
    <w:rsid w:val="00954F77"/>
    <w:rsid w:val="00962CE4"/>
    <w:rsid w:val="00963410"/>
    <w:rsid w:val="00972177"/>
    <w:rsid w:val="00974AE4"/>
    <w:rsid w:val="00974BEA"/>
    <w:rsid w:val="0098729C"/>
    <w:rsid w:val="00987EF9"/>
    <w:rsid w:val="0099171A"/>
    <w:rsid w:val="009919AD"/>
    <w:rsid w:val="009A5E2C"/>
    <w:rsid w:val="009A71A2"/>
    <w:rsid w:val="009C0E6D"/>
    <w:rsid w:val="009C2876"/>
    <w:rsid w:val="009D04A7"/>
    <w:rsid w:val="009E3850"/>
    <w:rsid w:val="009E6E8F"/>
    <w:rsid w:val="009F0E82"/>
    <w:rsid w:val="009F6DEA"/>
    <w:rsid w:val="00A02B5A"/>
    <w:rsid w:val="00A06E6D"/>
    <w:rsid w:val="00A07514"/>
    <w:rsid w:val="00A2367E"/>
    <w:rsid w:val="00A23CCB"/>
    <w:rsid w:val="00A24E17"/>
    <w:rsid w:val="00A2597A"/>
    <w:rsid w:val="00A26390"/>
    <w:rsid w:val="00A27840"/>
    <w:rsid w:val="00A33FFA"/>
    <w:rsid w:val="00A3649D"/>
    <w:rsid w:val="00A3764A"/>
    <w:rsid w:val="00A37AF9"/>
    <w:rsid w:val="00A37D6A"/>
    <w:rsid w:val="00A41292"/>
    <w:rsid w:val="00A43D9F"/>
    <w:rsid w:val="00A56A75"/>
    <w:rsid w:val="00A65420"/>
    <w:rsid w:val="00A672EC"/>
    <w:rsid w:val="00A80B43"/>
    <w:rsid w:val="00A84ADD"/>
    <w:rsid w:val="00A84E21"/>
    <w:rsid w:val="00A852D4"/>
    <w:rsid w:val="00A857D9"/>
    <w:rsid w:val="00A87C12"/>
    <w:rsid w:val="00A9457F"/>
    <w:rsid w:val="00AA018C"/>
    <w:rsid w:val="00AA21FD"/>
    <w:rsid w:val="00AA6E81"/>
    <w:rsid w:val="00AB51E3"/>
    <w:rsid w:val="00AC0F54"/>
    <w:rsid w:val="00AC56B5"/>
    <w:rsid w:val="00AE5785"/>
    <w:rsid w:val="00B01143"/>
    <w:rsid w:val="00B03A34"/>
    <w:rsid w:val="00B1234B"/>
    <w:rsid w:val="00B169EE"/>
    <w:rsid w:val="00B22FB9"/>
    <w:rsid w:val="00B445E8"/>
    <w:rsid w:val="00B47163"/>
    <w:rsid w:val="00B56006"/>
    <w:rsid w:val="00B60796"/>
    <w:rsid w:val="00B673FF"/>
    <w:rsid w:val="00B72715"/>
    <w:rsid w:val="00B76034"/>
    <w:rsid w:val="00B83B15"/>
    <w:rsid w:val="00B85C92"/>
    <w:rsid w:val="00B87341"/>
    <w:rsid w:val="00B92C51"/>
    <w:rsid w:val="00B9368D"/>
    <w:rsid w:val="00B9795B"/>
    <w:rsid w:val="00BA11C5"/>
    <w:rsid w:val="00BA26FC"/>
    <w:rsid w:val="00BA414C"/>
    <w:rsid w:val="00BA5424"/>
    <w:rsid w:val="00BB6357"/>
    <w:rsid w:val="00BC18AC"/>
    <w:rsid w:val="00BC5A59"/>
    <w:rsid w:val="00BD6E4D"/>
    <w:rsid w:val="00BD7069"/>
    <w:rsid w:val="00BE513C"/>
    <w:rsid w:val="00BF44E1"/>
    <w:rsid w:val="00BF4A49"/>
    <w:rsid w:val="00C109CF"/>
    <w:rsid w:val="00C20779"/>
    <w:rsid w:val="00C214FF"/>
    <w:rsid w:val="00C248FA"/>
    <w:rsid w:val="00C3160B"/>
    <w:rsid w:val="00C3549F"/>
    <w:rsid w:val="00C42517"/>
    <w:rsid w:val="00C437C6"/>
    <w:rsid w:val="00C44E8E"/>
    <w:rsid w:val="00C46FFC"/>
    <w:rsid w:val="00C517A9"/>
    <w:rsid w:val="00C635C9"/>
    <w:rsid w:val="00C7283F"/>
    <w:rsid w:val="00C96DE0"/>
    <w:rsid w:val="00CA1A6B"/>
    <w:rsid w:val="00CA2D9C"/>
    <w:rsid w:val="00CB1322"/>
    <w:rsid w:val="00CB4C82"/>
    <w:rsid w:val="00CC51C3"/>
    <w:rsid w:val="00CD1081"/>
    <w:rsid w:val="00CD43D6"/>
    <w:rsid w:val="00CD55D7"/>
    <w:rsid w:val="00CE4ADC"/>
    <w:rsid w:val="00CF12C0"/>
    <w:rsid w:val="00D016FA"/>
    <w:rsid w:val="00D029C0"/>
    <w:rsid w:val="00D0620C"/>
    <w:rsid w:val="00D20689"/>
    <w:rsid w:val="00D22A35"/>
    <w:rsid w:val="00D254FD"/>
    <w:rsid w:val="00D32534"/>
    <w:rsid w:val="00D3504B"/>
    <w:rsid w:val="00D416BD"/>
    <w:rsid w:val="00D43141"/>
    <w:rsid w:val="00D53BA0"/>
    <w:rsid w:val="00D56306"/>
    <w:rsid w:val="00D64FFE"/>
    <w:rsid w:val="00D65AFC"/>
    <w:rsid w:val="00D85CF9"/>
    <w:rsid w:val="00D945C5"/>
    <w:rsid w:val="00DA12E3"/>
    <w:rsid w:val="00DA15DB"/>
    <w:rsid w:val="00DA287E"/>
    <w:rsid w:val="00DB1AFA"/>
    <w:rsid w:val="00DC6E4B"/>
    <w:rsid w:val="00DD7ACD"/>
    <w:rsid w:val="00DE62A6"/>
    <w:rsid w:val="00DE6F54"/>
    <w:rsid w:val="00E156EF"/>
    <w:rsid w:val="00E15F8F"/>
    <w:rsid w:val="00E232CA"/>
    <w:rsid w:val="00E2340B"/>
    <w:rsid w:val="00E23C1A"/>
    <w:rsid w:val="00E2624B"/>
    <w:rsid w:val="00E27392"/>
    <w:rsid w:val="00E3039A"/>
    <w:rsid w:val="00E325E7"/>
    <w:rsid w:val="00E336AA"/>
    <w:rsid w:val="00E379B7"/>
    <w:rsid w:val="00E44F28"/>
    <w:rsid w:val="00E7350F"/>
    <w:rsid w:val="00E74ACB"/>
    <w:rsid w:val="00E75581"/>
    <w:rsid w:val="00E82312"/>
    <w:rsid w:val="00E8459C"/>
    <w:rsid w:val="00E85FD1"/>
    <w:rsid w:val="00E87552"/>
    <w:rsid w:val="00E933D4"/>
    <w:rsid w:val="00E9734C"/>
    <w:rsid w:val="00EA082B"/>
    <w:rsid w:val="00EA5FF6"/>
    <w:rsid w:val="00EC037E"/>
    <w:rsid w:val="00EC0972"/>
    <w:rsid w:val="00EC2303"/>
    <w:rsid w:val="00ED0DA8"/>
    <w:rsid w:val="00ED7170"/>
    <w:rsid w:val="00EE4394"/>
    <w:rsid w:val="00EE72E6"/>
    <w:rsid w:val="00EF6518"/>
    <w:rsid w:val="00F06A9E"/>
    <w:rsid w:val="00F11089"/>
    <w:rsid w:val="00F12292"/>
    <w:rsid w:val="00F1245C"/>
    <w:rsid w:val="00F14C23"/>
    <w:rsid w:val="00F17140"/>
    <w:rsid w:val="00F17BAB"/>
    <w:rsid w:val="00F21C53"/>
    <w:rsid w:val="00F230E3"/>
    <w:rsid w:val="00F23DAE"/>
    <w:rsid w:val="00F2784F"/>
    <w:rsid w:val="00F325AD"/>
    <w:rsid w:val="00F35D89"/>
    <w:rsid w:val="00F3715B"/>
    <w:rsid w:val="00F45C86"/>
    <w:rsid w:val="00F52285"/>
    <w:rsid w:val="00F53F93"/>
    <w:rsid w:val="00F64A52"/>
    <w:rsid w:val="00F762A1"/>
    <w:rsid w:val="00F80C53"/>
    <w:rsid w:val="00F82975"/>
    <w:rsid w:val="00F85800"/>
    <w:rsid w:val="00F96329"/>
    <w:rsid w:val="00FA3568"/>
    <w:rsid w:val="00FA4564"/>
    <w:rsid w:val="00FA4811"/>
    <w:rsid w:val="00FA6F32"/>
    <w:rsid w:val="00FB0DFB"/>
    <w:rsid w:val="00FB4E03"/>
    <w:rsid w:val="00FB7DBD"/>
    <w:rsid w:val="00FC20B5"/>
    <w:rsid w:val="00FC416E"/>
    <w:rsid w:val="00FC5F57"/>
    <w:rsid w:val="00FC6561"/>
    <w:rsid w:val="00FC6F00"/>
    <w:rsid w:val="00FD0D64"/>
    <w:rsid w:val="00FD18C7"/>
    <w:rsid w:val="00FD6327"/>
    <w:rsid w:val="00FE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7F6B909"/>
  <w15:docId w15:val="{6DBA7A6B-68BA-4819-AEB3-1150D335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0CBE"/>
    <w:rPr>
      <w:rFonts w:ascii="Arial" w:eastAsia="Times New Roman" w:hAnsi="Arial"/>
    </w:rPr>
  </w:style>
  <w:style w:type="paragraph" w:styleId="Heading1">
    <w:name w:val="heading 1"/>
    <w:basedOn w:val="ucfbodytext"/>
    <w:next w:val="ucfbodytext"/>
    <w:qFormat/>
    <w:rsid w:val="00FA4811"/>
    <w:pPr>
      <w:keepNext/>
      <w:outlineLvl w:val="0"/>
    </w:pPr>
    <w:rPr>
      <w:rFonts w:cs="Arial"/>
      <w:b/>
      <w:bCs/>
      <w:sz w:val="28"/>
      <w:szCs w:val="24"/>
    </w:rPr>
  </w:style>
  <w:style w:type="paragraph" w:styleId="Heading2">
    <w:name w:val="heading 2"/>
    <w:basedOn w:val="ucfbodytext"/>
    <w:next w:val="ucfbodytext"/>
    <w:qFormat/>
    <w:rsid w:val="00FA4811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ucfbodytext"/>
    <w:next w:val="ucfbodytext"/>
    <w:qFormat/>
    <w:rsid w:val="00FA4811"/>
    <w:pPr>
      <w:keepNext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FA456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A45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A456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A4564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FA4564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FA456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45C5"/>
    <w:pPr>
      <w:tabs>
        <w:tab w:val="center" w:pos="4536"/>
        <w:tab w:val="right" w:pos="9072"/>
      </w:tabs>
    </w:pPr>
    <w:rPr>
      <w:noProof/>
    </w:rPr>
  </w:style>
  <w:style w:type="paragraph" w:styleId="Footer">
    <w:name w:val="footer"/>
    <w:basedOn w:val="Normal"/>
    <w:rsid w:val="00D945C5"/>
    <w:pPr>
      <w:tabs>
        <w:tab w:val="center" w:pos="4536"/>
        <w:tab w:val="right" w:pos="9072"/>
      </w:tabs>
    </w:pPr>
    <w:rPr>
      <w:noProof/>
    </w:rPr>
  </w:style>
  <w:style w:type="numbering" w:styleId="111111">
    <w:name w:val="Outline List 2"/>
    <w:basedOn w:val="NoList"/>
    <w:semiHidden/>
    <w:rsid w:val="00FA4564"/>
    <w:pPr>
      <w:numPr>
        <w:numId w:val="6"/>
      </w:numPr>
    </w:pPr>
  </w:style>
  <w:style w:type="paragraph" w:customStyle="1" w:styleId="ucfstandard">
    <w:name w:val="ucf_standard"/>
    <w:rsid w:val="005424F3"/>
    <w:pPr>
      <w:spacing w:line="280" w:lineRule="atLeast"/>
    </w:pPr>
    <w:rPr>
      <w:rFonts w:ascii="Arial" w:eastAsia="Times New Roman" w:hAnsi="Arial"/>
      <w:noProof/>
      <w:sz w:val="18"/>
      <w:lang w:val="en-US"/>
    </w:rPr>
  </w:style>
  <w:style w:type="paragraph" w:customStyle="1" w:styleId="ucforgunit">
    <w:name w:val="ucf_orgunit"/>
    <w:basedOn w:val="ucfstandard"/>
    <w:rsid w:val="00D945C5"/>
    <w:pPr>
      <w:spacing w:before="140"/>
    </w:pPr>
    <w:rPr>
      <w:b/>
    </w:rPr>
  </w:style>
  <w:style w:type="paragraph" w:customStyle="1" w:styleId="ucfprotection">
    <w:name w:val="ucf_protection"/>
    <w:basedOn w:val="ucfstandard"/>
    <w:rsid w:val="005D4A04"/>
    <w:pPr>
      <w:spacing w:line="200" w:lineRule="exact"/>
    </w:pPr>
  </w:style>
  <w:style w:type="paragraph" w:customStyle="1" w:styleId="ucfpostal">
    <w:name w:val="ucf_postal"/>
    <w:basedOn w:val="ucfstandard"/>
    <w:rsid w:val="002156DE"/>
    <w:pPr>
      <w:spacing w:line="180" w:lineRule="exact"/>
    </w:pPr>
    <w:rPr>
      <w:sz w:val="12"/>
    </w:rPr>
  </w:style>
  <w:style w:type="paragraph" w:customStyle="1" w:styleId="ucfuser">
    <w:name w:val="ucf_user"/>
    <w:basedOn w:val="ucfstandard"/>
    <w:rsid w:val="00B22FB9"/>
    <w:pPr>
      <w:spacing w:line="200" w:lineRule="exact"/>
    </w:pPr>
    <w:rPr>
      <w:sz w:val="14"/>
    </w:rPr>
  </w:style>
  <w:style w:type="paragraph" w:customStyle="1" w:styleId="ucfdate">
    <w:name w:val="ucf_date"/>
    <w:basedOn w:val="ucfuser"/>
    <w:rsid w:val="00D945C5"/>
  </w:style>
  <w:style w:type="paragraph" w:customStyle="1" w:styleId="ucfaddress">
    <w:name w:val="ucf_address"/>
    <w:basedOn w:val="ucfstandard"/>
    <w:rsid w:val="002156DE"/>
    <w:pPr>
      <w:tabs>
        <w:tab w:val="left" w:pos="1134"/>
      </w:tabs>
      <w:spacing w:line="260" w:lineRule="exact"/>
    </w:pPr>
    <w:rPr>
      <w:sz w:val="20"/>
    </w:rPr>
  </w:style>
  <w:style w:type="paragraph" w:customStyle="1" w:styleId="ucfto">
    <w:name w:val="ucf_to"/>
    <w:basedOn w:val="ucfaddress"/>
    <w:next w:val="ucfaddress"/>
    <w:rsid w:val="002156DE"/>
    <w:pPr>
      <w:spacing w:before="1"/>
    </w:pPr>
  </w:style>
  <w:style w:type="paragraph" w:customStyle="1" w:styleId="ucfbodytext">
    <w:name w:val="ucf_bodytext"/>
    <w:basedOn w:val="ucfstandard"/>
    <w:rsid w:val="00B01143"/>
    <w:pPr>
      <w:spacing w:after="108"/>
    </w:pPr>
    <w:rPr>
      <w:rFonts w:ascii="Georgia" w:hAnsi="Georgia"/>
      <w:noProof w:val="0"/>
    </w:rPr>
  </w:style>
  <w:style w:type="paragraph" w:customStyle="1" w:styleId="ucfsubject">
    <w:name w:val="ucf_subject"/>
    <w:basedOn w:val="ucfstandard"/>
    <w:next w:val="ucfbodytext"/>
    <w:rsid w:val="00B01143"/>
    <w:pPr>
      <w:spacing w:before="1191" w:after="616"/>
    </w:pPr>
    <w:rPr>
      <w:rFonts w:ascii="Georgia" w:hAnsi="Georgia"/>
      <w:b/>
    </w:rPr>
  </w:style>
  <w:style w:type="paragraph" w:customStyle="1" w:styleId="ucfpremodul">
    <w:name w:val="ucf_premodul"/>
    <w:basedOn w:val="ucfstandard"/>
    <w:next w:val="ucfbodytext"/>
    <w:rsid w:val="00D945C5"/>
    <w:pPr>
      <w:pBdr>
        <w:bottom w:val="single" w:sz="6" w:space="1" w:color="auto"/>
      </w:pBdr>
      <w:spacing w:after="60" w:line="60" w:lineRule="exact"/>
    </w:pPr>
    <w:rPr>
      <w:lang w:eastAsia="en-US"/>
    </w:rPr>
  </w:style>
  <w:style w:type="paragraph" w:customStyle="1" w:styleId="ucfmodultext">
    <w:name w:val="ucf_modultext"/>
    <w:basedOn w:val="ucfstandard"/>
    <w:rsid w:val="00D945C5"/>
    <w:rPr>
      <w:lang w:eastAsia="en-US"/>
    </w:rPr>
  </w:style>
  <w:style w:type="paragraph" w:customStyle="1" w:styleId="ucforgline">
    <w:name w:val="ucf_orgline"/>
    <w:basedOn w:val="ucfstandard"/>
    <w:rsid w:val="00A23CCB"/>
    <w:pPr>
      <w:tabs>
        <w:tab w:val="left" w:pos="6917"/>
      </w:tabs>
      <w:spacing w:line="180" w:lineRule="atLeast"/>
    </w:pPr>
    <w:rPr>
      <w:sz w:val="12"/>
    </w:rPr>
  </w:style>
  <w:style w:type="paragraph" w:customStyle="1" w:styleId="ucffooter1-4">
    <w:name w:val="ucf_footer1-4"/>
    <w:basedOn w:val="ucfstandard"/>
    <w:rsid w:val="004E5CF3"/>
    <w:pPr>
      <w:spacing w:before="20" w:line="240" w:lineRule="auto"/>
    </w:pPr>
    <w:rPr>
      <w:sz w:val="12"/>
    </w:rPr>
  </w:style>
  <w:style w:type="paragraph" w:customStyle="1" w:styleId="ucfmanagement">
    <w:name w:val="ucf_management"/>
    <w:basedOn w:val="ucffooter1-4"/>
    <w:rsid w:val="00D945C5"/>
    <w:rPr>
      <w:rFonts w:eastAsia="Arial" w:cs="Arial"/>
      <w:szCs w:val="14"/>
    </w:rPr>
  </w:style>
  <w:style w:type="paragraph" w:customStyle="1" w:styleId="ucfheader2">
    <w:name w:val="ucf_header2"/>
    <w:basedOn w:val="ucfstandard"/>
    <w:rsid w:val="005424F3"/>
    <w:pPr>
      <w:spacing w:line="200" w:lineRule="exact"/>
    </w:pPr>
    <w:rPr>
      <w:sz w:val="14"/>
    </w:rPr>
  </w:style>
  <w:style w:type="paragraph" w:customStyle="1" w:styleId="ucfsalutation">
    <w:name w:val="ucf_salutation"/>
    <w:basedOn w:val="ucfbodytext"/>
    <w:rsid w:val="008D44D1"/>
    <w:pPr>
      <w:keepNext/>
      <w:keepLines/>
      <w:tabs>
        <w:tab w:val="left" w:pos="5387"/>
      </w:tabs>
    </w:pPr>
    <w:rPr>
      <w:noProof/>
    </w:rPr>
  </w:style>
  <w:style w:type="paragraph" w:customStyle="1" w:styleId="ucfor">
    <w:name w:val="ucf_or"/>
    <w:basedOn w:val="ucfuser"/>
    <w:rsid w:val="00D945C5"/>
  </w:style>
  <w:style w:type="numbering" w:styleId="1ai">
    <w:name w:val="Outline List 1"/>
    <w:basedOn w:val="NoList"/>
    <w:semiHidden/>
    <w:rsid w:val="00FA4564"/>
    <w:pPr>
      <w:numPr>
        <w:numId w:val="7"/>
      </w:numPr>
    </w:pPr>
  </w:style>
  <w:style w:type="paragraph" w:customStyle="1" w:styleId="ucfcompany">
    <w:name w:val="ucf_company"/>
    <w:basedOn w:val="ucfstandard"/>
    <w:rsid w:val="000A0834"/>
  </w:style>
  <w:style w:type="paragraph" w:styleId="Salutation">
    <w:name w:val="Salutation"/>
    <w:basedOn w:val="Normal"/>
    <w:next w:val="Normal"/>
    <w:semiHidden/>
    <w:rsid w:val="00FA4564"/>
  </w:style>
  <w:style w:type="numbering" w:styleId="ArticleSection">
    <w:name w:val="Outline List 3"/>
    <w:basedOn w:val="NoList"/>
    <w:semiHidden/>
    <w:rsid w:val="00FA4564"/>
    <w:pPr>
      <w:numPr>
        <w:numId w:val="8"/>
      </w:numPr>
    </w:pPr>
  </w:style>
  <w:style w:type="paragraph" w:styleId="ListBullet">
    <w:name w:val="List Bullet"/>
    <w:basedOn w:val="Normal"/>
    <w:semiHidden/>
    <w:rsid w:val="00FA4564"/>
    <w:pPr>
      <w:numPr>
        <w:numId w:val="1"/>
      </w:numPr>
    </w:pPr>
  </w:style>
  <w:style w:type="paragraph" w:styleId="ListBullet2">
    <w:name w:val="List Bullet 2"/>
    <w:basedOn w:val="Normal"/>
    <w:semiHidden/>
    <w:rsid w:val="00FA4564"/>
    <w:pPr>
      <w:numPr>
        <w:numId w:val="2"/>
      </w:numPr>
    </w:pPr>
  </w:style>
  <w:style w:type="paragraph" w:styleId="ListBullet3">
    <w:name w:val="List Bullet 3"/>
    <w:basedOn w:val="Normal"/>
    <w:semiHidden/>
    <w:rsid w:val="00FA4564"/>
    <w:pPr>
      <w:numPr>
        <w:numId w:val="3"/>
      </w:numPr>
    </w:pPr>
  </w:style>
  <w:style w:type="paragraph" w:styleId="ListBullet4">
    <w:name w:val="List Bullet 4"/>
    <w:basedOn w:val="Normal"/>
    <w:semiHidden/>
    <w:rsid w:val="00FA4564"/>
    <w:pPr>
      <w:numPr>
        <w:numId w:val="4"/>
      </w:numPr>
    </w:pPr>
  </w:style>
  <w:style w:type="paragraph" w:styleId="ListBullet5">
    <w:name w:val="List Bullet 5"/>
    <w:basedOn w:val="Normal"/>
    <w:semiHidden/>
    <w:rsid w:val="00FA4564"/>
    <w:pPr>
      <w:numPr>
        <w:numId w:val="5"/>
      </w:numPr>
    </w:pPr>
  </w:style>
  <w:style w:type="character" w:styleId="FollowedHyperlink">
    <w:name w:val="FollowedHyperlink"/>
    <w:basedOn w:val="DefaultParagraphFont"/>
    <w:semiHidden/>
    <w:rsid w:val="00FA4564"/>
    <w:rPr>
      <w:color w:val="800080"/>
      <w:u w:val="single"/>
    </w:rPr>
  </w:style>
  <w:style w:type="paragraph" w:styleId="BlockText">
    <w:name w:val="Block Text"/>
    <w:basedOn w:val="Normal"/>
    <w:semiHidden/>
    <w:rsid w:val="00FA4564"/>
    <w:pPr>
      <w:spacing w:after="120"/>
      <w:ind w:left="1440" w:right="1440"/>
    </w:pPr>
  </w:style>
  <w:style w:type="paragraph" w:styleId="Date">
    <w:name w:val="Date"/>
    <w:basedOn w:val="Normal"/>
    <w:next w:val="Normal"/>
    <w:semiHidden/>
    <w:rsid w:val="00FA4564"/>
  </w:style>
  <w:style w:type="paragraph" w:styleId="E-mailSignature">
    <w:name w:val="E-mail Signature"/>
    <w:basedOn w:val="Normal"/>
    <w:semiHidden/>
    <w:rsid w:val="00FA4564"/>
  </w:style>
  <w:style w:type="character" w:styleId="Strong">
    <w:name w:val="Strong"/>
    <w:basedOn w:val="DefaultParagraphFont"/>
    <w:qFormat/>
    <w:rsid w:val="00FA4564"/>
    <w:rPr>
      <w:b/>
      <w:bCs/>
    </w:rPr>
  </w:style>
  <w:style w:type="paragraph" w:styleId="NoteHeading">
    <w:name w:val="Note Heading"/>
    <w:basedOn w:val="Normal"/>
    <w:next w:val="Normal"/>
    <w:semiHidden/>
    <w:rsid w:val="00FA4564"/>
  </w:style>
  <w:style w:type="paragraph" w:styleId="Closing">
    <w:name w:val="Closing"/>
    <w:basedOn w:val="Normal"/>
    <w:semiHidden/>
    <w:rsid w:val="00FA4564"/>
    <w:pPr>
      <w:ind w:left="4252"/>
    </w:pPr>
  </w:style>
  <w:style w:type="character" w:styleId="Emphasis">
    <w:name w:val="Emphasis"/>
    <w:basedOn w:val="DefaultParagraphFont"/>
    <w:qFormat/>
    <w:rsid w:val="00FA4564"/>
    <w:rPr>
      <w:i/>
      <w:iCs/>
    </w:rPr>
  </w:style>
  <w:style w:type="paragraph" w:styleId="HTMLAddress">
    <w:name w:val="HTML Address"/>
    <w:basedOn w:val="Normal"/>
    <w:semiHidden/>
    <w:rsid w:val="00FA4564"/>
    <w:rPr>
      <w:i/>
      <w:iCs/>
    </w:rPr>
  </w:style>
  <w:style w:type="character" w:styleId="HTMLAcronym">
    <w:name w:val="HTML Acronym"/>
    <w:basedOn w:val="DefaultParagraphFont"/>
    <w:semiHidden/>
    <w:rsid w:val="00FA4564"/>
  </w:style>
  <w:style w:type="character" w:styleId="HTMLSample">
    <w:name w:val="HTML Sample"/>
    <w:basedOn w:val="DefaultParagraphFont"/>
    <w:semiHidden/>
    <w:rsid w:val="00FA4564"/>
    <w:rPr>
      <w:rFonts w:ascii="Courier New" w:hAnsi="Courier New" w:cs="Courier New"/>
    </w:rPr>
  </w:style>
  <w:style w:type="character" w:styleId="HTMLCode">
    <w:name w:val="HTML Code"/>
    <w:basedOn w:val="DefaultParagraphFont"/>
    <w:semiHidden/>
    <w:rsid w:val="00FA456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FA4564"/>
    <w:rPr>
      <w:i/>
      <w:iCs/>
    </w:rPr>
  </w:style>
  <w:style w:type="character" w:styleId="HTMLTypewriter">
    <w:name w:val="HTML Typewriter"/>
    <w:basedOn w:val="DefaultParagraphFont"/>
    <w:semiHidden/>
    <w:rsid w:val="00FA4564"/>
    <w:rPr>
      <w:rFonts w:ascii="Courier New" w:hAnsi="Courier New" w:cs="Courier New"/>
      <w:sz w:val="20"/>
      <w:szCs w:val="20"/>
    </w:rPr>
  </w:style>
  <w:style w:type="character" w:styleId="HTMLKeyboard">
    <w:name w:val="HTML Keyboard"/>
    <w:basedOn w:val="DefaultParagraphFont"/>
    <w:semiHidden/>
    <w:rsid w:val="00FA456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FA4564"/>
    <w:rPr>
      <w:i/>
      <w:iCs/>
    </w:rPr>
  </w:style>
  <w:style w:type="paragraph" w:styleId="HTMLPreformatted">
    <w:name w:val="HTML Preformatted"/>
    <w:basedOn w:val="Normal"/>
    <w:semiHidden/>
    <w:rsid w:val="00FA4564"/>
    <w:rPr>
      <w:rFonts w:ascii="Courier New" w:hAnsi="Courier New" w:cs="Courier New"/>
    </w:rPr>
  </w:style>
  <w:style w:type="character" w:styleId="HTMLCite">
    <w:name w:val="HTML Cite"/>
    <w:basedOn w:val="DefaultParagraphFont"/>
    <w:semiHidden/>
    <w:rsid w:val="00FA4564"/>
    <w:rPr>
      <w:i/>
      <w:iCs/>
    </w:rPr>
  </w:style>
  <w:style w:type="character" w:styleId="Hyperlink">
    <w:name w:val="Hyperlink"/>
    <w:basedOn w:val="DefaultParagraphFont"/>
    <w:uiPriority w:val="99"/>
    <w:rsid w:val="00FA4564"/>
    <w:rPr>
      <w:color w:val="0000FF"/>
      <w:u w:val="single"/>
    </w:rPr>
  </w:style>
  <w:style w:type="paragraph" w:styleId="List">
    <w:name w:val="List"/>
    <w:basedOn w:val="Normal"/>
    <w:semiHidden/>
    <w:rsid w:val="00FA4564"/>
    <w:pPr>
      <w:ind w:left="283" w:hanging="283"/>
    </w:pPr>
  </w:style>
  <w:style w:type="paragraph" w:styleId="List2">
    <w:name w:val="List 2"/>
    <w:basedOn w:val="Normal"/>
    <w:semiHidden/>
    <w:rsid w:val="00FA4564"/>
    <w:pPr>
      <w:ind w:left="566" w:hanging="283"/>
    </w:pPr>
  </w:style>
  <w:style w:type="paragraph" w:styleId="List3">
    <w:name w:val="List 3"/>
    <w:basedOn w:val="Normal"/>
    <w:semiHidden/>
    <w:rsid w:val="00FA4564"/>
    <w:pPr>
      <w:ind w:left="849" w:hanging="283"/>
    </w:pPr>
  </w:style>
  <w:style w:type="paragraph" w:styleId="List4">
    <w:name w:val="List 4"/>
    <w:basedOn w:val="Normal"/>
    <w:semiHidden/>
    <w:rsid w:val="00FA4564"/>
    <w:pPr>
      <w:ind w:left="1132" w:hanging="283"/>
    </w:pPr>
  </w:style>
  <w:style w:type="paragraph" w:styleId="List5">
    <w:name w:val="List 5"/>
    <w:basedOn w:val="Normal"/>
    <w:semiHidden/>
    <w:rsid w:val="00FA4564"/>
    <w:pPr>
      <w:ind w:left="1415" w:hanging="283"/>
    </w:pPr>
  </w:style>
  <w:style w:type="paragraph" w:styleId="ListContinue">
    <w:name w:val="List Continue"/>
    <w:basedOn w:val="Normal"/>
    <w:semiHidden/>
    <w:rsid w:val="00FA4564"/>
    <w:pPr>
      <w:spacing w:after="120"/>
      <w:ind w:left="283"/>
    </w:pPr>
  </w:style>
  <w:style w:type="paragraph" w:styleId="ListContinue2">
    <w:name w:val="List Continue 2"/>
    <w:basedOn w:val="Normal"/>
    <w:semiHidden/>
    <w:rsid w:val="00FA4564"/>
    <w:pPr>
      <w:spacing w:after="120"/>
      <w:ind w:left="566"/>
    </w:pPr>
  </w:style>
  <w:style w:type="paragraph" w:styleId="ListContinue3">
    <w:name w:val="List Continue 3"/>
    <w:basedOn w:val="Normal"/>
    <w:semiHidden/>
    <w:rsid w:val="00FA4564"/>
    <w:pPr>
      <w:spacing w:after="120"/>
      <w:ind w:left="849"/>
    </w:pPr>
  </w:style>
  <w:style w:type="paragraph" w:styleId="ListContinue4">
    <w:name w:val="List Continue 4"/>
    <w:basedOn w:val="Normal"/>
    <w:semiHidden/>
    <w:rsid w:val="00FA4564"/>
    <w:pPr>
      <w:spacing w:after="120"/>
      <w:ind w:left="1132"/>
    </w:pPr>
  </w:style>
  <w:style w:type="paragraph" w:styleId="ListContinue5">
    <w:name w:val="List Continue 5"/>
    <w:basedOn w:val="Normal"/>
    <w:semiHidden/>
    <w:rsid w:val="00FA4564"/>
    <w:pPr>
      <w:spacing w:after="120"/>
      <w:ind w:left="1415"/>
    </w:pPr>
  </w:style>
  <w:style w:type="paragraph" w:styleId="ListNumber">
    <w:name w:val="List Number"/>
    <w:basedOn w:val="Normal"/>
    <w:semiHidden/>
    <w:rsid w:val="00FA4564"/>
    <w:pPr>
      <w:numPr>
        <w:numId w:val="9"/>
      </w:numPr>
    </w:pPr>
  </w:style>
  <w:style w:type="paragraph" w:styleId="ListNumber2">
    <w:name w:val="List Number 2"/>
    <w:basedOn w:val="Normal"/>
    <w:semiHidden/>
    <w:rsid w:val="00FA4564"/>
    <w:pPr>
      <w:numPr>
        <w:numId w:val="10"/>
      </w:numPr>
    </w:pPr>
  </w:style>
  <w:style w:type="paragraph" w:styleId="ListNumber3">
    <w:name w:val="List Number 3"/>
    <w:basedOn w:val="Normal"/>
    <w:semiHidden/>
    <w:rsid w:val="00FA4564"/>
    <w:pPr>
      <w:numPr>
        <w:numId w:val="11"/>
      </w:numPr>
    </w:pPr>
  </w:style>
  <w:style w:type="paragraph" w:styleId="ListNumber4">
    <w:name w:val="List Number 4"/>
    <w:basedOn w:val="Normal"/>
    <w:semiHidden/>
    <w:rsid w:val="00FA4564"/>
    <w:pPr>
      <w:numPr>
        <w:numId w:val="12"/>
      </w:numPr>
    </w:pPr>
  </w:style>
  <w:style w:type="paragraph" w:styleId="ListNumber5">
    <w:name w:val="List Number 5"/>
    <w:basedOn w:val="Normal"/>
    <w:semiHidden/>
    <w:rsid w:val="00FA4564"/>
    <w:pPr>
      <w:numPr>
        <w:numId w:val="13"/>
      </w:numPr>
    </w:pPr>
  </w:style>
  <w:style w:type="paragraph" w:styleId="MessageHeader">
    <w:name w:val="Message Header"/>
    <w:basedOn w:val="Normal"/>
    <w:semiHidden/>
    <w:rsid w:val="00FA45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PlainText">
    <w:name w:val="Plain Text"/>
    <w:basedOn w:val="Normal"/>
    <w:semiHidden/>
    <w:rsid w:val="00FA4564"/>
    <w:rPr>
      <w:rFonts w:ascii="Courier New" w:hAnsi="Courier New" w:cs="Courier New"/>
    </w:rPr>
  </w:style>
  <w:style w:type="character" w:styleId="PageNumber">
    <w:name w:val="page number"/>
    <w:basedOn w:val="DefaultParagraphFont"/>
    <w:rsid w:val="00FA4564"/>
  </w:style>
  <w:style w:type="paragraph" w:styleId="NormalWeb">
    <w:name w:val="Normal (Web)"/>
    <w:basedOn w:val="Normal"/>
    <w:link w:val="NormalWebChar"/>
    <w:uiPriority w:val="99"/>
    <w:rsid w:val="00FA4564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FA4564"/>
    <w:pPr>
      <w:ind w:left="720"/>
    </w:pPr>
  </w:style>
  <w:style w:type="table" w:styleId="Table3Deffects1">
    <w:name w:val="Table 3D effects 1"/>
    <w:basedOn w:val="TableNormal"/>
    <w:semiHidden/>
    <w:rsid w:val="00FA456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A456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A456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FA456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semiHidden/>
    <w:rsid w:val="00FA456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A456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A45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semiHidden/>
    <w:rsid w:val="00FA45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A456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A456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A456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FA456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A456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A456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A456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A456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A456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A456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A45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A456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A456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A456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A456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A456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semiHidden/>
    <w:rsid w:val="00FA456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A456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A456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A456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A45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A45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A456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A456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sid w:val="00FA456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A456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A456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A456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A456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semiHidden/>
    <w:rsid w:val="00FA456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A456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FA456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A456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A456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FA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semiHidden/>
    <w:rsid w:val="00FA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semiHidden/>
    <w:rsid w:val="00FA4564"/>
    <w:pPr>
      <w:spacing w:after="120"/>
    </w:pPr>
  </w:style>
  <w:style w:type="paragraph" w:styleId="BodyText2">
    <w:name w:val="Body Text 2"/>
    <w:basedOn w:val="Normal"/>
    <w:semiHidden/>
    <w:rsid w:val="00FA4564"/>
    <w:pPr>
      <w:spacing w:after="120" w:line="480" w:lineRule="auto"/>
    </w:pPr>
  </w:style>
  <w:style w:type="paragraph" w:styleId="BodyText3">
    <w:name w:val="Body Text 3"/>
    <w:basedOn w:val="Normal"/>
    <w:semiHidden/>
    <w:rsid w:val="00FA4564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semiHidden/>
    <w:rsid w:val="00FA4564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FA4564"/>
    <w:pPr>
      <w:spacing w:after="120"/>
      <w:ind w:left="283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FA4564"/>
    <w:pPr>
      <w:ind w:firstLine="210"/>
    </w:pPr>
  </w:style>
  <w:style w:type="paragraph" w:styleId="BodyTextIndent">
    <w:name w:val="Body Text Indent"/>
    <w:basedOn w:val="Normal"/>
    <w:semiHidden/>
    <w:rsid w:val="00FA4564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FA4564"/>
    <w:pPr>
      <w:ind w:firstLine="210"/>
    </w:pPr>
  </w:style>
  <w:style w:type="paragraph" w:styleId="Title">
    <w:name w:val="Title"/>
    <w:basedOn w:val="Normal"/>
    <w:qFormat/>
    <w:rsid w:val="00FA456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EnvelopeReturn">
    <w:name w:val="envelope return"/>
    <w:basedOn w:val="Normal"/>
    <w:semiHidden/>
    <w:rsid w:val="00FA4564"/>
    <w:rPr>
      <w:rFonts w:cs="Arial"/>
    </w:rPr>
  </w:style>
  <w:style w:type="paragraph" w:styleId="EnvelopeAddress">
    <w:name w:val="envelope address"/>
    <w:basedOn w:val="Normal"/>
    <w:semiHidden/>
    <w:rsid w:val="00FA4564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Signature">
    <w:name w:val="Signature"/>
    <w:basedOn w:val="Normal"/>
    <w:semiHidden/>
    <w:rsid w:val="00FA4564"/>
    <w:pPr>
      <w:ind w:left="4252"/>
    </w:pPr>
  </w:style>
  <w:style w:type="paragraph" w:styleId="Subtitle">
    <w:name w:val="Subtitle"/>
    <w:basedOn w:val="Normal"/>
    <w:qFormat/>
    <w:rsid w:val="00FA4564"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LineNumber">
    <w:name w:val="line number"/>
    <w:basedOn w:val="DefaultParagraphFont"/>
    <w:semiHidden/>
    <w:rsid w:val="00FA4564"/>
  </w:style>
  <w:style w:type="character" w:customStyle="1" w:styleId="Anrede1IhrZeichen">
    <w:name w:val="Anrede1IhrZeichen"/>
    <w:basedOn w:val="DefaultParagraphFont"/>
    <w:semiHidden/>
    <w:rsid w:val="00FA4564"/>
    <w:rPr>
      <w:rFonts w:ascii="Arial" w:hAnsi="Arial"/>
      <w:sz w:val="20"/>
    </w:rPr>
  </w:style>
  <w:style w:type="paragraph" w:customStyle="1" w:styleId="AbsatzTableFormat">
    <w:name w:val="AbsatzTableFormat"/>
    <w:basedOn w:val="Normal"/>
    <w:autoRedefine/>
    <w:semiHidden/>
    <w:rsid w:val="00FA4564"/>
    <w:rPr>
      <w:sz w:val="22"/>
      <w:lang w:eastAsia="en-US"/>
    </w:rPr>
  </w:style>
  <w:style w:type="paragraph" w:customStyle="1" w:styleId="TextKrperAngebot">
    <w:name w:val="TextKörperAngebot"/>
    <w:basedOn w:val="PlainText"/>
    <w:semiHidden/>
    <w:rsid w:val="00FA4564"/>
    <w:pPr>
      <w:keepNext/>
    </w:pPr>
    <w:rPr>
      <w:rFonts w:ascii="Arial" w:hAnsi="Arial" w:cs="Times New Roman"/>
      <w:lang w:eastAsia="en-US"/>
    </w:rPr>
  </w:style>
  <w:style w:type="paragraph" w:styleId="BalloonText">
    <w:name w:val="Balloon Text"/>
    <w:basedOn w:val="Normal"/>
    <w:link w:val="BalloonTextChar"/>
    <w:rsid w:val="00E23C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3C1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D6E4D"/>
    <w:rPr>
      <w:color w:val="808080"/>
    </w:rPr>
  </w:style>
  <w:style w:type="paragraph" w:styleId="Revision">
    <w:name w:val="Revision"/>
    <w:hidden/>
    <w:uiPriority w:val="99"/>
    <w:semiHidden/>
    <w:rsid w:val="00F12292"/>
    <w:rPr>
      <w:rFonts w:ascii="Arial" w:eastAsia="Times New Roman" w:hAnsi="Arial"/>
    </w:rPr>
  </w:style>
  <w:style w:type="character" w:styleId="CommentReference">
    <w:name w:val="annotation reference"/>
    <w:basedOn w:val="DefaultParagraphFont"/>
    <w:semiHidden/>
    <w:unhideWhenUsed/>
    <w:rsid w:val="00E933D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933D4"/>
  </w:style>
  <w:style w:type="character" w:customStyle="1" w:styleId="CommentTextChar">
    <w:name w:val="Comment Text Char"/>
    <w:basedOn w:val="DefaultParagraphFont"/>
    <w:link w:val="CommentText"/>
    <w:semiHidden/>
    <w:rsid w:val="00E933D4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933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933D4"/>
    <w:rPr>
      <w:rFonts w:ascii="Arial" w:eastAsia="Times New Roman" w:hAnsi="Arial"/>
      <w:b/>
      <w:bCs/>
    </w:rPr>
  </w:style>
  <w:style w:type="paragraph" w:styleId="ListParagraph">
    <w:name w:val="List Paragraph"/>
    <w:basedOn w:val="Normal"/>
    <w:uiPriority w:val="34"/>
    <w:qFormat/>
    <w:rsid w:val="00850C26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FB4E0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de-DE"/>
    </w:rPr>
  </w:style>
  <w:style w:type="paragraph" w:styleId="TOC1">
    <w:name w:val="toc 1"/>
    <w:basedOn w:val="Normal"/>
    <w:next w:val="Normal"/>
    <w:autoRedefine/>
    <w:uiPriority w:val="39"/>
    <w:unhideWhenUsed/>
    <w:rsid w:val="00FB4E0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4E03"/>
    <w:pPr>
      <w:spacing w:after="100"/>
      <w:ind w:left="200"/>
    </w:pPr>
  </w:style>
  <w:style w:type="character" w:customStyle="1" w:styleId="HeaderChar">
    <w:name w:val="Header Char"/>
    <w:basedOn w:val="DefaultParagraphFont"/>
    <w:link w:val="Header"/>
    <w:rsid w:val="001F3204"/>
    <w:rPr>
      <w:rFonts w:ascii="Arial" w:eastAsia="Times New Roman" w:hAnsi="Arial"/>
      <w:noProof/>
    </w:rPr>
  </w:style>
  <w:style w:type="character" w:customStyle="1" w:styleId="heading">
    <w:name w:val="heading"/>
    <w:basedOn w:val="DefaultParagraphFont"/>
    <w:rsid w:val="00CE4ADC"/>
  </w:style>
  <w:style w:type="character" w:customStyle="1" w:styleId="NormalWebChar">
    <w:name w:val="Normal (Web) Char"/>
    <w:basedOn w:val="DefaultParagraphFont"/>
    <w:link w:val="NormalWeb"/>
    <w:uiPriority w:val="99"/>
    <w:rsid w:val="00CE4AD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h-invite.com/fo-abnf/tinv-fo-abnf-sip-p-assertid.html" TargetMode="External"/><Relationship Id="rId13" Type="http://schemas.openxmlformats.org/officeDocument/2006/relationships/hyperlink" Target="http://www.tech-invite.com/fo-abnf/tinv-fo-abnf-sip-p-assertid.html" TargetMode="External"/><Relationship Id="rId1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tech-invite.com/fo-abnf/tinv-fo-abnf-sip-p-assertid.html" TargetMode="External"/><Relationship Id="rId17" Type="http://schemas.openxmlformats.org/officeDocument/2006/relationships/hyperlink" Target="http://www.tech-invite.com/fo-abnf/tinv-fo-abnf-sip-p-assertid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ech-invite.com/fo-abnf/tinv-fo-abnf-sip-p-assertid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ch-invite.com/fo-abnf/tinv-fo-abnf-sip-p-assertid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ech-invite.com/fo-abnf/tinv-fo-abnf-sip-p-assertid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ech-invite.com/fo-abnf/tinv-fo-abnf-sip-p-assertid.htm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ch-invite.com/fo-abnf/tinv-fo-abnf-sip-p-assertid.html" TargetMode="External"/><Relationship Id="rId14" Type="http://schemas.openxmlformats.org/officeDocument/2006/relationships/hyperlink" Target="http://www.tech-invite.com/fo-abnf/tinv-fo-abnf-sip-p-assertid.html" TargetMode="External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iemens\SCF\templates\scf_basis\scf_ext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502E-3ECB-4339-BFB4-6E0DAFA5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scf_ext</Template>
  <TotalTime>0</TotalTime>
  <Pages>13</Pages>
  <Words>3183</Words>
  <Characters>18144</Characters>
  <Application>Microsoft Office Word</Application>
  <DocSecurity>0</DocSecurity>
  <Lines>151</Lines>
  <Paragraphs>42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external: Business Letter Logo color</vt:lpstr>
      <vt:lpstr>external: Business Letter Logo color</vt:lpstr>
    </vt:vector>
  </TitlesOfParts>
  <Company>Siemens AG</Company>
  <LinksUpToDate>false</LinksUpToDate>
  <CharactersWithSpaces>21285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external: Business Letter Logo color</dc:title>
  <dc:subject>UNIFY Basis</dc:subject>
  <dc:creator>Abel, Ulrich</dc:creator>
  <cp:keywords>external Business Letter Logo color</cp:keywords>
  <dc:description>with colored Logo_x000d_
_x000d_
This Template is valid from 11/2013</dc:description>
  <cp:lastModifiedBy>Thomas Hünteler</cp:lastModifiedBy>
  <cp:revision>3</cp:revision>
  <cp:lastPrinted>2018-07-24T15:19:00Z</cp:lastPrinted>
  <dcterms:created xsi:type="dcterms:W3CDTF">2025-07-09T09:39:00Z</dcterms:created>
  <dcterms:modified xsi:type="dcterms:W3CDTF">2025-07-09T09:40:00Z</dcterms:modified>
  <cp:category>2013-10-10/sw;2013-11-06/sw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cfComponent">
    <vt:lpwstr>22</vt:lpwstr>
  </property>
  <property fmtid="{D5CDD505-2E9C-101B-9397-08002B2CF9AE}" pid="3" name="scfType">
    <vt:lpwstr>ext</vt:lpwstr>
  </property>
  <property fmtid="{D5CDD505-2E9C-101B-9397-08002B2CF9AE}" pid="4" name="MSIP_Label_112e00b9-34e2-4b26-a577-af1fd0f9f7ee_Enabled">
    <vt:lpwstr>True</vt:lpwstr>
  </property>
  <property fmtid="{D5CDD505-2E9C-101B-9397-08002B2CF9AE}" pid="5" name="MSIP_Label_112e00b9-34e2-4b26-a577-af1fd0f9f7ee_SiteId">
    <vt:lpwstr>33440fc6-b7c7-412c-bb73-0e70b0198d5a</vt:lpwstr>
  </property>
  <property fmtid="{D5CDD505-2E9C-101B-9397-08002B2CF9AE}" pid="6" name="MSIP_Label_112e00b9-34e2-4b26-a577-af1fd0f9f7ee_Owner">
    <vt:lpwstr>birgit.bammesreiter@atos.net</vt:lpwstr>
  </property>
  <property fmtid="{D5CDD505-2E9C-101B-9397-08002B2CF9AE}" pid="7" name="MSIP_Label_112e00b9-34e2-4b26-a577-af1fd0f9f7ee_SetDate">
    <vt:lpwstr>2020-10-20T15:00:49.5387353Z</vt:lpwstr>
  </property>
  <property fmtid="{D5CDD505-2E9C-101B-9397-08002B2CF9AE}" pid="8" name="MSIP_Label_112e00b9-34e2-4b26-a577-af1fd0f9f7ee_Name">
    <vt:lpwstr>Atos For Internal Use</vt:lpwstr>
  </property>
  <property fmtid="{D5CDD505-2E9C-101B-9397-08002B2CF9AE}" pid="9" name="MSIP_Label_112e00b9-34e2-4b26-a577-af1fd0f9f7ee_Application">
    <vt:lpwstr>Microsoft Azure Information Protection</vt:lpwstr>
  </property>
  <property fmtid="{D5CDD505-2E9C-101B-9397-08002B2CF9AE}" pid="10" name="MSIP_Label_112e00b9-34e2-4b26-a577-af1fd0f9f7ee_ActionId">
    <vt:lpwstr>bd7263f7-b5b1-4a18-903b-f34f378bbdcd</vt:lpwstr>
  </property>
  <property fmtid="{D5CDD505-2E9C-101B-9397-08002B2CF9AE}" pid="11" name="MSIP_Label_112e00b9-34e2-4b26-a577-af1fd0f9f7ee_Extended_MSFT_Method">
    <vt:lpwstr>Automatic</vt:lpwstr>
  </property>
  <property fmtid="{D5CDD505-2E9C-101B-9397-08002B2CF9AE}" pid="12" name="MSIP_Label_e463cba9-5f6c-478d-9329-7b2295e4e8ed_Enabled">
    <vt:lpwstr>True</vt:lpwstr>
  </property>
  <property fmtid="{D5CDD505-2E9C-101B-9397-08002B2CF9AE}" pid="13" name="MSIP_Label_e463cba9-5f6c-478d-9329-7b2295e4e8ed_SiteId">
    <vt:lpwstr>33440fc6-b7c7-412c-bb73-0e70b0198d5a</vt:lpwstr>
  </property>
  <property fmtid="{D5CDD505-2E9C-101B-9397-08002B2CF9AE}" pid="14" name="MSIP_Label_e463cba9-5f6c-478d-9329-7b2295e4e8ed_Owner">
    <vt:lpwstr>birgit.bammesreiter@atos.net</vt:lpwstr>
  </property>
  <property fmtid="{D5CDD505-2E9C-101B-9397-08002B2CF9AE}" pid="15" name="MSIP_Label_e463cba9-5f6c-478d-9329-7b2295e4e8ed_SetDate">
    <vt:lpwstr>2020-10-20T15:00:49.5387353Z</vt:lpwstr>
  </property>
  <property fmtid="{D5CDD505-2E9C-101B-9397-08002B2CF9AE}" pid="16" name="MSIP_Label_e463cba9-5f6c-478d-9329-7b2295e4e8ed_Name">
    <vt:lpwstr>Atos For Internal Use - All Employees</vt:lpwstr>
  </property>
  <property fmtid="{D5CDD505-2E9C-101B-9397-08002B2CF9AE}" pid="17" name="MSIP_Label_e463cba9-5f6c-478d-9329-7b2295e4e8ed_Application">
    <vt:lpwstr>Microsoft Azure Information Protection</vt:lpwstr>
  </property>
  <property fmtid="{D5CDD505-2E9C-101B-9397-08002B2CF9AE}" pid="18" name="MSIP_Label_e463cba9-5f6c-478d-9329-7b2295e4e8ed_ActionId">
    <vt:lpwstr>bd7263f7-b5b1-4a18-903b-f34f378bbdcd</vt:lpwstr>
  </property>
  <property fmtid="{D5CDD505-2E9C-101B-9397-08002B2CF9AE}" pid="19" name="MSIP_Label_e463cba9-5f6c-478d-9329-7b2295e4e8ed_Parent">
    <vt:lpwstr>112e00b9-34e2-4b26-a577-af1fd0f9f7ee</vt:lpwstr>
  </property>
  <property fmtid="{D5CDD505-2E9C-101B-9397-08002B2CF9AE}" pid="20" name="MSIP_Label_e463cba9-5f6c-478d-9329-7b2295e4e8ed_Extended_MSFT_Method">
    <vt:lpwstr>Automatic</vt:lpwstr>
  </property>
  <property fmtid="{D5CDD505-2E9C-101B-9397-08002B2CF9AE}" pid="21" name="Sensitivity">
    <vt:lpwstr>Atos For Internal Use Atos For Internal Use - All Employees</vt:lpwstr>
  </property>
</Properties>
</file>